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56" w:type="dxa"/>
        <w:tblInd w:w="-34" w:type="dxa"/>
        <w:tblLayout w:type="fixed"/>
        <w:tblLook w:val="0000" w:firstRow="0" w:lastRow="0" w:firstColumn="0" w:lastColumn="0" w:noHBand="0" w:noVBand="0"/>
      </w:tblPr>
      <w:tblGrid>
        <w:gridCol w:w="3686"/>
        <w:gridCol w:w="5670"/>
      </w:tblGrid>
      <w:tr w:rsidR="00510A38" w:rsidRPr="001F66CA" w14:paraId="3A717455" w14:textId="77777777" w:rsidTr="0078441F">
        <w:tc>
          <w:tcPr>
            <w:tcW w:w="3686" w:type="dxa"/>
          </w:tcPr>
          <w:p w14:paraId="14A6CCF2" w14:textId="77777777" w:rsidR="00510A38" w:rsidRPr="001F66CA" w:rsidRDefault="00510A38" w:rsidP="0078441F">
            <w:pPr>
              <w:ind w:right="-144"/>
              <w:jc w:val="center"/>
              <w:rPr>
                <w:b/>
                <w:bCs/>
                <w:sz w:val="26"/>
                <w:szCs w:val="26"/>
              </w:rPr>
            </w:pPr>
            <w:r w:rsidRPr="001F66CA">
              <w:rPr>
                <w:b/>
                <w:bCs/>
                <w:sz w:val="26"/>
                <w:szCs w:val="26"/>
              </w:rPr>
              <w:t>VĂN</w:t>
            </w:r>
            <w:r>
              <w:rPr>
                <w:b/>
                <w:bCs/>
                <w:sz w:val="26"/>
                <w:szCs w:val="26"/>
              </w:rPr>
              <w:t xml:space="preserve"> </w:t>
            </w:r>
            <w:r w:rsidRPr="001F66CA">
              <w:rPr>
                <w:b/>
                <w:bCs/>
                <w:sz w:val="26"/>
                <w:szCs w:val="26"/>
              </w:rPr>
              <w:t>PHÒNG</w:t>
            </w:r>
            <w:r>
              <w:rPr>
                <w:b/>
                <w:bCs/>
                <w:sz w:val="26"/>
                <w:szCs w:val="26"/>
              </w:rPr>
              <w:t xml:space="preserve"> </w:t>
            </w:r>
            <w:r w:rsidRPr="001F66CA">
              <w:rPr>
                <w:b/>
                <w:bCs/>
                <w:sz w:val="26"/>
                <w:szCs w:val="26"/>
              </w:rPr>
              <w:t>CHÍNH</w:t>
            </w:r>
            <w:r>
              <w:rPr>
                <w:b/>
                <w:bCs/>
                <w:sz w:val="26"/>
                <w:szCs w:val="26"/>
              </w:rPr>
              <w:t xml:space="preserve"> </w:t>
            </w:r>
            <w:r w:rsidRPr="001F66CA">
              <w:rPr>
                <w:b/>
                <w:bCs/>
                <w:sz w:val="26"/>
                <w:szCs w:val="26"/>
              </w:rPr>
              <w:t>PHỦ</w:t>
            </w:r>
          </w:p>
          <w:p w14:paraId="5E112466" w14:textId="77777777" w:rsidR="00510A38" w:rsidRPr="001F66CA" w:rsidRDefault="00510A38" w:rsidP="0078441F">
            <w:pPr>
              <w:ind w:right="-144"/>
              <w:jc w:val="center"/>
              <w:rPr>
                <w:b/>
                <w:bCs/>
                <w:szCs w:val="26"/>
                <w:vertAlign w:val="superscript"/>
              </w:rPr>
            </w:pPr>
            <w:r w:rsidRPr="001F66CA">
              <w:rPr>
                <w:b/>
                <w:bCs/>
                <w:szCs w:val="26"/>
                <w:vertAlign w:val="superscript"/>
              </w:rPr>
              <w:t>_______________</w:t>
            </w:r>
          </w:p>
          <w:p w14:paraId="52AE37A4" w14:textId="77777777" w:rsidR="00510A38" w:rsidRPr="001F66CA" w:rsidRDefault="00510A38" w:rsidP="0078441F">
            <w:pPr>
              <w:ind w:right="-144"/>
              <w:jc w:val="center"/>
              <w:rPr>
                <w:szCs w:val="26"/>
              </w:rPr>
            </w:pPr>
          </w:p>
          <w:p w14:paraId="00997F93" w14:textId="77777777" w:rsidR="00510A38" w:rsidRPr="001F66CA" w:rsidRDefault="00510A38" w:rsidP="0078441F">
            <w:pPr>
              <w:ind w:right="-144"/>
              <w:jc w:val="center"/>
              <w:rPr>
                <w:b/>
                <w:bCs/>
                <w:szCs w:val="26"/>
                <w:vertAlign w:val="superscript"/>
              </w:rPr>
            </w:pPr>
            <w:r w:rsidRPr="001F66CA">
              <w:rPr>
                <w:szCs w:val="26"/>
              </w:rPr>
              <w:t>Số:</w:t>
            </w:r>
            <w:r>
              <w:rPr>
                <w:szCs w:val="26"/>
              </w:rPr>
              <w:t xml:space="preserve">       </w:t>
            </w:r>
            <w:r w:rsidRPr="001F66CA">
              <w:rPr>
                <w:szCs w:val="26"/>
              </w:rPr>
              <w:t>/TB-VPCP</w:t>
            </w:r>
          </w:p>
        </w:tc>
        <w:tc>
          <w:tcPr>
            <w:tcW w:w="5670" w:type="dxa"/>
          </w:tcPr>
          <w:p w14:paraId="1BBFDA95" w14:textId="244F4860" w:rsidR="00510A38" w:rsidRPr="001F66CA" w:rsidRDefault="00510A38" w:rsidP="0078441F">
            <w:pPr>
              <w:pStyle w:val="Heading9"/>
              <w:spacing w:before="0"/>
              <w:jc w:val="center"/>
              <w:rPr>
                <w:rFonts w:ascii="Times New Roman" w:hAnsi="Times New Roman" w:cs="Times New Roman"/>
                <w:b/>
                <w:bCs/>
                <w:i/>
                <w:color w:val="000000" w:themeColor="text1"/>
                <w:sz w:val="26"/>
                <w:szCs w:val="26"/>
              </w:rPr>
            </w:pPr>
            <w:r w:rsidRPr="001F66CA">
              <w:rPr>
                <w:rFonts w:ascii="Times New Roman" w:hAnsi="Times New Roman" w:cs="Times New Roman"/>
                <w:b/>
                <w:bCs/>
                <w:color w:val="000000" w:themeColor="text1"/>
                <w:sz w:val="26"/>
                <w:szCs w:val="26"/>
              </w:rPr>
              <w:t>CỘNG</w:t>
            </w:r>
            <w:r>
              <w:rPr>
                <w:rFonts w:ascii="Times New Roman" w:hAnsi="Times New Roman" w:cs="Times New Roman"/>
                <w:b/>
                <w:bCs/>
                <w:color w:val="000000" w:themeColor="text1"/>
                <w:sz w:val="26"/>
                <w:szCs w:val="26"/>
              </w:rPr>
              <w:t xml:space="preserve"> </w:t>
            </w:r>
            <w:r w:rsidR="006A1854">
              <w:rPr>
                <w:rFonts w:ascii="Times New Roman" w:hAnsi="Times New Roman" w:cs="Times New Roman"/>
                <w:b/>
                <w:bCs/>
                <w:color w:val="000000" w:themeColor="text1"/>
                <w:sz w:val="26"/>
                <w:szCs w:val="26"/>
              </w:rPr>
              <w:t xml:space="preserve">HÒA </w:t>
            </w:r>
            <w:r w:rsidRPr="001F66CA">
              <w:rPr>
                <w:rFonts w:ascii="Times New Roman" w:hAnsi="Times New Roman" w:cs="Times New Roman"/>
                <w:b/>
                <w:bCs/>
                <w:color w:val="000000" w:themeColor="text1"/>
                <w:sz w:val="26"/>
                <w:szCs w:val="26"/>
              </w:rPr>
              <w:t>XÃ</w:t>
            </w:r>
            <w:r>
              <w:rPr>
                <w:rFonts w:ascii="Times New Roman" w:hAnsi="Times New Roman" w:cs="Times New Roman"/>
                <w:b/>
                <w:bCs/>
                <w:color w:val="000000" w:themeColor="text1"/>
                <w:sz w:val="26"/>
                <w:szCs w:val="26"/>
              </w:rPr>
              <w:t xml:space="preserve"> </w:t>
            </w:r>
            <w:r w:rsidRPr="001F66CA">
              <w:rPr>
                <w:rFonts w:ascii="Times New Roman" w:hAnsi="Times New Roman" w:cs="Times New Roman"/>
                <w:b/>
                <w:bCs/>
                <w:color w:val="000000" w:themeColor="text1"/>
                <w:sz w:val="26"/>
                <w:szCs w:val="26"/>
              </w:rPr>
              <w:t>HỘI</w:t>
            </w:r>
            <w:r>
              <w:rPr>
                <w:rFonts w:ascii="Times New Roman" w:hAnsi="Times New Roman" w:cs="Times New Roman"/>
                <w:b/>
                <w:bCs/>
                <w:color w:val="000000" w:themeColor="text1"/>
                <w:sz w:val="26"/>
                <w:szCs w:val="26"/>
              </w:rPr>
              <w:t xml:space="preserve"> </w:t>
            </w:r>
            <w:r w:rsidRPr="001F66CA">
              <w:rPr>
                <w:rFonts w:ascii="Times New Roman" w:hAnsi="Times New Roman" w:cs="Times New Roman"/>
                <w:b/>
                <w:bCs/>
                <w:color w:val="000000" w:themeColor="text1"/>
                <w:sz w:val="26"/>
                <w:szCs w:val="26"/>
              </w:rPr>
              <w:t>CHỦ</w:t>
            </w:r>
            <w:r>
              <w:rPr>
                <w:rFonts w:ascii="Times New Roman" w:hAnsi="Times New Roman" w:cs="Times New Roman"/>
                <w:b/>
                <w:bCs/>
                <w:color w:val="000000" w:themeColor="text1"/>
                <w:sz w:val="26"/>
                <w:szCs w:val="26"/>
              </w:rPr>
              <w:t xml:space="preserve"> </w:t>
            </w:r>
            <w:r w:rsidRPr="001F66CA">
              <w:rPr>
                <w:rFonts w:ascii="Times New Roman" w:hAnsi="Times New Roman" w:cs="Times New Roman"/>
                <w:b/>
                <w:bCs/>
                <w:color w:val="000000" w:themeColor="text1"/>
                <w:sz w:val="26"/>
                <w:szCs w:val="26"/>
              </w:rPr>
              <w:t>NGHĨA</w:t>
            </w:r>
            <w:r>
              <w:rPr>
                <w:rFonts w:ascii="Times New Roman" w:hAnsi="Times New Roman" w:cs="Times New Roman"/>
                <w:b/>
                <w:bCs/>
                <w:color w:val="000000" w:themeColor="text1"/>
                <w:sz w:val="26"/>
                <w:szCs w:val="26"/>
              </w:rPr>
              <w:t xml:space="preserve"> </w:t>
            </w:r>
            <w:r w:rsidRPr="001F66CA">
              <w:rPr>
                <w:rFonts w:ascii="Times New Roman" w:hAnsi="Times New Roman" w:cs="Times New Roman"/>
                <w:b/>
                <w:bCs/>
                <w:color w:val="000000" w:themeColor="text1"/>
                <w:sz w:val="26"/>
                <w:szCs w:val="26"/>
              </w:rPr>
              <w:t>VIỆT</w:t>
            </w:r>
            <w:r>
              <w:rPr>
                <w:rFonts w:ascii="Times New Roman" w:hAnsi="Times New Roman" w:cs="Times New Roman"/>
                <w:b/>
                <w:bCs/>
                <w:color w:val="000000" w:themeColor="text1"/>
                <w:sz w:val="26"/>
                <w:szCs w:val="26"/>
              </w:rPr>
              <w:t xml:space="preserve"> </w:t>
            </w:r>
            <w:r w:rsidRPr="001F66CA">
              <w:rPr>
                <w:rFonts w:ascii="Times New Roman" w:hAnsi="Times New Roman" w:cs="Times New Roman"/>
                <w:b/>
                <w:bCs/>
                <w:color w:val="000000" w:themeColor="text1"/>
                <w:sz w:val="26"/>
                <w:szCs w:val="26"/>
              </w:rPr>
              <w:t>NAM</w:t>
            </w:r>
          </w:p>
          <w:p w14:paraId="2A31581A" w14:textId="77777777" w:rsidR="00510A38" w:rsidRPr="001F66CA" w:rsidRDefault="00510A38" w:rsidP="0078441F">
            <w:pPr>
              <w:ind w:right="-144"/>
              <w:jc w:val="center"/>
              <w:rPr>
                <w:b/>
                <w:bCs/>
              </w:rPr>
            </w:pPr>
            <w:r w:rsidRPr="001F66CA">
              <w:rPr>
                <w:b/>
                <w:bCs/>
              </w:rPr>
              <w:t>Độc</w:t>
            </w:r>
            <w:r>
              <w:rPr>
                <w:b/>
                <w:bCs/>
              </w:rPr>
              <w:t xml:space="preserve"> </w:t>
            </w:r>
            <w:r w:rsidRPr="001F66CA">
              <w:rPr>
                <w:b/>
                <w:bCs/>
              </w:rPr>
              <w:t>lập</w:t>
            </w:r>
            <w:r>
              <w:rPr>
                <w:b/>
                <w:bCs/>
              </w:rPr>
              <w:t xml:space="preserve"> </w:t>
            </w:r>
            <w:r w:rsidRPr="001F66CA">
              <w:rPr>
                <w:b/>
                <w:bCs/>
              </w:rPr>
              <w:t>-</w:t>
            </w:r>
            <w:r>
              <w:rPr>
                <w:b/>
                <w:bCs/>
              </w:rPr>
              <w:t xml:space="preserve"> </w:t>
            </w:r>
            <w:r w:rsidRPr="001F66CA">
              <w:rPr>
                <w:b/>
                <w:bCs/>
              </w:rPr>
              <w:t>Tự</w:t>
            </w:r>
            <w:r>
              <w:rPr>
                <w:b/>
                <w:bCs/>
              </w:rPr>
              <w:t xml:space="preserve"> </w:t>
            </w:r>
            <w:r w:rsidRPr="001F66CA">
              <w:rPr>
                <w:b/>
                <w:bCs/>
              </w:rPr>
              <w:t>do</w:t>
            </w:r>
            <w:r>
              <w:rPr>
                <w:b/>
                <w:bCs/>
              </w:rPr>
              <w:t xml:space="preserve"> </w:t>
            </w:r>
            <w:r w:rsidRPr="001F66CA">
              <w:rPr>
                <w:b/>
                <w:bCs/>
              </w:rPr>
              <w:t>-</w:t>
            </w:r>
            <w:r>
              <w:rPr>
                <w:b/>
                <w:bCs/>
              </w:rPr>
              <w:t xml:space="preserve"> </w:t>
            </w:r>
            <w:r w:rsidRPr="001F66CA">
              <w:rPr>
                <w:b/>
                <w:bCs/>
              </w:rPr>
              <w:t>Hạnh</w:t>
            </w:r>
            <w:r>
              <w:rPr>
                <w:b/>
                <w:bCs/>
              </w:rPr>
              <w:t xml:space="preserve"> </w:t>
            </w:r>
            <w:r w:rsidRPr="001F66CA">
              <w:rPr>
                <w:b/>
                <w:bCs/>
              </w:rPr>
              <w:t>phúc</w:t>
            </w:r>
          </w:p>
          <w:p w14:paraId="420DB7D9" w14:textId="77777777" w:rsidR="00510A38" w:rsidRPr="001F66CA" w:rsidRDefault="00510A38" w:rsidP="0078441F">
            <w:pPr>
              <w:ind w:right="-144"/>
              <w:jc w:val="center"/>
              <w:rPr>
                <w:b/>
                <w:bCs/>
                <w:sz w:val="20"/>
                <w:vertAlign w:val="superscript"/>
              </w:rPr>
            </w:pPr>
            <w:r w:rsidRPr="001F66CA">
              <w:rPr>
                <w:b/>
                <w:bCs/>
                <w:sz w:val="20"/>
                <w:vertAlign w:val="superscript"/>
              </w:rPr>
              <w:t>_______________</w:t>
            </w:r>
            <w:r>
              <w:rPr>
                <w:b/>
                <w:bCs/>
                <w:sz w:val="20"/>
                <w:vertAlign w:val="superscript"/>
              </w:rPr>
              <w:t>_____</w:t>
            </w:r>
            <w:r w:rsidRPr="001F66CA">
              <w:rPr>
                <w:b/>
                <w:bCs/>
                <w:sz w:val="20"/>
                <w:vertAlign w:val="superscript"/>
              </w:rPr>
              <w:t>________________________________</w:t>
            </w:r>
          </w:p>
          <w:p w14:paraId="2352CC39" w14:textId="7926A922" w:rsidR="00510A38" w:rsidRPr="00810389" w:rsidRDefault="00510A38" w:rsidP="0078441F">
            <w:pPr>
              <w:ind w:right="-144"/>
              <w:jc w:val="center"/>
              <w:rPr>
                <w:i/>
              </w:rPr>
            </w:pPr>
            <w:r w:rsidRPr="00810389">
              <w:rPr>
                <w:i/>
                <w:iCs/>
              </w:rPr>
              <w:t>Hà</w:t>
            </w:r>
            <w:r>
              <w:rPr>
                <w:i/>
                <w:iCs/>
              </w:rPr>
              <w:t xml:space="preserve"> </w:t>
            </w:r>
            <w:r w:rsidRPr="00810389">
              <w:rPr>
                <w:i/>
                <w:iCs/>
              </w:rPr>
              <w:t>Nội,</w:t>
            </w:r>
            <w:r>
              <w:rPr>
                <w:i/>
                <w:iCs/>
              </w:rPr>
              <w:t xml:space="preserve"> </w:t>
            </w:r>
            <w:r w:rsidRPr="00810389">
              <w:rPr>
                <w:i/>
                <w:iCs/>
              </w:rPr>
              <w:t>ngày</w:t>
            </w:r>
            <w:r>
              <w:rPr>
                <w:i/>
                <w:iCs/>
              </w:rPr>
              <w:t xml:space="preserve">      </w:t>
            </w:r>
            <w:r w:rsidRPr="00810389">
              <w:rPr>
                <w:i/>
                <w:iCs/>
              </w:rPr>
              <w:t>tháng</w:t>
            </w:r>
            <w:r>
              <w:rPr>
                <w:i/>
                <w:iCs/>
              </w:rPr>
              <w:t xml:space="preserve"> </w:t>
            </w:r>
            <w:r>
              <w:rPr>
                <w:i/>
                <w:iCs/>
                <w:lang w:val="vi-VN"/>
              </w:rPr>
              <w:t xml:space="preserve">   </w:t>
            </w:r>
            <w:r>
              <w:rPr>
                <w:i/>
                <w:iCs/>
              </w:rPr>
              <w:t xml:space="preserve"> </w:t>
            </w:r>
            <w:r w:rsidRPr="00810389">
              <w:rPr>
                <w:i/>
                <w:iCs/>
              </w:rPr>
              <w:t>năm</w:t>
            </w:r>
            <w:r>
              <w:rPr>
                <w:i/>
                <w:iCs/>
              </w:rPr>
              <w:t xml:space="preserve"> </w:t>
            </w:r>
            <w:r w:rsidRPr="00810389">
              <w:rPr>
                <w:i/>
                <w:iCs/>
              </w:rPr>
              <w:t>202</w:t>
            </w:r>
            <w:r>
              <w:rPr>
                <w:i/>
                <w:iCs/>
              </w:rPr>
              <w:t>4</w:t>
            </w:r>
          </w:p>
        </w:tc>
      </w:tr>
    </w:tbl>
    <w:p w14:paraId="1AFC68B7" w14:textId="77777777" w:rsidR="00076BEF" w:rsidRPr="001F66CA" w:rsidRDefault="00076BEF" w:rsidP="00764727">
      <w:pPr>
        <w:keepNext/>
        <w:widowControl w:val="0"/>
        <w:tabs>
          <w:tab w:val="num" w:pos="0"/>
        </w:tabs>
        <w:spacing w:before="120"/>
        <w:jc w:val="center"/>
        <w:rPr>
          <w:rFonts w:eastAsia="PMingLiU"/>
          <w:b/>
          <w:spacing w:val="6"/>
          <w:lang w:eastAsia="zh-TW"/>
        </w:rPr>
      </w:pPr>
    </w:p>
    <w:p w14:paraId="3AD7B9D1" w14:textId="31847B0E" w:rsidR="009E36DB" w:rsidRPr="001F66CA" w:rsidRDefault="009E36DB" w:rsidP="00764727">
      <w:pPr>
        <w:keepNext/>
        <w:widowControl w:val="0"/>
        <w:tabs>
          <w:tab w:val="num" w:pos="0"/>
        </w:tabs>
        <w:spacing w:before="120"/>
        <w:jc w:val="center"/>
        <w:rPr>
          <w:rFonts w:eastAsia="PMingLiU"/>
          <w:b/>
          <w:spacing w:val="6"/>
          <w:lang w:eastAsia="zh-TW"/>
        </w:rPr>
      </w:pPr>
      <w:r w:rsidRPr="001F66CA">
        <w:rPr>
          <w:rFonts w:eastAsia="PMingLiU"/>
          <w:b/>
          <w:spacing w:val="6"/>
          <w:lang w:eastAsia="zh-TW"/>
        </w:rPr>
        <w:t>THÔNG</w:t>
      </w:r>
      <w:r w:rsidR="00922EE0">
        <w:rPr>
          <w:rFonts w:eastAsia="PMingLiU"/>
          <w:b/>
          <w:spacing w:val="6"/>
          <w:lang w:eastAsia="zh-TW"/>
        </w:rPr>
        <w:t xml:space="preserve"> </w:t>
      </w:r>
      <w:r w:rsidRPr="001F66CA">
        <w:rPr>
          <w:rFonts w:eastAsia="PMingLiU"/>
          <w:b/>
          <w:spacing w:val="6"/>
          <w:lang w:eastAsia="zh-TW"/>
        </w:rPr>
        <w:t>BÁO</w:t>
      </w:r>
    </w:p>
    <w:p w14:paraId="247C72B2" w14:textId="24B9B343" w:rsidR="002D6990" w:rsidRPr="001F66CA" w:rsidRDefault="009E36DB" w:rsidP="00764727">
      <w:pPr>
        <w:keepNext/>
        <w:widowControl w:val="0"/>
        <w:shd w:val="clear" w:color="auto" w:fill="FFFFFF"/>
        <w:jc w:val="center"/>
        <w:rPr>
          <w:b/>
        </w:rPr>
      </w:pPr>
      <w:r w:rsidRPr="001F66CA">
        <w:rPr>
          <w:rFonts w:eastAsia="PMingLiU"/>
          <w:b/>
          <w:spacing w:val="-4"/>
          <w:lang w:eastAsia="zh-TW"/>
        </w:rPr>
        <w:t>Kết</w:t>
      </w:r>
      <w:r w:rsidR="00922EE0">
        <w:rPr>
          <w:rFonts w:eastAsia="PMingLiU"/>
          <w:b/>
          <w:spacing w:val="-4"/>
          <w:lang w:eastAsia="zh-TW"/>
        </w:rPr>
        <w:t xml:space="preserve"> </w:t>
      </w:r>
      <w:r w:rsidRPr="001F66CA">
        <w:rPr>
          <w:rFonts w:eastAsia="PMingLiU"/>
          <w:b/>
          <w:spacing w:val="-4"/>
          <w:lang w:eastAsia="zh-TW"/>
        </w:rPr>
        <w:t>luận</w:t>
      </w:r>
      <w:r w:rsidR="00922EE0">
        <w:rPr>
          <w:rFonts w:eastAsia="PMingLiU"/>
          <w:b/>
          <w:spacing w:val="-4"/>
          <w:lang w:eastAsia="zh-TW"/>
        </w:rPr>
        <w:t xml:space="preserve"> </w:t>
      </w:r>
      <w:r w:rsidRPr="001F66CA">
        <w:rPr>
          <w:rFonts w:eastAsia="PMingLiU"/>
          <w:b/>
          <w:spacing w:val="-4"/>
          <w:lang w:eastAsia="zh-TW"/>
        </w:rPr>
        <w:t>của</w:t>
      </w:r>
      <w:r w:rsidR="00922EE0">
        <w:rPr>
          <w:rFonts w:eastAsia="PMingLiU"/>
          <w:b/>
          <w:spacing w:val="-4"/>
          <w:lang w:eastAsia="zh-TW"/>
        </w:rPr>
        <w:t xml:space="preserve"> </w:t>
      </w:r>
      <w:r w:rsidRPr="001F66CA">
        <w:rPr>
          <w:rFonts w:eastAsia="PMingLiU"/>
          <w:b/>
          <w:spacing w:val="-4"/>
          <w:lang w:eastAsia="zh-TW"/>
        </w:rPr>
        <w:t>Thủ</w:t>
      </w:r>
      <w:r w:rsidR="00922EE0">
        <w:rPr>
          <w:rFonts w:eastAsia="PMingLiU"/>
          <w:b/>
          <w:spacing w:val="-4"/>
          <w:lang w:eastAsia="zh-TW"/>
        </w:rPr>
        <w:t xml:space="preserve"> </w:t>
      </w:r>
      <w:r w:rsidRPr="001F66CA">
        <w:rPr>
          <w:rFonts w:eastAsia="PMingLiU"/>
          <w:b/>
          <w:spacing w:val="-4"/>
          <w:lang w:eastAsia="zh-TW"/>
        </w:rPr>
        <w:t>tướn</w:t>
      </w:r>
      <w:bookmarkStart w:id="0" w:name="_GoBack"/>
      <w:bookmarkEnd w:id="0"/>
      <w:r w:rsidRPr="001F66CA">
        <w:rPr>
          <w:rFonts w:eastAsia="PMingLiU"/>
          <w:b/>
          <w:spacing w:val="-4"/>
          <w:lang w:eastAsia="zh-TW"/>
        </w:rPr>
        <w:t>g</w:t>
      </w:r>
      <w:r w:rsidR="00922EE0">
        <w:rPr>
          <w:rFonts w:eastAsia="PMingLiU"/>
          <w:b/>
          <w:spacing w:val="-4"/>
          <w:lang w:eastAsia="zh-TW"/>
        </w:rPr>
        <w:t xml:space="preserve"> </w:t>
      </w:r>
      <w:r w:rsidR="00771B1F" w:rsidRPr="001F66CA">
        <w:rPr>
          <w:rFonts w:eastAsia="PMingLiU"/>
          <w:b/>
          <w:spacing w:val="-4"/>
          <w:lang w:eastAsia="zh-TW"/>
        </w:rPr>
        <w:t>Chính</w:t>
      </w:r>
      <w:r w:rsidR="00922EE0">
        <w:rPr>
          <w:rFonts w:eastAsia="PMingLiU"/>
          <w:b/>
          <w:spacing w:val="-4"/>
          <w:lang w:eastAsia="zh-TW"/>
        </w:rPr>
        <w:t xml:space="preserve"> </w:t>
      </w:r>
      <w:r w:rsidR="00771B1F" w:rsidRPr="001F66CA">
        <w:rPr>
          <w:rFonts w:eastAsia="PMingLiU"/>
          <w:b/>
          <w:spacing w:val="-4"/>
          <w:lang w:eastAsia="zh-TW"/>
        </w:rPr>
        <w:t>phủ</w:t>
      </w:r>
      <w:r w:rsidR="00922EE0">
        <w:rPr>
          <w:rFonts w:eastAsia="PMingLiU"/>
          <w:b/>
          <w:spacing w:val="-4"/>
          <w:lang w:eastAsia="zh-TW"/>
        </w:rPr>
        <w:t xml:space="preserve"> </w:t>
      </w:r>
      <w:r w:rsidR="002D6990" w:rsidRPr="001F66CA">
        <w:rPr>
          <w:rFonts w:eastAsia="PMingLiU"/>
          <w:b/>
          <w:spacing w:val="-4"/>
          <w:lang w:eastAsia="zh-TW"/>
        </w:rPr>
        <w:t>Phạm</w:t>
      </w:r>
      <w:r w:rsidR="00922EE0">
        <w:rPr>
          <w:rFonts w:eastAsia="PMingLiU"/>
          <w:b/>
          <w:spacing w:val="-4"/>
          <w:lang w:eastAsia="zh-TW"/>
        </w:rPr>
        <w:t xml:space="preserve"> </w:t>
      </w:r>
      <w:r w:rsidR="002D6990" w:rsidRPr="001F66CA">
        <w:rPr>
          <w:rFonts w:eastAsia="PMingLiU"/>
          <w:b/>
          <w:spacing w:val="-4"/>
          <w:lang w:eastAsia="zh-TW"/>
        </w:rPr>
        <w:t>Minh</w:t>
      </w:r>
      <w:r w:rsidR="00922EE0">
        <w:rPr>
          <w:rFonts w:eastAsia="PMingLiU"/>
          <w:b/>
          <w:spacing w:val="-4"/>
          <w:lang w:eastAsia="zh-TW"/>
        </w:rPr>
        <w:t xml:space="preserve"> </w:t>
      </w:r>
      <w:r w:rsidR="002D6990" w:rsidRPr="001F66CA">
        <w:rPr>
          <w:rFonts w:eastAsia="PMingLiU"/>
          <w:b/>
          <w:spacing w:val="-4"/>
          <w:lang w:eastAsia="zh-TW"/>
        </w:rPr>
        <w:t>Chính</w:t>
      </w:r>
      <w:r w:rsidR="00922EE0">
        <w:rPr>
          <w:rFonts w:eastAsia="PMingLiU"/>
          <w:b/>
          <w:spacing w:val="-4"/>
          <w:lang w:eastAsia="zh-TW"/>
        </w:rPr>
        <w:t xml:space="preserve"> </w:t>
      </w:r>
      <w:r w:rsidR="00D96A7B" w:rsidRPr="001F66CA">
        <w:rPr>
          <w:rFonts w:eastAsia="PMingLiU"/>
          <w:b/>
          <w:spacing w:val="-4"/>
          <w:lang w:eastAsia="zh-TW"/>
        </w:rPr>
        <w:t>-</w:t>
      </w:r>
      <w:r w:rsidR="00922EE0">
        <w:rPr>
          <w:rFonts w:eastAsia="PMingLiU"/>
          <w:b/>
          <w:spacing w:val="-4"/>
          <w:lang w:eastAsia="zh-TW"/>
        </w:rPr>
        <w:t xml:space="preserve"> </w:t>
      </w:r>
      <w:r w:rsidR="00D96A7B" w:rsidRPr="001F66CA">
        <w:rPr>
          <w:rFonts w:eastAsia="PMingLiU"/>
          <w:b/>
          <w:spacing w:val="-4"/>
          <w:lang w:eastAsia="zh-TW"/>
        </w:rPr>
        <w:t>Trưởng</w:t>
      </w:r>
      <w:r w:rsidR="00922EE0">
        <w:rPr>
          <w:rFonts w:eastAsia="PMingLiU"/>
          <w:b/>
          <w:spacing w:val="-4"/>
          <w:lang w:eastAsia="zh-TW"/>
        </w:rPr>
        <w:t xml:space="preserve"> </w:t>
      </w:r>
      <w:bookmarkStart w:id="1" w:name="dieu_1_name"/>
      <w:r w:rsidR="00D96A7B" w:rsidRPr="001F66CA">
        <w:rPr>
          <w:rFonts w:eastAsia="PMingLiU"/>
          <w:b/>
          <w:spacing w:val="-4"/>
          <w:lang w:eastAsia="zh-TW"/>
        </w:rPr>
        <w:t>Ban</w:t>
      </w:r>
      <w:r w:rsidR="00922EE0">
        <w:rPr>
          <w:rFonts w:eastAsia="PMingLiU"/>
          <w:b/>
          <w:spacing w:val="-4"/>
          <w:lang w:eastAsia="zh-TW"/>
        </w:rPr>
        <w:t xml:space="preserve"> </w:t>
      </w:r>
      <w:r w:rsidR="00D96A7B" w:rsidRPr="001F66CA">
        <w:rPr>
          <w:rFonts w:eastAsia="PMingLiU"/>
          <w:b/>
          <w:spacing w:val="-4"/>
          <w:lang w:eastAsia="zh-TW"/>
        </w:rPr>
        <w:t>Chỉ</w:t>
      </w:r>
      <w:r w:rsidR="00922EE0">
        <w:rPr>
          <w:rFonts w:eastAsia="PMingLiU"/>
          <w:b/>
          <w:spacing w:val="-4"/>
          <w:lang w:eastAsia="zh-TW"/>
        </w:rPr>
        <w:t xml:space="preserve"> </w:t>
      </w:r>
      <w:r w:rsidR="00D96A7B" w:rsidRPr="001F66CA">
        <w:rPr>
          <w:rFonts w:eastAsia="PMingLiU"/>
          <w:b/>
          <w:spacing w:val="-4"/>
          <w:lang w:eastAsia="zh-TW"/>
        </w:rPr>
        <w:t>đạo</w:t>
      </w:r>
      <w:r w:rsidR="00922EE0">
        <w:rPr>
          <w:rFonts w:eastAsia="PMingLiU"/>
          <w:b/>
          <w:lang w:eastAsia="zh-TW"/>
        </w:rPr>
        <w:t xml:space="preserve"> </w:t>
      </w:r>
      <w:bookmarkEnd w:id="1"/>
      <w:r w:rsidR="00F24AF6" w:rsidRPr="001F66CA">
        <w:rPr>
          <w:rFonts w:eastAsia="PMingLiU"/>
          <w:b/>
          <w:lang w:eastAsia="zh-TW"/>
        </w:rPr>
        <w:t>t</w:t>
      </w:r>
      <w:r w:rsidR="00D96A7B" w:rsidRPr="001F66CA">
        <w:rPr>
          <w:rFonts w:eastAsia="PMingLiU"/>
          <w:b/>
          <w:lang w:eastAsia="zh-TW"/>
        </w:rPr>
        <w:t>ại</w:t>
      </w:r>
      <w:r w:rsidR="00922EE0">
        <w:rPr>
          <w:rFonts w:eastAsia="PMingLiU"/>
          <w:b/>
          <w:lang w:eastAsia="zh-TW"/>
        </w:rPr>
        <w:t xml:space="preserve"> </w:t>
      </w:r>
      <w:r w:rsidR="00961E7D" w:rsidRPr="001F66CA">
        <w:rPr>
          <w:rFonts w:eastAsia="PMingLiU"/>
          <w:b/>
          <w:lang w:eastAsia="zh-TW"/>
        </w:rPr>
        <w:t>Phiên</w:t>
      </w:r>
      <w:r w:rsidR="00922EE0">
        <w:rPr>
          <w:rFonts w:eastAsia="PMingLiU"/>
          <w:b/>
          <w:lang w:eastAsia="zh-TW"/>
        </w:rPr>
        <w:t xml:space="preserve"> </w:t>
      </w:r>
      <w:r w:rsidR="00D96A7B" w:rsidRPr="001F66CA">
        <w:rPr>
          <w:rFonts w:eastAsia="PMingLiU"/>
          <w:b/>
          <w:lang w:eastAsia="zh-TW"/>
        </w:rPr>
        <w:t>họp</w:t>
      </w:r>
      <w:r w:rsidR="00922EE0">
        <w:rPr>
          <w:rFonts w:eastAsia="PMingLiU"/>
          <w:b/>
          <w:lang w:eastAsia="zh-TW"/>
        </w:rPr>
        <w:t xml:space="preserve"> </w:t>
      </w:r>
      <w:r w:rsidR="00D96A7B" w:rsidRPr="001F66CA">
        <w:rPr>
          <w:rFonts w:eastAsia="PMingLiU"/>
          <w:b/>
          <w:lang w:eastAsia="zh-TW"/>
        </w:rPr>
        <w:t>lần</w:t>
      </w:r>
      <w:r w:rsidR="00922EE0">
        <w:rPr>
          <w:rFonts w:eastAsia="PMingLiU"/>
          <w:b/>
          <w:lang w:eastAsia="zh-TW"/>
        </w:rPr>
        <w:t xml:space="preserve"> </w:t>
      </w:r>
      <w:r w:rsidR="00D96A7B" w:rsidRPr="001F66CA">
        <w:rPr>
          <w:rFonts w:eastAsia="PMingLiU"/>
          <w:b/>
          <w:lang w:eastAsia="zh-TW"/>
        </w:rPr>
        <w:t>thứ</w:t>
      </w:r>
      <w:r w:rsidR="00922EE0">
        <w:rPr>
          <w:rFonts w:eastAsia="PMingLiU"/>
          <w:b/>
          <w:lang w:eastAsia="zh-TW"/>
        </w:rPr>
        <w:t xml:space="preserve"> </w:t>
      </w:r>
      <w:r w:rsidR="007B3418">
        <w:rPr>
          <w:rFonts w:eastAsia="PMingLiU"/>
          <w:b/>
          <w:lang w:eastAsia="zh-TW"/>
        </w:rPr>
        <w:t>1</w:t>
      </w:r>
      <w:r w:rsidR="00E02F14">
        <w:rPr>
          <w:rFonts w:eastAsia="PMingLiU"/>
          <w:b/>
          <w:lang w:eastAsia="zh-TW"/>
        </w:rPr>
        <w:t>3</w:t>
      </w:r>
      <w:r w:rsidR="00922EE0">
        <w:rPr>
          <w:rFonts w:eastAsia="PMingLiU"/>
          <w:b/>
          <w:lang w:eastAsia="zh-TW"/>
        </w:rPr>
        <w:t xml:space="preserve"> </w:t>
      </w:r>
      <w:r w:rsidR="00D96A7B" w:rsidRPr="001F66CA">
        <w:rPr>
          <w:rFonts w:eastAsia="PMingLiU"/>
          <w:b/>
          <w:lang w:eastAsia="zh-TW"/>
        </w:rPr>
        <w:t>Ban</w:t>
      </w:r>
      <w:r w:rsidR="00922EE0">
        <w:rPr>
          <w:rFonts w:eastAsia="PMingLiU"/>
          <w:b/>
          <w:lang w:eastAsia="zh-TW"/>
        </w:rPr>
        <w:t xml:space="preserve"> </w:t>
      </w:r>
      <w:r w:rsidR="00D96A7B" w:rsidRPr="001F66CA">
        <w:rPr>
          <w:rFonts w:eastAsia="PMingLiU"/>
          <w:b/>
          <w:lang w:eastAsia="zh-TW"/>
        </w:rPr>
        <w:t>Chỉ</w:t>
      </w:r>
      <w:r w:rsidR="00922EE0">
        <w:rPr>
          <w:rFonts w:eastAsia="PMingLiU"/>
          <w:b/>
          <w:lang w:eastAsia="zh-TW"/>
        </w:rPr>
        <w:t xml:space="preserve"> </w:t>
      </w:r>
      <w:r w:rsidR="00D96A7B" w:rsidRPr="001F66CA">
        <w:rPr>
          <w:rFonts w:eastAsia="PMingLiU"/>
          <w:b/>
          <w:lang w:eastAsia="zh-TW"/>
        </w:rPr>
        <w:t>đạo</w:t>
      </w:r>
      <w:r w:rsidR="00922EE0">
        <w:rPr>
          <w:rFonts w:eastAsia="PMingLiU"/>
          <w:b/>
          <w:lang w:eastAsia="zh-TW"/>
        </w:rPr>
        <w:t xml:space="preserve"> </w:t>
      </w:r>
      <w:r w:rsidR="00F24AF6" w:rsidRPr="001F66CA">
        <w:rPr>
          <w:rFonts w:eastAsia="PMingLiU"/>
          <w:b/>
          <w:lang w:eastAsia="zh-TW"/>
        </w:rPr>
        <w:t>Nhà</w:t>
      </w:r>
      <w:r w:rsidR="00922EE0">
        <w:rPr>
          <w:rFonts w:eastAsia="PMingLiU"/>
          <w:b/>
          <w:lang w:eastAsia="zh-TW"/>
        </w:rPr>
        <w:t xml:space="preserve"> </w:t>
      </w:r>
      <w:r w:rsidR="00F24AF6" w:rsidRPr="001F66CA">
        <w:rPr>
          <w:rFonts w:eastAsia="PMingLiU"/>
          <w:b/>
          <w:lang w:eastAsia="zh-TW"/>
        </w:rPr>
        <w:t>nước</w:t>
      </w:r>
      <w:r w:rsidR="00922EE0">
        <w:rPr>
          <w:rFonts w:eastAsia="PMingLiU"/>
          <w:b/>
          <w:lang w:eastAsia="zh-TW"/>
        </w:rPr>
        <w:t xml:space="preserve"> </w:t>
      </w:r>
      <w:r w:rsidR="00F24AF6" w:rsidRPr="001F66CA">
        <w:rPr>
          <w:rFonts w:eastAsia="PMingLiU"/>
          <w:b/>
          <w:lang w:eastAsia="zh-TW"/>
        </w:rPr>
        <w:t>các</w:t>
      </w:r>
      <w:r w:rsidR="00922EE0">
        <w:rPr>
          <w:rFonts w:eastAsia="PMingLiU"/>
          <w:b/>
          <w:lang w:eastAsia="zh-TW"/>
        </w:rPr>
        <w:t xml:space="preserve"> </w:t>
      </w:r>
      <w:r w:rsidR="00F24AF6" w:rsidRPr="001F66CA">
        <w:rPr>
          <w:rFonts w:eastAsia="PMingLiU"/>
          <w:b/>
          <w:lang w:eastAsia="zh-TW"/>
        </w:rPr>
        <w:t>công</w:t>
      </w:r>
      <w:r w:rsidR="00922EE0">
        <w:rPr>
          <w:rFonts w:eastAsia="PMingLiU"/>
          <w:b/>
          <w:lang w:eastAsia="zh-TW"/>
        </w:rPr>
        <w:t xml:space="preserve"> </w:t>
      </w:r>
      <w:r w:rsidR="00F24AF6" w:rsidRPr="001F66CA">
        <w:rPr>
          <w:rFonts w:eastAsia="PMingLiU"/>
          <w:b/>
          <w:lang w:eastAsia="zh-TW"/>
        </w:rPr>
        <w:t>trình,</w:t>
      </w:r>
      <w:r w:rsidR="00922EE0">
        <w:rPr>
          <w:rFonts w:eastAsia="PMingLiU"/>
          <w:b/>
          <w:lang w:eastAsia="zh-TW"/>
        </w:rPr>
        <w:t xml:space="preserve"> </w:t>
      </w:r>
      <w:r w:rsidR="007524B8" w:rsidRPr="001F66CA">
        <w:rPr>
          <w:rFonts w:eastAsia="PMingLiU"/>
          <w:b/>
          <w:lang w:eastAsia="zh-TW"/>
        </w:rPr>
        <w:br/>
      </w:r>
      <w:r w:rsidR="00F24AF6" w:rsidRPr="001F66CA">
        <w:rPr>
          <w:rFonts w:eastAsia="PMingLiU"/>
          <w:b/>
          <w:lang w:eastAsia="zh-TW"/>
        </w:rPr>
        <w:t>dự</w:t>
      </w:r>
      <w:r w:rsidR="00922EE0">
        <w:rPr>
          <w:rFonts w:eastAsia="PMingLiU"/>
          <w:b/>
          <w:lang w:eastAsia="zh-TW"/>
        </w:rPr>
        <w:t xml:space="preserve"> </w:t>
      </w:r>
      <w:r w:rsidR="00F24AF6" w:rsidRPr="001F66CA">
        <w:rPr>
          <w:rFonts w:eastAsia="PMingLiU"/>
          <w:b/>
          <w:lang w:eastAsia="zh-TW"/>
        </w:rPr>
        <w:t>án</w:t>
      </w:r>
      <w:r w:rsidR="00922EE0">
        <w:rPr>
          <w:rFonts w:eastAsia="PMingLiU"/>
          <w:b/>
          <w:lang w:eastAsia="zh-TW"/>
        </w:rPr>
        <w:t xml:space="preserve"> </w:t>
      </w:r>
      <w:r w:rsidR="00F24AF6" w:rsidRPr="001F66CA">
        <w:rPr>
          <w:rFonts w:eastAsia="PMingLiU"/>
          <w:b/>
          <w:lang w:eastAsia="zh-TW"/>
        </w:rPr>
        <w:t>quan</w:t>
      </w:r>
      <w:r w:rsidR="00922EE0">
        <w:rPr>
          <w:rFonts w:eastAsia="PMingLiU"/>
          <w:b/>
          <w:lang w:eastAsia="zh-TW"/>
        </w:rPr>
        <w:t xml:space="preserve"> </w:t>
      </w:r>
      <w:r w:rsidR="00F24AF6" w:rsidRPr="001F66CA">
        <w:rPr>
          <w:rFonts w:eastAsia="PMingLiU"/>
          <w:b/>
          <w:lang w:eastAsia="zh-TW"/>
        </w:rPr>
        <w:t>trọng</w:t>
      </w:r>
      <w:r w:rsidR="00922EE0">
        <w:rPr>
          <w:rFonts w:eastAsia="PMingLiU"/>
          <w:b/>
          <w:lang w:eastAsia="zh-TW"/>
        </w:rPr>
        <w:t xml:space="preserve"> </w:t>
      </w:r>
      <w:r w:rsidR="00F24AF6" w:rsidRPr="001F66CA">
        <w:rPr>
          <w:rFonts w:eastAsia="PMingLiU"/>
          <w:b/>
          <w:lang w:eastAsia="zh-TW"/>
        </w:rPr>
        <w:t>quốc</w:t>
      </w:r>
      <w:r w:rsidR="00922EE0">
        <w:rPr>
          <w:rFonts w:eastAsia="PMingLiU"/>
          <w:b/>
          <w:lang w:eastAsia="zh-TW"/>
        </w:rPr>
        <w:t xml:space="preserve"> </w:t>
      </w:r>
      <w:r w:rsidR="00F24AF6" w:rsidRPr="001F66CA">
        <w:rPr>
          <w:rFonts w:eastAsia="PMingLiU"/>
          <w:b/>
          <w:lang w:eastAsia="zh-TW"/>
        </w:rPr>
        <w:t>gia,</w:t>
      </w:r>
      <w:r w:rsidR="00922EE0">
        <w:rPr>
          <w:rFonts w:eastAsia="PMingLiU"/>
          <w:b/>
          <w:lang w:eastAsia="zh-TW"/>
        </w:rPr>
        <w:t xml:space="preserve"> </w:t>
      </w:r>
      <w:r w:rsidR="00F24AF6" w:rsidRPr="001F66CA">
        <w:rPr>
          <w:rFonts w:eastAsia="PMingLiU"/>
          <w:b/>
          <w:lang w:eastAsia="zh-TW"/>
        </w:rPr>
        <w:t>trọng</w:t>
      </w:r>
      <w:r w:rsidR="00922EE0">
        <w:rPr>
          <w:rFonts w:eastAsia="PMingLiU"/>
          <w:b/>
          <w:lang w:eastAsia="zh-TW"/>
        </w:rPr>
        <w:t xml:space="preserve"> </w:t>
      </w:r>
      <w:r w:rsidR="00F24AF6" w:rsidRPr="001F66CA">
        <w:rPr>
          <w:rFonts w:eastAsia="PMingLiU"/>
          <w:b/>
          <w:lang w:eastAsia="zh-TW"/>
        </w:rPr>
        <w:t>điểm</w:t>
      </w:r>
      <w:r w:rsidR="00922EE0">
        <w:rPr>
          <w:rFonts w:eastAsia="PMingLiU"/>
          <w:b/>
          <w:lang w:eastAsia="zh-TW"/>
        </w:rPr>
        <w:t xml:space="preserve"> </w:t>
      </w:r>
      <w:r w:rsidR="00F24AF6" w:rsidRPr="001F66CA">
        <w:rPr>
          <w:rFonts w:eastAsia="PMingLiU"/>
          <w:b/>
          <w:lang w:eastAsia="zh-TW"/>
        </w:rPr>
        <w:t>ngành</w:t>
      </w:r>
      <w:r w:rsidR="00922EE0">
        <w:rPr>
          <w:rFonts w:eastAsia="PMingLiU"/>
          <w:b/>
          <w:lang w:val="vi-VN" w:eastAsia="zh-TW"/>
        </w:rPr>
        <w:t xml:space="preserve"> </w:t>
      </w:r>
      <w:r w:rsidR="001F66CA" w:rsidRPr="001F66CA">
        <w:rPr>
          <w:rFonts w:eastAsia="PMingLiU"/>
          <w:b/>
          <w:lang w:val="vi-VN" w:eastAsia="zh-TW"/>
        </w:rPr>
        <w:t>giao</w:t>
      </w:r>
      <w:r w:rsidR="00922EE0">
        <w:rPr>
          <w:rFonts w:eastAsia="PMingLiU"/>
          <w:b/>
          <w:lang w:eastAsia="zh-TW"/>
        </w:rPr>
        <w:t xml:space="preserve"> </w:t>
      </w:r>
      <w:r w:rsidR="001F66CA">
        <w:rPr>
          <w:rFonts w:eastAsia="PMingLiU"/>
          <w:b/>
          <w:lang w:val="vi-VN" w:eastAsia="zh-TW"/>
        </w:rPr>
        <w:t>thông</w:t>
      </w:r>
      <w:r w:rsidR="00922EE0">
        <w:rPr>
          <w:rFonts w:eastAsia="PMingLiU"/>
          <w:b/>
          <w:lang w:val="vi-VN" w:eastAsia="zh-TW"/>
        </w:rPr>
        <w:t xml:space="preserve"> </w:t>
      </w:r>
      <w:r w:rsidR="001F66CA">
        <w:rPr>
          <w:rFonts w:eastAsia="PMingLiU"/>
          <w:b/>
          <w:lang w:val="vi-VN" w:eastAsia="zh-TW"/>
        </w:rPr>
        <w:t>vận</w:t>
      </w:r>
      <w:r w:rsidR="00922EE0">
        <w:rPr>
          <w:rFonts w:eastAsia="PMingLiU"/>
          <w:b/>
          <w:lang w:val="vi-VN" w:eastAsia="zh-TW"/>
        </w:rPr>
        <w:t xml:space="preserve"> </w:t>
      </w:r>
      <w:r w:rsidR="001F66CA">
        <w:rPr>
          <w:rFonts w:eastAsia="PMingLiU"/>
          <w:b/>
          <w:lang w:val="vi-VN" w:eastAsia="zh-TW"/>
        </w:rPr>
        <w:t>tải</w:t>
      </w:r>
    </w:p>
    <w:p w14:paraId="5548CFB8" w14:textId="77777777" w:rsidR="009E36DB" w:rsidRPr="001F66CA" w:rsidRDefault="003F0DC4" w:rsidP="00764727">
      <w:pPr>
        <w:keepNext/>
        <w:widowControl w:val="0"/>
        <w:ind w:right="-144"/>
        <w:jc w:val="center"/>
        <w:rPr>
          <w:b/>
          <w:bCs/>
          <w:sz w:val="26"/>
          <w:szCs w:val="26"/>
          <w:vertAlign w:val="superscript"/>
        </w:rPr>
      </w:pPr>
      <w:r w:rsidRPr="001F66CA">
        <w:rPr>
          <w:b/>
          <w:bCs/>
          <w:sz w:val="26"/>
          <w:szCs w:val="26"/>
          <w:vertAlign w:val="superscript"/>
        </w:rPr>
        <w:t>_______________</w:t>
      </w:r>
    </w:p>
    <w:p w14:paraId="0F966532" w14:textId="77777777" w:rsidR="00076BEF" w:rsidRPr="001F66CA" w:rsidRDefault="00076BEF" w:rsidP="00764727">
      <w:pPr>
        <w:keepNext/>
        <w:widowControl w:val="0"/>
        <w:ind w:right="-144"/>
        <w:jc w:val="center"/>
        <w:rPr>
          <w:b/>
          <w:bCs/>
          <w:sz w:val="26"/>
          <w:szCs w:val="26"/>
          <w:vertAlign w:val="superscript"/>
        </w:rPr>
      </w:pPr>
    </w:p>
    <w:p w14:paraId="3056DE7C" w14:textId="7CC827F4" w:rsidR="009A0983" w:rsidRPr="00B17BE0" w:rsidRDefault="00D0682E" w:rsidP="007B5843">
      <w:pPr>
        <w:widowControl w:val="0"/>
        <w:tabs>
          <w:tab w:val="num" w:pos="0"/>
        </w:tabs>
        <w:spacing w:before="120"/>
        <w:ind w:firstLine="720"/>
        <w:jc w:val="both"/>
        <w:rPr>
          <w:color w:val="000000" w:themeColor="text1"/>
        </w:rPr>
      </w:pPr>
      <w:r w:rsidRPr="00B17BE0">
        <w:rPr>
          <w:color w:val="000000" w:themeColor="text1"/>
        </w:rPr>
        <w:t>N</w:t>
      </w:r>
      <w:r w:rsidR="007F2B6A" w:rsidRPr="00B17BE0">
        <w:rPr>
          <w:color w:val="000000" w:themeColor="text1"/>
        </w:rPr>
        <w:t>gày</w:t>
      </w:r>
      <w:r w:rsidR="00922EE0" w:rsidRPr="00B17BE0">
        <w:rPr>
          <w:color w:val="000000" w:themeColor="text1"/>
        </w:rPr>
        <w:t xml:space="preserve"> </w:t>
      </w:r>
      <w:r w:rsidR="00E02F14" w:rsidRPr="00B17BE0">
        <w:rPr>
          <w:color w:val="000000" w:themeColor="text1"/>
        </w:rPr>
        <w:t xml:space="preserve">08 </w:t>
      </w:r>
      <w:r w:rsidR="007F2B6A" w:rsidRPr="00B17BE0">
        <w:rPr>
          <w:color w:val="000000" w:themeColor="text1"/>
        </w:rPr>
        <w:t>tháng</w:t>
      </w:r>
      <w:r w:rsidR="00922EE0" w:rsidRPr="00B17BE0">
        <w:rPr>
          <w:color w:val="000000" w:themeColor="text1"/>
        </w:rPr>
        <w:t xml:space="preserve"> </w:t>
      </w:r>
      <w:r w:rsidR="00E02F14" w:rsidRPr="00B17BE0">
        <w:rPr>
          <w:color w:val="000000" w:themeColor="text1"/>
        </w:rPr>
        <w:t xml:space="preserve">8 </w:t>
      </w:r>
      <w:r w:rsidR="009014E8" w:rsidRPr="00B17BE0">
        <w:rPr>
          <w:color w:val="000000" w:themeColor="text1"/>
        </w:rPr>
        <w:t>n</w:t>
      </w:r>
      <w:r w:rsidR="007F2B6A" w:rsidRPr="00B17BE0">
        <w:rPr>
          <w:color w:val="000000" w:themeColor="text1"/>
        </w:rPr>
        <w:t>ăm</w:t>
      </w:r>
      <w:r w:rsidR="00922EE0" w:rsidRPr="00B17BE0">
        <w:rPr>
          <w:color w:val="000000" w:themeColor="text1"/>
        </w:rPr>
        <w:t xml:space="preserve"> </w:t>
      </w:r>
      <w:r w:rsidR="007F2B6A" w:rsidRPr="00B17BE0">
        <w:rPr>
          <w:color w:val="000000" w:themeColor="text1"/>
        </w:rPr>
        <w:t>202</w:t>
      </w:r>
      <w:r w:rsidR="00F4541A" w:rsidRPr="00B17BE0">
        <w:rPr>
          <w:color w:val="000000" w:themeColor="text1"/>
        </w:rPr>
        <w:t>4</w:t>
      </w:r>
      <w:r w:rsidR="00122D4F" w:rsidRPr="00B17BE0">
        <w:rPr>
          <w:color w:val="000000" w:themeColor="text1"/>
        </w:rPr>
        <w:t>,</w:t>
      </w:r>
      <w:r w:rsidR="00922EE0" w:rsidRPr="00B17BE0">
        <w:rPr>
          <w:color w:val="000000" w:themeColor="text1"/>
        </w:rPr>
        <w:t xml:space="preserve"> </w:t>
      </w:r>
      <w:bookmarkStart w:id="2" w:name="_Hlk49331946"/>
      <w:r w:rsidR="00E94E7F" w:rsidRPr="00B17BE0">
        <w:rPr>
          <w:color w:val="000000" w:themeColor="text1"/>
        </w:rPr>
        <w:t>Thủ</w:t>
      </w:r>
      <w:r w:rsidR="00922EE0" w:rsidRPr="00B17BE0">
        <w:rPr>
          <w:color w:val="000000" w:themeColor="text1"/>
        </w:rPr>
        <w:t xml:space="preserve"> </w:t>
      </w:r>
      <w:r w:rsidR="00E94E7F" w:rsidRPr="00B17BE0">
        <w:rPr>
          <w:color w:val="000000" w:themeColor="text1"/>
        </w:rPr>
        <w:t>tướng</w:t>
      </w:r>
      <w:r w:rsidR="00922EE0" w:rsidRPr="00B17BE0">
        <w:rPr>
          <w:color w:val="000000" w:themeColor="text1"/>
        </w:rPr>
        <w:t xml:space="preserve"> </w:t>
      </w:r>
      <w:r w:rsidR="00E94E7F" w:rsidRPr="00B17BE0">
        <w:rPr>
          <w:color w:val="000000" w:themeColor="text1"/>
        </w:rPr>
        <w:t>Chính</w:t>
      </w:r>
      <w:r w:rsidR="00922EE0" w:rsidRPr="00B17BE0">
        <w:rPr>
          <w:color w:val="000000" w:themeColor="text1"/>
        </w:rPr>
        <w:t xml:space="preserve"> </w:t>
      </w:r>
      <w:r w:rsidR="00E94E7F" w:rsidRPr="00B17BE0">
        <w:rPr>
          <w:color w:val="000000" w:themeColor="text1"/>
        </w:rPr>
        <w:t>phủ</w:t>
      </w:r>
      <w:r w:rsidR="00922EE0" w:rsidRPr="00B17BE0">
        <w:rPr>
          <w:color w:val="000000" w:themeColor="text1"/>
        </w:rPr>
        <w:t xml:space="preserve"> </w:t>
      </w:r>
      <w:r w:rsidR="002D6990" w:rsidRPr="00B17BE0">
        <w:rPr>
          <w:color w:val="000000" w:themeColor="text1"/>
        </w:rPr>
        <w:t>Phạm</w:t>
      </w:r>
      <w:r w:rsidR="00922EE0" w:rsidRPr="00B17BE0">
        <w:rPr>
          <w:color w:val="000000" w:themeColor="text1"/>
        </w:rPr>
        <w:t xml:space="preserve"> </w:t>
      </w:r>
      <w:r w:rsidR="002D6990" w:rsidRPr="00B17BE0">
        <w:rPr>
          <w:color w:val="000000" w:themeColor="text1"/>
        </w:rPr>
        <w:t>Minh</w:t>
      </w:r>
      <w:r w:rsidR="00922EE0" w:rsidRPr="00B17BE0">
        <w:rPr>
          <w:color w:val="000000" w:themeColor="text1"/>
        </w:rPr>
        <w:t xml:space="preserve"> </w:t>
      </w:r>
      <w:r w:rsidR="002D6990" w:rsidRPr="00B17BE0">
        <w:rPr>
          <w:color w:val="000000" w:themeColor="text1"/>
        </w:rPr>
        <w:t>Chính</w:t>
      </w:r>
      <w:r w:rsidR="00922EE0" w:rsidRPr="00B17BE0">
        <w:rPr>
          <w:color w:val="000000" w:themeColor="text1"/>
        </w:rPr>
        <w:t xml:space="preserve"> </w:t>
      </w:r>
      <w:r w:rsidR="00D457E5" w:rsidRPr="00B17BE0">
        <w:rPr>
          <w:color w:val="000000" w:themeColor="text1"/>
        </w:rPr>
        <w:t>-</w:t>
      </w:r>
      <w:r w:rsidR="00922EE0" w:rsidRPr="00B17BE0">
        <w:rPr>
          <w:color w:val="000000" w:themeColor="text1"/>
        </w:rPr>
        <w:t xml:space="preserve"> </w:t>
      </w:r>
      <w:r w:rsidR="00D457E5" w:rsidRPr="00B17BE0">
        <w:rPr>
          <w:color w:val="000000" w:themeColor="text1"/>
        </w:rPr>
        <w:t>Trưởng</w:t>
      </w:r>
      <w:r w:rsidR="00922EE0" w:rsidRPr="00B17BE0">
        <w:rPr>
          <w:color w:val="000000" w:themeColor="text1"/>
        </w:rPr>
        <w:t xml:space="preserve"> </w:t>
      </w:r>
      <w:r w:rsidR="00D457E5" w:rsidRPr="00B17BE0">
        <w:rPr>
          <w:color w:val="000000" w:themeColor="text1"/>
        </w:rPr>
        <w:t>Ban</w:t>
      </w:r>
      <w:r w:rsidR="00922EE0" w:rsidRPr="00B17BE0">
        <w:rPr>
          <w:color w:val="000000" w:themeColor="text1"/>
        </w:rPr>
        <w:t xml:space="preserve"> </w:t>
      </w:r>
      <w:r w:rsidR="00D457E5" w:rsidRPr="00B17BE0">
        <w:rPr>
          <w:color w:val="000000" w:themeColor="text1"/>
        </w:rPr>
        <w:t>Chỉ</w:t>
      </w:r>
      <w:r w:rsidR="00922EE0" w:rsidRPr="00B17BE0">
        <w:rPr>
          <w:color w:val="000000" w:themeColor="text1"/>
        </w:rPr>
        <w:t xml:space="preserve"> </w:t>
      </w:r>
      <w:r w:rsidR="00D457E5" w:rsidRPr="00B17BE0">
        <w:rPr>
          <w:color w:val="000000" w:themeColor="text1"/>
        </w:rPr>
        <w:t>đạo</w:t>
      </w:r>
      <w:r w:rsidR="00922EE0" w:rsidRPr="00B17BE0">
        <w:rPr>
          <w:color w:val="000000" w:themeColor="text1"/>
        </w:rPr>
        <w:t xml:space="preserve"> </w:t>
      </w:r>
      <w:r w:rsidR="008345D1" w:rsidRPr="00B17BE0">
        <w:rPr>
          <w:color w:val="000000" w:themeColor="text1"/>
        </w:rPr>
        <w:t>chủ</w:t>
      </w:r>
      <w:r w:rsidR="00922EE0" w:rsidRPr="00B17BE0">
        <w:rPr>
          <w:color w:val="000000" w:themeColor="text1"/>
        </w:rPr>
        <w:t xml:space="preserve"> </w:t>
      </w:r>
      <w:r w:rsidR="008345D1" w:rsidRPr="00B17BE0">
        <w:rPr>
          <w:color w:val="000000" w:themeColor="text1"/>
        </w:rPr>
        <w:t>trì</w:t>
      </w:r>
      <w:r w:rsidR="00922EE0" w:rsidRPr="00B17BE0">
        <w:rPr>
          <w:color w:val="000000" w:themeColor="text1"/>
        </w:rPr>
        <w:t xml:space="preserve"> </w:t>
      </w:r>
      <w:r w:rsidR="00961E7D" w:rsidRPr="00B17BE0">
        <w:rPr>
          <w:color w:val="000000" w:themeColor="text1"/>
        </w:rPr>
        <w:t>Phiên</w:t>
      </w:r>
      <w:r w:rsidR="00922EE0" w:rsidRPr="00B17BE0">
        <w:rPr>
          <w:color w:val="000000" w:themeColor="text1"/>
        </w:rPr>
        <w:t xml:space="preserve"> </w:t>
      </w:r>
      <w:r w:rsidR="008345D1" w:rsidRPr="00B17BE0">
        <w:rPr>
          <w:color w:val="000000" w:themeColor="text1"/>
        </w:rPr>
        <w:t>họp</w:t>
      </w:r>
      <w:r w:rsidR="00922EE0" w:rsidRPr="00B17BE0">
        <w:rPr>
          <w:color w:val="000000" w:themeColor="text1"/>
        </w:rPr>
        <w:t xml:space="preserve"> </w:t>
      </w:r>
      <w:r w:rsidR="008345D1" w:rsidRPr="00B17BE0">
        <w:rPr>
          <w:color w:val="000000" w:themeColor="text1"/>
        </w:rPr>
        <w:t>lần</w:t>
      </w:r>
      <w:r w:rsidR="00922EE0" w:rsidRPr="00B17BE0">
        <w:rPr>
          <w:color w:val="000000" w:themeColor="text1"/>
        </w:rPr>
        <w:t xml:space="preserve"> </w:t>
      </w:r>
      <w:r w:rsidR="008345D1" w:rsidRPr="00B17BE0">
        <w:rPr>
          <w:color w:val="000000" w:themeColor="text1"/>
        </w:rPr>
        <w:t>thứ</w:t>
      </w:r>
      <w:r w:rsidR="00922EE0" w:rsidRPr="00B17BE0">
        <w:rPr>
          <w:color w:val="000000" w:themeColor="text1"/>
        </w:rPr>
        <w:t xml:space="preserve"> </w:t>
      </w:r>
      <w:r w:rsidR="007B3418" w:rsidRPr="00B17BE0">
        <w:rPr>
          <w:color w:val="000000" w:themeColor="text1"/>
        </w:rPr>
        <w:t>1</w:t>
      </w:r>
      <w:r w:rsidR="00E02F14" w:rsidRPr="00B17BE0">
        <w:rPr>
          <w:color w:val="000000" w:themeColor="text1"/>
        </w:rPr>
        <w:t>3</w:t>
      </w:r>
      <w:r w:rsidR="00922EE0" w:rsidRPr="00B17BE0">
        <w:rPr>
          <w:color w:val="000000" w:themeColor="text1"/>
        </w:rPr>
        <w:t xml:space="preserve"> </w:t>
      </w:r>
      <w:r w:rsidR="008345D1" w:rsidRPr="00B17BE0">
        <w:rPr>
          <w:color w:val="000000" w:themeColor="text1"/>
        </w:rPr>
        <w:t>Ban</w:t>
      </w:r>
      <w:r w:rsidR="00922EE0" w:rsidRPr="00B17BE0">
        <w:rPr>
          <w:color w:val="000000" w:themeColor="text1"/>
        </w:rPr>
        <w:t xml:space="preserve"> </w:t>
      </w:r>
      <w:r w:rsidR="008345D1" w:rsidRPr="00B17BE0">
        <w:rPr>
          <w:color w:val="000000" w:themeColor="text1"/>
        </w:rPr>
        <w:t>Chỉ</w:t>
      </w:r>
      <w:r w:rsidR="00922EE0" w:rsidRPr="00B17BE0">
        <w:rPr>
          <w:color w:val="000000" w:themeColor="text1"/>
        </w:rPr>
        <w:t xml:space="preserve"> </w:t>
      </w:r>
      <w:r w:rsidR="008345D1" w:rsidRPr="00B17BE0">
        <w:rPr>
          <w:color w:val="000000" w:themeColor="text1"/>
        </w:rPr>
        <w:t>đạo</w:t>
      </w:r>
      <w:r w:rsidR="00922EE0" w:rsidRPr="00B17BE0">
        <w:rPr>
          <w:color w:val="000000" w:themeColor="text1"/>
        </w:rPr>
        <w:t xml:space="preserve"> </w:t>
      </w:r>
      <w:r w:rsidR="00F24AF6" w:rsidRPr="00B17BE0">
        <w:rPr>
          <w:color w:val="000000" w:themeColor="text1"/>
        </w:rPr>
        <w:t>Nhà</w:t>
      </w:r>
      <w:r w:rsidR="00922EE0" w:rsidRPr="00B17BE0">
        <w:rPr>
          <w:color w:val="000000" w:themeColor="text1"/>
        </w:rPr>
        <w:t xml:space="preserve"> </w:t>
      </w:r>
      <w:r w:rsidR="00F24AF6" w:rsidRPr="00B17BE0">
        <w:rPr>
          <w:color w:val="000000" w:themeColor="text1"/>
        </w:rPr>
        <w:t>nước</w:t>
      </w:r>
      <w:r w:rsidR="00922EE0" w:rsidRPr="00B17BE0">
        <w:rPr>
          <w:color w:val="000000" w:themeColor="text1"/>
        </w:rPr>
        <w:t xml:space="preserve"> </w:t>
      </w:r>
      <w:r w:rsidR="00F24AF6" w:rsidRPr="00B17BE0">
        <w:rPr>
          <w:color w:val="000000" w:themeColor="text1"/>
        </w:rPr>
        <w:t>các</w:t>
      </w:r>
      <w:r w:rsidR="00922EE0" w:rsidRPr="00B17BE0">
        <w:rPr>
          <w:color w:val="000000" w:themeColor="text1"/>
        </w:rPr>
        <w:t xml:space="preserve"> </w:t>
      </w:r>
      <w:r w:rsidR="00F24AF6" w:rsidRPr="00B17BE0">
        <w:rPr>
          <w:color w:val="000000" w:themeColor="text1"/>
        </w:rPr>
        <w:t>công</w:t>
      </w:r>
      <w:r w:rsidR="00922EE0" w:rsidRPr="00B17BE0">
        <w:rPr>
          <w:color w:val="000000" w:themeColor="text1"/>
        </w:rPr>
        <w:t xml:space="preserve"> </w:t>
      </w:r>
      <w:r w:rsidR="00F24AF6" w:rsidRPr="00B17BE0">
        <w:rPr>
          <w:color w:val="000000" w:themeColor="text1"/>
        </w:rPr>
        <w:t>trình,</w:t>
      </w:r>
      <w:r w:rsidR="00922EE0" w:rsidRPr="00B17BE0">
        <w:rPr>
          <w:color w:val="000000" w:themeColor="text1"/>
        </w:rPr>
        <w:t xml:space="preserve"> </w:t>
      </w:r>
      <w:r w:rsidR="00F24AF6" w:rsidRPr="00B17BE0">
        <w:rPr>
          <w:color w:val="000000" w:themeColor="text1"/>
        </w:rPr>
        <w:t>dự</w:t>
      </w:r>
      <w:r w:rsidR="00922EE0" w:rsidRPr="00B17BE0">
        <w:rPr>
          <w:color w:val="000000" w:themeColor="text1"/>
        </w:rPr>
        <w:t xml:space="preserve"> </w:t>
      </w:r>
      <w:r w:rsidR="00F24AF6" w:rsidRPr="00B17BE0">
        <w:rPr>
          <w:color w:val="000000" w:themeColor="text1"/>
        </w:rPr>
        <w:t>án</w:t>
      </w:r>
      <w:r w:rsidR="00922EE0" w:rsidRPr="00B17BE0">
        <w:rPr>
          <w:color w:val="000000" w:themeColor="text1"/>
        </w:rPr>
        <w:t xml:space="preserve"> </w:t>
      </w:r>
      <w:r w:rsidR="00F24AF6" w:rsidRPr="00B17BE0">
        <w:rPr>
          <w:color w:val="000000" w:themeColor="text1"/>
        </w:rPr>
        <w:t>quan</w:t>
      </w:r>
      <w:r w:rsidR="00922EE0" w:rsidRPr="00B17BE0">
        <w:rPr>
          <w:color w:val="000000" w:themeColor="text1"/>
        </w:rPr>
        <w:t xml:space="preserve"> </w:t>
      </w:r>
      <w:r w:rsidR="00F24AF6" w:rsidRPr="00B17BE0">
        <w:rPr>
          <w:color w:val="000000" w:themeColor="text1"/>
        </w:rPr>
        <w:t>trọng</w:t>
      </w:r>
      <w:r w:rsidR="00922EE0" w:rsidRPr="00B17BE0">
        <w:rPr>
          <w:color w:val="000000" w:themeColor="text1"/>
        </w:rPr>
        <w:t xml:space="preserve"> </w:t>
      </w:r>
      <w:r w:rsidR="00F24AF6" w:rsidRPr="00B17BE0">
        <w:rPr>
          <w:color w:val="000000" w:themeColor="text1"/>
        </w:rPr>
        <w:t>quốc</w:t>
      </w:r>
      <w:r w:rsidR="00922EE0" w:rsidRPr="00B17BE0">
        <w:rPr>
          <w:color w:val="000000" w:themeColor="text1"/>
        </w:rPr>
        <w:t xml:space="preserve"> </w:t>
      </w:r>
      <w:r w:rsidR="00F24AF6" w:rsidRPr="00B17BE0">
        <w:rPr>
          <w:color w:val="000000" w:themeColor="text1"/>
        </w:rPr>
        <w:t>gia,</w:t>
      </w:r>
      <w:r w:rsidR="00922EE0" w:rsidRPr="00B17BE0">
        <w:rPr>
          <w:color w:val="000000" w:themeColor="text1"/>
        </w:rPr>
        <w:t xml:space="preserve"> </w:t>
      </w:r>
      <w:r w:rsidR="00F24AF6" w:rsidRPr="00B17BE0">
        <w:rPr>
          <w:color w:val="000000" w:themeColor="text1"/>
        </w:rPr>
        <w:t>trọng</w:t>
      </w:r>
      <w:r w:rsidR="00922EE0" w:rsidRPr="00B17BE0">
        <w:rPr>
          <w:color w:val="000000" w:themeColor="text1"/>
        </w:rPr>
        <w:t xml:space="preserve"> </w:t>
      </w:r>
      <w:r w:rsidR="00F24AF6" w:rsidRPr="00B17BE0">
        <w:rPr>
          <w:color w:val="000000" w:themeColor="text1"/>
        </w:rPr>
        <w:t>điểm</w:t>
      </w:r>
      <w:r w:rsidR="00922EE0" w:rsidRPr="00B17BE0">
        <w:rPr>
          <w:color w:val="000000" w:themeColor="text1"/>
        </w:rPr>
        <w:t xml:space="preserve"> </w:t>
      </w:r>
      <w:r w:rsidR="00F24AF6" w:rsidRPr="00B17BE0">
        <w:rPr>
          <w:color w:val="000000" w:themeColor="text1"/>
        </w:rPr>
        <w:t>ngành</w:t>
      </w:r>
      <w:r w:rsidR="00922EE0" w:rsidRPr="00B17BE0">
        <w:rPr>
          <w:color w:val="000000" w:themeColor="text1"/>
        </w:rPr>
        <w:t xml:space="preserve"> </w:t>
      </w:r>
      <w:r w:rsidR="001F66CA" w:rsidRPr="00B17BE0">
        <w:rPr>
          <w:color w:val="000000" w:themeColor="text1"/>
          <w:lang w:val="vi-VN"/>
        </w:rPr>
        <w:t>giao</w:t>
      </w:r>
      <w:r w:rsidR="00922EE0" w:rsidRPr="00B17BE0">
        <w:rPr>
          <w:color w:val="000000" w:themeColor="text1"/>
          <w:lang w:val="vi-VN"/>
        </w:rPr>
        <w:t xml:space="preserve"> </w:t>
      </w:r>
      <w:r w:rsidR="001F66CA" w:rsidRPr="00B17BE0">
        <w:rPr>
          <w:color w:val="000000" w:themeColor="text1"/>
          <w:lang w:val="vi-VN"/>
        </w:rPr>
        <w:t>thông</w:t>
      </w:r>
      <w:r w:rsidR="00922EE0" w:rsidRPr="00B17BE0">
        <w:rPr>
          <w:color w:val="000000" w:themeColor="text1"/>
          <w:lang w:val="vi-VN"/>
        </w:rPr>
        <w:t xml:space="preserve"> </w:t>
      </w:r>
      <w:r w:rsidR="001F66CA" w:rsidRPr="00B17BE0">
        <w:rPr>
          <w:color w:val="000000" w:themeColor="text1"/>
          <w:lang w:val="vi-VN"/>
        </w:rPr>
        <w:t>vận</w:t>
      </w:r>
      <w:r w:rsidR="00922EE0" w:rsidRPr="00B17BE0">
        <w:rPr>
          <w:color w:val="000000" w:themeColor="text1"/>
          <w:lang w:val="vi-VN"/>
        </w:rPr>
        <w:t xml:space="preserve"> </w:t>
      </w:r>
      <w:r w:rsidR="001F66CA" w:rsidRPr="00B17BE0">
        <w:rPr>
          <w:color w:val="000000" w:themeColor="text1"/>
          <w:lang w:val="vi-VN"/>
        </w:rPr>
        <w:t>tải</w:t>
      </w:r>
      <w:r w:rsidR="00922EE0" w:rsidRPr="00B17BE0">
        <w:rPr>
          <w:color w:val="000000" w:themeColor="text1"/>
          <w:lang w:val="vi-VN"/>
        </w:rPr>
        <w:t xml:space="preserve"> </w:t>
      </w:r>
      <w:r w:rsidR="00684547" w:rsidRPr="00B17BE0">
        <w:rPr>
          <w:color w:val="000000" w:themeColor="text1"/>
        </w:rPr>
        <w:t>(</w:t>
      </w:r>
      <w:r w:rsidR="00F66964" w:rsidRPr="00B17BE0">
        <w:rPr>
          <w:color w:val="000000" w:themeColor="text1"/>
        </w:rPr>
        <w:t>sau</w:t>
      </w:r>
      <w:r w:rsidR="00922EE0" w:rsidRPr="00B17BE0">
        <w:rPr>
          <w:color w:val="000000" w:themeColor="text1"/>
        </w:rPr>
        <w:t xml:space="preserve"> </w:t>
      </w:r>
      <w:r w:rsidR="00F66964" w:rsidRPr="00B17BE0">
        <w:rPr>
          <w:color w:val="000000" w:themeColor="text1"/>
        </w:rPr>
        <w:t>đây</w:t>
      </w:r>
      <w:r w:rsidR="00922EE0" w:rsidRPr="00B17BE0">
        <w:rPr>
          <w:color w:val="000000" w:themeColor="text1"/>
        </w:rPr>
        <w:t xml:space="preserve"> </w:t>
      </w:r>
      <w:r w:rsidR="00F66964" w:rsidRPr="00B17BE0">
        <w:rPr>
          <w:color w:val="000000" w:themeColor="text1"/>
        </w:rPr>
        <w:t>gọi</w:t>
      </w:r>
      <w:r w:rsidR="00922EE0" w:rsidRPr="00B17BE0">
        <w:rPr>
          <w:color w:val="000000" w:themeColor="text1"/>
        </w:rPr>
        <w:t xml:space="preserve"> </w:t>
      </w:r>
      <w:r w:rsidR="00F66964" w:rsidRPr="00B17BE0">
        <w:rPr>
          <w:color w:val="000000" w:themeColor="text1"/>
        </w:rPr>
        <w:t>tắt</w:t>
      </w:r>
      <w:r w:rsidR="00922EE0" w:rsidRPr="00B17BE0">
        <w:rPr>
          <w:color w:val="000000" w:themeColor="text1"/>
        </w:rPr>
        <w:t xml:space="preserve"> </w:t>
      </w:r>
      <w:r w:rsidR="00F66964" w:rsidRPr="00B17BE0">
        <w:rPr>
          <w:color w:val="000000" w:themeColor="text1"/>
        </w:rPr>
        <w:t>là</w:t>
      </w:r>
      <w:r w:rsidR="00922EE0" w:rsidRPr="00B17BE0">
        <w:rPr>
          <w:color w:val="000000" w:themeColor="text1"/>
        </w:rPr>
        <w:t xml:space="preserve"> </w:t>
      </w:r>
      <w:r w:rsidR="00684547" w:rsidRPr="00B17BE0">
        <w:rPr>
          <w:color w:val="000000" w:themeColor="text1"/>
        </w:rPr>
        <w:t>Ban</w:t>
      </w:r>
      <w:r w:rsidR="00922EE0" w:rsidRPr="00B17BE0">
        <w:rPr>
          <w:color w:val="000000" w:themeColor="text1"/>
        </w:rPr>
        <w:t xml:space="preserve"> </w:t>
      </w:r>
      <w:r w:rsidR="00684547" w:rsidRPr="00B17BE0">
        <w:rPr>
          <w:color w:val="000000" w:themeColor="text1"/>
        </w:rPr>
        <w:t>Chỉ</w:t>
      </w:r>
      <w:r w:rsidR="00922EE0" w:rsidRPr="00B17BE0">
        <w:rPr>
          <w:color w:val="000000" w:themeColor="text1"/>
        </w:rPr>
        <w:t xml:space="preserve"> </w:t>
      </w:r>
      <w:r w:rsidR="00684547" w:rsidRPr="00B17BE0">
        <w:rPr>
          <w:color w:val="000000" w:themeColor="text1"/>
        </w:rPr>
        <w:t>đạo)</w:t>
      </w:r>
      <w:r w:rsidR="008345D1" w:rsidRPr="00B17BE0">
        <w:rPr>
          <w:color w:val="000000" w:themeColor="text1"/>
        </w:rPr>
        <w:t>.</w:t>
      </w:r>
      <w:r w:rsidR="00922EE0" w:rsidRPr="00B17BE0">
        <w:rPr>
          <w:color w:val="000000" w:themeColor="text1"/>
        </w:rPr>
        <w:t xml:space="preserve"> </w:t>
      </w:r>
      <w:r w:rsidR="008345D1" w:rsidRPr="00B17BE0">
        <w:t>Tại</w:t>
      </w:r>
      <w:r w:rsidR="00922EE0" w:rsidRPr="00B17BE0">
        <w:t xml:space="preserve"> </w:t>
      </w:r>
      <w:r w:rsidR="008345D1" w:rsidRPr="00B17BE0">
        <w:t>điểm</w:t>
      </w:r>
      <w:r w:rsidR="00922EE0" w:rsidRPr="00B17BE0">
        <w:t xml:space="preserve"> </w:t>
      </w:r>
      <w:r w:rsidR="008345D1" w:rsidRPr="00B17BE0">
        <w:t>cầu</w:t>
      </w:r>
      <w:r w:rsidR="00922EE0" w:rsidRPr="00B17BE0">
        <w:t xml:space="preserve"> </w:t>
      </w:r>
      <w:r w:rsidRPr="00B17BE0">
        <w:t>T</w:t>
      </w:r>
      <w:r w:rsidR="008345D1" w:rsidRPr="00B17BE0">
        <w:t>rụ</w:t>
      </w:r>
      <w:r w:rsidR="00922EE0" w:rsidRPr="00B17BE0">
        <w:t xml:space="preserve"> </w:t>
      </w:r>
      <w:r w:rsidR="008345D1" w:rsidRPr="00B17BE0">
        <w:t>sở</w:t>
      </w:r>
      <w:r w:rsidR="00922EE0" w:rsidRPr="00B17BE0">
        <w:t xml:space="preserve"> </w:t>
      </w:r>
      <w:r w:rsidR="008345D1" w:rsidRPr="00B17BE0">
        <w:t>Chính</w:t>
      </w:r>
      <w:r w:rsidR="00922EE0" w:rsidRPr="00B17BE0">
        <w:t xml:space="preserve"> </w:t>
      </w:r>
      <w:r w:rsidR="008345D1" w:rsidRPr="00B17BE0">
        <w:t>phủ</w:t>
      </w:r>
      <w:r w:rsidR="00922EE0" w:rsidRPr="00B17BE0">
        <w:t xml:space="preserve"> </w:t>
      </w:r>
      <w:r w:rsidR="008345D1" w:rsidRPr="00B17BE0">
        <w:t>có</w:t>
      </w:r>
      <w:r w:rsidR="00922EE0" w:rsidRPr="00B17BE0">
        <w:t xml:space="preserve"> </w:t>
      </w:r>
      <w:r w:rsidR="00F4541A" w:rsidRPr="00B17BE0">
        <w:t>Phó</w:t>
      </w:r>
      <w:r w:rsidR="00922EE0" w:rsidRPr="00B17BE0">
        <w:t xml:space="preserve"> </w:t>
      </w:r>
      <w:r w:rsidR="00F4541A" w:rsidRPr="00B17BE0">
        <w:t>Thủ</w:t>
      </w:r>
      <w:r w:rsidR="00922EE0" w:rsidRPr="00B17BE0">
        <w:t xml:space="preserve"> </w:t>
      </w:r>
      <w:r w:rsidR="00F4541A" w:rsidRPr="00B17BE0">
        <w:t>tướng</w:t>
      </w:r>
      <w:r w:rsidR="00922EE0" w:rsidRPr="00B17BE0">
        <w:t xml:space="preserve"> </w:t>
      </w:r>
      <w:r w:rsidR="00F4541A" w:rsidRPr="00B17BE0">
        <w:t>Chính</w:t>
      </w:r>
      <w:r w:rsidR="00922EE0" w:rsidRPr="00B17BE0">
        <w:t xml:space="preserve"> </w:t>
      </w:r>
      <w:r w:rsidR="00F4541A" w:rsidRPr="00B17BE0">
        <w:t>phủ</w:t>
      </w:r>
      <w:r w:rsidR="00922EE0" w:rsidRPr="00B17BE0">
        <w:t xml:space="preserve"> </w:t>
      </w:r>
      <w:r w:rsidR="00F4541A" w:rsidRPr="00B17BE0">
        <w:t>Trần</w:t>
      </w:r>
      <w:r w:rsidR="00922EE0" w:rsidRPr="00B17BE0">
        <w:t xml:space="preserve"> </w:t>
      </w:r>
      <w:r w:rsidR="00F4541A" w:rsidRPr="00B17BE0">
        <w:t>Hồng</w:t>
      </w:r>
      <w:r w:rsidR="00922EE0" w:rsidRPr="00B17BE0">
        <w:t xml:space="preserve"> </w:t>
      </w:r>
      <w:r w:rsidR="00F4541A" w:rsidRPr="00B17BE0">
        <w:t>Hà</w:t>
      </w:r>
      <w:r w:rsidR="00922EE0" w:rsidRPr="00B17BE0">
        <w:t xml:space="preserve"> </w:t>
      </w:r>
      <w:r w:rsidR="00F4541A" w:rsidRPr="00B17BE0">
        <w:t>-</w:t>
      </w:r>
      <w:r w:rsidR="00922EE0" w:rsidRPr="00B17BE0">
        <w:t xml:space="preserve"> </w:t>
      </w:r>
      <w:r w:rsidR="00F4541A" w:rsidRPr="00B17BE0">
        <w:t>Phó</w:t>
      </w:r>
      <w:r w:rsidR="00922EE0" w:rsidRPr="00B17BE0">
        <w:t xml:space="preserve"> </w:t>
      </w:r>
      <w:r w:rsidR="00F4541A" w:rsidRPr="00B17BE0">
        <w:t>Trư</w:t>
      </w:r>
      <w:r w:rsidR="009F0179" w:rsidRPr="00B17BE0">
        <w:t>ở</w:t>
      </w:r>
      <w:r w:rsidR="00F4541A" w:rsidRPr="00B17BE0">
        <w:t>ng</w:t>
      </w:r>
      <w:r w:rsidR="00922EE0" w:rsidRPr="00B17BE0">
        <w:t xml:space="preserve"> </w:t>
      </w:r>
      <w:r w:rsidR="00F4541A" w:rsidRPr="00B17BE0">
        <w:t>Ban</w:t>
      </w:r>
      <w:r w:rsidR="00922EE0" w:rsidRPr="00B17BE0">
        <w:t xml:space="preserve"> </w:t>
      </w:r>
      <w:r w:rsidR="00F4541A" w:rsidRPr="00B17BE0">
        <w:t>Thường</w:t>
      </w:r>
      <w:r w:rsidR="00922EE0" w:rsidRPr="00B17BE0">
        <w:t xml:space="preserve"> </w:t>
      </w:r>
      <w:r w:rsidR="00F4541A" w:rsidRPr="00B17BE0">
        <w:t>trực,</w:t>
      </w:r>
      <w:r w:rsidR="00922EE0" w:rsidRPr="00B17BE0">
        <w:t xml:space="preserve"> </w:t>
      </w:r>
      <w:r w:rsidR="00994E90" w:rsidRPr="00B17BE0">
        <w:rPr>
          <w:color w:val="000000" w:themeColor="text1"/>
        </w:rPr>
        <w:t>Bộ</w:t>
      </w:r>
      <w:r w:rsidR="00922EE0" w:rsidRPr="00B17BE0">
        <w:rPr>
          <w:color w:val="000000" w:themeColor="text1"/>
        </w:rPr>
        <w:t xml:space="preserve"> </w:t>
      </w:r>
      <w:r w:rsidR="00994E90" w:rsidRPr="00B17BE0">
        <w:rPr>
          <w:color w:val="000000" w:themeColor="text1"/>
        </w:rPr>
        <w:t>trưởng</w:t>
      </w:r>
      <w:r w:rsidR="00922EE0" w:rsidRPr="00B17BE0">
        <w:rPr>
          <w:color w:val="000000" w:themeColor="text1"/>
        </w:rPr>
        <w:t xml:space="preserve"> </w:t>
      </w:r>
      <w:r w:rsidR="00E87F0F" w:rsidRPr="00B17BE0">
        <w:rPr>
          <w:color w:val="000000" w:themeColor="text1"/>
        </w:rPr>
        <w:t xml:space="preserve">Chủ nhiệm Văn phòng Chính phủ Trần Văn Sơn, Bộ trưởng </w:t>
      </w:r>
      <w:r w:rsidR="00994E90" w:rsidRPr="00B17BE0">
        <w:rPr>
          <w:color w:val="000000" w:themeColor="text1"/>
        </w:rPr>
        <w:t>Bộ</w:t>
      </w:r>
      <w:r w:rsidR="00922EE0" w:rsidRPr="00B17BE0">
        <w:rPr>
          <w:color w:val="000000" w:themeColor="text1"/>
        </w:rPr>
        <w:t xml:space="preserve"> </w:t>
      </w:r>
      <w:r w:rsidR="00994E90" w:rsidRPr="00B17BE0">
        <w:rPr>
          <w:color w:val="000000" w:themeColor="text1"/>
        </w:rPr>
        <w:t>Xây</w:t>
      </w:r>
      <w:r w:rsidR="00922EE0" w:rsidRPr="00B17BE0">
        <w:rPr>
          <w:color w:val="000000" w:themeColor="text1"/>
        </w:rPr>
        <w:t xml:space="preserve"> </w:t>
      </w:r>
      <w:r w:rsidR="00994E90" w:rsidRPr="00B17BE0">
        <w:rPr>
          <w:color w:val="000000" w:themeColor="text1"/>
        </w:rPr>
        <w:t>dựng</w:t>
      </w:r>
      <w:r w:rsidR="00922EE0" w:rsidRPr="00B17BE0">
        <w:rPr>
          <w:color w:val="000000" w:themeColor="text1"/>
        </w:rPr>
        <w:t xml:space="preserve"> </w:t>
      </w:r>
      <w:r w:rsidR="00994E90" w:rsidRPr="00B17BE0">
        <w:rPr>
          <w:color w:val="000000" w:themeColor="text1"/>
        </w:rPr>
        <w:t>Nguyễn</w:t>
      </w:r>
      <w:r w:rsidR="00922EE0" w:rsidRPr="00B17BE0">
        <w:rPr>
          <w:color w:val="000000" w:themeColor="text1"/>
        </w:rPr>
        <w:t xml:space="preserve"> </w:t>
      </w:r>
      <w:r w:rsidR="00994E90" w:rsidRPr="00B17BE0">
        <w:rPr>
          <w:color w:val="000000" w:themeColor="text1"/>
        </w:rPr>
        <w:t>Thanh</w:t>
      </w:r>
      <w:r w:rsidR="00922EE0" w:rsidRPr="00B17BE0">
        <w:rPr>
          <w:color w:val="000000" w:themeColor="text1"/>
        </w:rPr>
        <w:t xml:space="preserve"> </w:t>
      </w:r>
      <w:r w:rsidR="00994E90" w:rsidRPr="00B17BE0">
        <w:rPr>
          <w:color w:val="000000" w:themeColor="text1"/>
        </w:rPr>
        <w:t>Nghị</w:t>
      </w:r>
      <w:r w:rsidR="00F316B5" w:rsidRPr="00B17BE0">
        <w:rPr>
          <w:color w:val="000000" w:themeColor="text1"/>
        </w:rPr>
        <w:t>, Chủ tịch Ủy ban Quản lý vốn nhà nước tại doanh nghiệp Nguyễn Hoàng Anh</w:t>
      </w:r>
      <w:r w:rsidR="00922EE0" w:rsidRPr="00B17BE0">
        <w:rPr>
          <w:color w:val="000000" w:themeColor="text1"/>
        </w:rPr>
        <w:t xml:space="preserve"> </w:t>
      </w:r>
      <w:r w:rsidR="008345D1" w:rsidRPr="00B17BE0">
        <w:rPr>
          <w:color w:val="000000" w:themeColor="text1"/>
        </w:rPr>
        <w:t>và</w:t>
      </w:r>
      <w:r w:rsidR="00922EE0" w:rsidRPr="00B17BE0">
        <w:rPr>
          <w:color w:val="000000" w:themeColor="text1"/>
        </w:rPr>
        <w:t xml:space="preserve"> </w:t>
      </w:r>
      <w:r w:rsidR="008345D1" w:rsidRPr="00B17BE0">
        <w:rPr>
          <w:color w:val="000000" w:themeColor="text1"/>
        </w:rPr>
        <w:t>lãnh</w:t>
      </w:r>
      <w:r w:rsidR="00922EE0" w:rsidRPr="00B17BE0">
        <w:rPr>
          <w:color w:val="000000" w:themeColor="text1"/>
        </w:rPr>
        <w:t xml:space="preserve"> </w:t>
      </w:r>
      <w:r w:rsidR="008345D1" w:rsidRPr="00B17BE0">
        <w:rPr>
          <w:color w:val="000000" w:themeColor="text1"/>
        </w:rPr>
        <w:t>đạo</w:t>
      </w:r>
      <w:r w:rsidR="00922EE0" w:rsidRPr="00B17BE0">
        <w:rPr>
          <w:color w:val="000000" w:themeColor="text1"/>
        </w:rPr>
        <w:t xml:space="preserve"> </w:t>
      </w:r>
      <w:r w:rsidR="008345D1" w:rsidRPr="00B17BE0">
        <w:rPr>
          <w:color w:val="000000" w:themeColor="text1"/>
        </w:rPr>
        <w:t>các</w:t>
      </w:r>
      <w:r w:rsidR="00922EE0" w:rsidRPr="00B17BE0">
        <w:rPr>
          <w:color w:val="000000" w:themeColor="text1"/>
        </w:rPr>
        <w:t xml:space="preserve"> </w:t>
      </w:r>
      <w:r w:rsidR="008345D1" w:rsidRPr="00B17BE0">
        <w:rPr>
          <w:color w:val="000000" w:themeColor="text1"/>
        </w:rPr>
        <w:t>Bộ,</w:t>
      </w:r>
      <w:r w:rsidR="00922EE0" w:rsidRPr="00B17BE0">
        <w:rPr>
          <w:color w:val="000000" w:themeColor="text1"/>
        </w:rPr>
        <w:t xml:space="preserve"> </w:t>
      </w:r>
      <w:r w:rsidR="008345D1" w:rsidRPr="00B17BE0">
        <w:rPr>
          <w:color w:val="000000" w:themeColor="text1"/>
        </w:rPr>
        <w:t>cơ</w:t>
      </w:r>
      <w:r w:rsidR="00922EE0" w:rsidRPr="00B17BE0">
        <w:rPr>
          <w:color w:val="000000" w:themeColor="text1"/>
        </w:rPr>
        <w:t xml:space="preserve"> </w:t>
      </w:r>
      <w:r w:rsidR="008345D1" w:rsidRPr="00B17BE0">
        <w:rPr>
          <w:color w:val="000000" w:themeColor="text1"/>
        </w:rPr>
        <w:t>quan</w:t>
      </w:r>
      <w:r w:rsidR="00922EE0" w:rsidRPr="00B17BE0">
        <w:rPr>
          <w:color w:val="000000" w:themeColor="text1"/>
        </w:rPr>
        <w:t xml:space="preserve"> </w:t>
      </w:r>
      <w:r w:rsidR="008345D1" w:rsidRPr="00B17BE0">
        <w:rPr>
          <w:color w:val="000000" w:themeColor="text1"/>
        </w:rPr>
        <w:t>là</w:t>
      </w:r>
      <w:r w:rsidR="00922EE0" w:rsidRPr="00B17BE0">
        <w:rPr>
          <w:color w:val="000000" w:themeColor="text1"/>
        </w:rPr>
        <w:t xml:space="preserve"> </w:t>
      </w:r>
      <w:r w:rsidR="008345D1" w:rsidRPr="00B17BE0">
        <w:rPr>
          <w:color w:val="000000" w:themeColor="text1"/>
        </w:rPr>
        <w:t>Ủy</w:t>
      </w:r>
      <w:r w:rsidR="00922EE0" w:rsidRPr="00B17BE0">
        <w:rPr>
          <w:color w:val="000000" w:themeColor="text1"/>
        </w:rPr>
        <w:t xml:space="preserve"> </w:t>
      </w:r>
      <w:r w:rsidR="008345D1" w:rsidRPr="00B17BE0">
        <w:rPr>
          <w:color w:val="000000" w:themeColor="text1"/>
        </w:rPr>
        <w:t>viên</w:t>
      </w:r>
      <w:r w:rsidR="00922EE0" w:rsidRPr="00B17BE0">
        <w:rPr>
          <w:color w:val="000000" w:themeColor="text1"/>
        </w:rPr>
        <w:t xml:space="preserve"> </w:t>
      </w:r>
      <w:r w:rsidR="008345D1" w:rsidRPr="00B17BE0">
        <w:rPr>
          <w:color w:val="000000" w:themeColor="text1"/>
        </w:rPr>
        <w:t>Ban</w:t>
      </w:r>
      <w:r w:rsidR="00922EE0" w:rsidRPr="00B17BE0">
        <w:rPr>
          <w:color w:val="000000" w:themeColor="text1"/>
        </w:rPr>
        <w:t xml:space="preserve"> </w:t>
      </w:r>
      <w:r w:rsidR="00940D8F" w:rsidRPr="00B17BE0">
        <w:rPr>
          <w:color w:val="000000" w:themeColor="text1"/>
        </w:rPr>
        <w:t>C</w:t>
      </w:r>
      <w:r w:rsidR="008345D1" w:rsidRPr="00B17BE0">
        <w:rPr>
          <w:color w:val="000000" w:themeColor="text1"/>
        </w:rPr>
        <w:t>hỉ</w:t>
      </w:r>
      <w:r w:rsidR="00922EE0" w:rsidRPr="00B17BE0">
        <w:rPr>
          <w:color w:val="000000" w:themeColor="text1"/>
        </w:rPr>
        <w:t xml:space="preserve"> </w:t>
      </w:r>
      <w:r w:rsidR="008345D1" w:rsidRPr="00B17BE0">
        <w:rPr>
          <w:color w:val="000000" w:themeColor="text1"/>
        </w:rPr>
        <w:t>đạo:</w:t>
      </w:r>
      <w:r w:rsidR="00922EE0" w:rsidRPr="00B17BE0">
        <w:rPr>
          <w:color w:val="000000" w:themeColor="text1"/>
        </w:rPr>
        <w:t xml:space="preserve"> </w:t>
      </w:r>
      <w:r w:rsidR="00961E7D" w:rsidRPr="00B17BE0">
        <w:rPr>
          <w:color w:val="000000" w:themeColor="text1"/>
        </w:rPr>
        <w:t>Công</w:t>
      </w:r>
      <w:r w:rsidR="00922EE0" w:rsidRPr="00B17BE0">
        <w:rPr>
          <w:color w:val="000000" w:themeColor="text1"/>
        </w:rPr>
        <w:t xml:space="preserve"> </w:t>
      </w:r>
      <w:r w:rsidR="00961E7D" w:rsidRPr="00B17BE0">
        <w:rPr>
          <w:color w:val="000000" w:themeColor="text1"/>
        </w:rPr>
        <w:t>an,</w:t>
      </w:r>
      <w:r w:rsidR="00922EE0" w:rsidRPr="00B17BE0">
        <w:rPr>
          <w:color w:val="000000" w:themeColor="text1"/>
        </w:rPr>
        <w:t xml:space="preserve"> </w:t>
      </w:r>
      <w:r w:rsidR="007524B8" w:rsidRPr="00B17BE0">
        <w:rPr>
          <w:color w:val="000000" w:themeColor="text1"/>
          <w:lang w:val="vi-VN"/>
        </w:rPr>
        <w:t>Quốc</w:t>
      </w:r>
      <w:r w:rsidR="00922EE0" w:rsidRPr="00B17BE0">
        <w:rPr>
          <w:color w:val="000000" w:themeColor="text1"/>
          <w:lang w:val="vi-VN"/>
        </w:rPr>
        <w:t xml:space="preserve"> </w:t>
      </w:r>
      <w:r w:rsidR="007524B8" w:rsidRPr="00B17BE0">
        <w:rPr>
          <w:color w:val="000000" w:themeColor="text1"/>
          <w:lang w:val="vi-VN"/>
        </w:rPr>
        <w:t>phòng,</w:t>
      </w:r>
      <w:r w:rsidR="005E4890" w:rsidRPr="00B17BE0">
        <w:rPr>
          <w:color w:val="000000" w:themeColor="text1"/>
          <w:lang w:val="vi-VN"/>
        </w:rPr>
        <w:t xml:space="preserve"> Giao thông vận tải </w:t>
      </w:r>
      <w:r w:rsidR="008D0EA9" w:rsidRPr="00B17BE0">
        <w:rPr>
          <w:color w:val="000000" w:themeColor="text1"/>
          <w:lang w:val="vi-VN"/>
        </w:rPr>
        <w:t>(GTVT)</w:t>
      </w:r>
      <w:r w:rsidR="008D0EA9" w:rsidRPr="00B17BE0">
        <w:rPr>
          <w:color w:val="000000" w:themeColor="text1"/>
        </w:rPr>
        <w:t>, Kế hoạch và Đầu tư (KHĐT),</w:t>
      </w:r>
      <w:r w:rsidR="008D0EA9" w:rsidRPr="00B17BE0">
        <w:rPr>
          <w:color w:val="000000" w:themeColor="text1"/>
          <w:lang w:val="vi-VN"/>
        </w:rPr>
        <w:t xml:space="preserve"> </w:t>
      </w:r>
      <w:r w:rsidR="008D0EA9" w:rsidRPr="00B17BE0">
        <w:rPr>
          <w:color w:val="000000" w:themeColor="text1"/>
        </w:rPr>
        <w:t>Xây dựng, Tài chính, Công Thương, Tài nguyên và Môi trường (TNMT), Nông nghiệp và Phát triển nông thôn</w:t>
      </w:r>
      <w:r w:rsidR="00256A8F" w:rsidRPr="00B17BE0">
        <w:rPr>
          <w:color w:val="000000"/>
        </w:rPr>
        <w:t xml:space="preserve"> (NN&amp;PTNT)</w:t>
      </w:r>
      <w:r w:rsidR="008D0EA9" w:rsidRPr="00B17BE0">
        <w:rPr>
          <w:color w:val="000000" w:themeColor="text1"/>
        </w:rPr>
        <w:t>, Ngân hàng Nhà nước Việt Nam, Thanh tra Chính phủ, Kiểm toán Nhà nước</w:t>
      </w:r>
      <w:r w:rsidR="00473256" w:rsidRPr="00B17BE0">
        <w:rPr>
          <w:color w:val="000000" w:themeColor="text1"/>
        </w:rPr>
        <w:t>; các</w:t>
      </w:r>
      <w:r w:rsidR="004016F6" w:rsidRPr="00B17BE0">
        <w:rPr>
          <w:color w:val="000000" w:themeColor="text1"/>
        </w:rPr>
        <w:t xml:space="preserve"> Tập đoàn</w:t>
      </w:r>
      <w:r w:rsidR="00473256" w:rsidRPr="00B17BE0">
        <w:rPr>
          <w:color w:val="000000" w:themeColor="text1"/>
        </w:rPr>
        <w:t>, Tổng công ty:</w:t>
      </w:r>
      <w:r w:rsidR="004016F6" w:rsidRPr="00B17BE0">
        <w:rPr>
          <w:color w:val="000000" w:themeColor="text1"/>
        </w:rPr>
        <w:t xml:space="preserve"> Điện lực Việt Nam</w:t>
      </w:r>
      <w:r w:rsidR="00F972BF" w:rsidRPr="00B17BE0">
        <w:rPr>
          <w:color w:val="000000" w:themeColor="text1"/>
        </w:rPr>
        <w:t xml:space="preserve"> (EVN)</w:t>
      </w:r>
      <w:r w:rsidR="004016F6" w:rsidRPr="00B17BE0">
        <w:rPr>
          <w:color w:val="000000" w:themeColor="text1"/>
        </w:rPr>
        <w:t>,</w:t>
      </w:r>
      <w:r w:rsidR="00473256" w:rsidRPr="00B17BE0">
        <w:rPr>
          <w:color w:val="000000" w:themeColor="text1"/>
        </w:rPr>
        <w:t xml:space="preserve"> </w:t>
      </w:r>
      <w:r w:rsidR="004016F6" w:rsidRPr="00B17BE0">
        <w:rPr>
          <w:color w:val="000000" w:themeColor="text1"/>
        </w:rPr>
        <w:t>Cảng Hàng không Việt Nam</w:t>
      </w:r>
      <w:r w:rsidR="00F972BF" w:rsidRPr="00B17BE0">
        <w:rPr>
          <w:color w:val="000000" w:themeColor="text1"/>
        </w:rPr>
        <w:t xml:space="preserve"> (ACV)</w:t>
      </w:r>
      <w:r w:rsidR="00F668EB" w:rsidRPr="00B17BE0">
        <w:rPr>
          <w:color w:val="000000" w:themeColor="text1"/>
        </w:rPr>
        <w:t xml:space="preserve">, </w:t>
      </w:r>
      <w:r w:rsidR="00AE52E5" w:rsidRPr="00B17BE0">
        <w:rPr>
          <w:color w:val="000000" w:themeColor="text1"/>
        </w:rPr>
        <w:t xml:space="preserve">Quản lý bay Việt </w:t>
      </w:r>
      <w:r w:rsidR="00CA1A3B" w:rsidRPr="00B17BE0">
        <w:rPr>
          <w:color w:val="000000" w:themeColor="text1"/>
        </w:rPr>
        <w:t>N</w:t>
      </w:r>
      <w:r w:rsidR="00AE52E5" w:rsidRPr="00B17BE0">
        <w:rPr>
          <w:color w:val="000000" w:themeColor="text1"/>
        </w:rPr>
        <w:t>am</w:t>
      </w:r>
      <w:r w:rsidR="005D1DCD" w:rsidRPr="00B17BE0">
        <w:rPr>
          <w:color w:val="000000" w:themeColor="text1"/>
        </w:rPr>
        <w:t xml:space="preserve"> (VATM)</w:t>
      </w:r>
      <w:r w:rsidR="00AE52E5" w:rsidRPr="00B17BE0">
        <w:rPr>
          <w:color w:val="000000" w:themeColor="text1"/>
        </w:rPr>
        <w:t>, Đầu tư phát triển đường cao tốc Việt Nam</w:t>
      </w:r>
      <w:r w:rsidR="00F972BF" w:rsidRPr="00B17BE0">
        <w:rPr>
          <w:color w:val="000000" w:themeColor="text1"/>
        </w:rPr>
        <w:t xml:space="preserve"> (VEC)</w:t>
      </w:r>
      <w:r w:rsidR="00AE52E5" w:rsidRPr="00B17BE0">
        <w:rPr>
          <w:color w:val="000000" w:themeColor="text1"/>
        </w:rPr>
        <w:t xml:space="preserve"> </w:t>
      </w:r>
      <w:r w:rsidR="008D0EA9" w:rsidRPr="00B17BE0">
        <w:rPr>
          <w:color w:val="000000" w:themeColor="text1"/>
        </w:rPr>
        <w:t xml:space="preserve">và đại diện </w:t>
      </w:r>
      <w:r w:rsidR="008D0EA9" w:rsidRPr="00B17BE0">
        <w:rPr>
          <w:color w:val="000000" w:themeColor="text1"/>
          <w:lang w:val="vi-VN"/>
        </w:rPr>
        <w:t xml:space="preserve">các cơ quan, </w:t>
      </w:r>
      <w:r w:rsidR="008D0EA9" w:rsidRPr="00B17BE0">
        <w:rPr>
          <w:color w:val="000000" w:themeColor="text1"/>
        </w:rPr>
        <w:t>Ban Quản lý dự án</w:t>
      </w:r>
      <w:r w:rsidR="007C52BA" w:rsidRPr="00B17BE0">
        <w:rPr>
          <w:color w:val="000000" w:themeColor="text1"/>
        </w:rPr>
        <w:t xml:space="preserve"> (Ban QLDA)</w:t>
      </w:r>
      <w:r w:rsidR="008D0EA9" w:rsidRPr="00B17BE0">
        <w:rPr>
          <w:color w:val="000000" w:themeColor="text1"/>
        </w:rPr>
        <w:t>, Tư vấn và một số nhà thầu</w:t>
      </w:r>
      <w:r w:rsidR="00B21A51">
        <w:rPr>
          <w:color w:val="000000" w:themeColor="text1"/>
        </w:rPr>
        <w:t>.</w:t>
      </w:r>
      <w:r w:rsidR="008D0EA9" w:rsidRPr="00B17BE0">
        <w:rPr>
          <w:color w:val="000000" w:themeColor="text1"/>
        </w:rPr>
        <w:t xml:space="preserve"> </w:t>
      </w:r>
      <w:r w:rsidR="00B21A51">
        <w:rPr>
          <w:color w:val="000000" w:themeColor="text1"/>
        </w:rPr>
        <w:t>T</w:t>
      </w:r>
      <w:r w:rsidR="00B21A51" w:rsidRPr="00B17BE0">
        <w:rPr>
          <w:color w:val="000000" w:themeColor="text1"/>
        </w:rPr>
        <w:t xml:space="preserve">ại </w:t>
      </w:r>
      <w:r w:rsidR="008D0EA9" w:rsidRPr="00B17BE0">
        <w:rPr>
          <w:color w:val="000000" w:themeColor="text1"/>
        </w:rPr>
        <w:t>điểm cầu 4</w:t>
      </w:r>
      <w:r w:rsidR="0046596E" w:rsidRPr="00B17BE0">
        <w:rPr>
          <w:color w:val="000000" w:themeColor="text1"/>
        </w:rPr>
        <w:t>4</w:t>
      </w:r>
      <w:r w:rsidR="008D0EA9" w:rsidRPr="00B17BE0">
        <w:rPr>
          <w:color w:val="000000" w:themeColor="text1"/>
        </w:rPr>
        <w:t xml:space="preserve"> tỉnh, thành phố (Thành phố Hồ Chí Minh, Hà Nội, Đà Nẵng, Hải Phòng, Cần Thơ, Tuyên Quang, Hà Giang,</w:t>
      </w:r>
      <w:r w:rsidR="0046596E" w:rsidRPr="00B17BE0">
        <w:rPr>
          <w:color w:val="000000" w:themeColor="text1"/>
        </w:rPr>
        <w:t>Thái Nguyên,</w:t>
      </w:r>
      <w:r w:rsidR="008D0EA9" w:rsidRPr="00B17BE0">
        <w:rPr>
          <w:color w:val="000000" w:themeColor="text1"/>
        </w:rPr>
        <w:t xml:space="preserve"> Hòa Bình, Sơn La, Lạng Sơn, Cao Bằng, </w:t>
      </w:r>
      <w:r w:rsidR="0046596E" w:rsidRPr="00B17BE0">
        <w:rPr>
          <w:color w:val="000000" w:themeColor="text1"/>
        </w:rPr>
        <w:t xml:space="preserve">Hưng Yên, Bắc Ninh, </w:t>
      </w:r>
      <w:r w:rsidR="008D0EA9" w:rsidRPr="00B17BE0">
        <w:rPr>
          <w:color w:val="000000" w:themeColor="text1"/>
        </w:rPr>
        <w:t xml:space="preserve">Nam Định, Thái Bình, Ninh Bình, Hà Tĩnh, Quảng Bình, Quảng Trị, Quảng Ngãi, Bình Định, Phú Yên, Khánh Hòa, Đắk Lắk, Đắk Nông, Lâm Đồng, Bình Phước, Tây Ninh, Bình Dương, Đồng Nai, </w:t>
      </w:r>
      <w:r w:rsidR="0046596E" w:rsidRPr="00B17BE0">
        <w:rPr>
          <w:color w:val="000000" w:themeColor="text1"/>
        </w:rPr>
        <w:t xml:space="preserve">Long An, </w:t>
      </w:r>
      <w:r w:rsidR="008D0EA9" w:rsidRPr="00B17BE0">
        <w:rPr>
          <w:color w:val="000000" w:themeColor="text1"/>
        </w:rPr>
        <w:t xml:space="preserve">Bà Rịa - Vũng Tàu, Tiền Giang, Vĩnh Long, Đồng Tháp, Bạc Liêu, Kiên Giang, An Giang, Hậu Giang, Sóc Trăng, </w:t>
      </w:r>
      <w:r w:rsidR="0046596E" w:rsidRPr="00B17BE0">
        <w:rPr>
          <w:color w:val="000000" w:themeColor="text1"/>
        </w:rPr>
        <w:t xml:space="preserve">Bến Tre, </w:t>
      </w:r>
      <w:r w:rsidR="008D0EA9" w:rsidRPr="00B17BE0">
        <w:rPr>
          <w:color w:val="000000" w:themeColor="text1"/>
        </w:rPr>
        <w:t>Cà Mau, Trà Vinh) có các đồng chí lãnh đạo Ủy ban nhân dân (UBND) tỉnh, thành phố và đại diện các sở, ngành liên quan.</w:t>
      </w:r>
      <w:bookmarkEnd w:id="2"/>
    </w:p>
    <w:p w14:paraId="221F2FA9" w14:textId="2E1E175B" w:rsidR="00FA0F4F" w:rsidRPr="00B17BE0" w:rsidRDefault="00EF357F" w:rsidP="00316D91">
      <w:pPr>
        <w:widowControl w:val="0"/>
        <w:tabs>
          <w:tab w:val="num" w:pos="0"/>
        </w:tabs>
        <w:ind w:firstLine="720"/>
        <w:jc w:val="both"/>
        <w:rPr>
          <w:color w:val="000000" w:themeColor="text1"/>
        </w:rPr>
      </w:pPr>
      <w:r w:rsidRPr="00B17BE0">
        <w:rPr>
          <w:color w:val="000000" w:themeColor="text1"/>
          <w:lang w:val="vi-VN"/>
        </w:rPr>
        <w:t>Sau</w:t>
      </w:r>
      <w:r w:rsidR="00922EE0" w:rsidRPr="00B17BE0">
        <w:rPr>
          <w:color w:val="000000" w:themeColor="text1"/>
          <w:lang w:val="vi-VN"/>
        </w:rPr>
        <w:t xml:space="preserve"> </w:t>
      </w:r>
      <w:r w:rsidRPr="00B17BE0">
        <w:rPr>
          <w:color w:val="000000" w:themeColor="text1"/>
          <w:lang w:val="vi-VN"/>
        </w:rPr>
        <w:t>khi</w:t>
      </w:r>
      <w:r w:rsidR="00922EE0" w:rsidRPr="00B17BE0">
        <w:rPr>
          <w:color w:val="000000" w:themeColor="text1"/>
          <w:lang w:val="vi-VN"/>
        </w:rPr>
        <w:t xml:space="preserve"> </w:t>
      </w:r>
      <w:r w:rsidRPr="00B17BE0">
        <w:rPr>
          <w:color w:val="000000" w:themeColor="text1"/>
          <w:lang w:val="vi-VN"/>
        </w:rPr>
        <w:t>nghe</w:t>
      </w:r>
      <w:r w:rsidR="00922EE0" w:rsidRPr="00B17BE0">
        <w:rPr>
          <w:color w:val="000000" w:themeColor="text1"/>
        </w:rPr>
        <w:t xml:space="preserve"> </w:t>
      </w:r>
      <w:r w:rsidR="001C65FB" w:rsidRPr="00B17BE0">
        <w:rPr>
          <w:color w:val="000000" w:themeColor="text1"/>
        </w:rPr>
        <w:t>Bộ</w:t>
      </w:r>
      <w:r w:rsidR="00922EE0" w:rsidRPr="00B17BE0">
        <w:rPr>
          <w:color w:val="000000" w:themeColor="text1"/>
        </w:rPr>
        <w:t xml:space="preserve"> </w:t>
      </w:r>
      <w:r w:rsidR="008D0EA9" w:rsidRPr="00B17BE0">
        <w:rPr>
          <w:color w:val="000000" w:themeColor="text1"/>
        </w:rPr>
        <w:t xml:space="preserve">GTVT </w:t>
      </w:r>
      <w:r w:rsidRPr="00B17BE0">
        <w:rPr>
          <w:color w:val="000000" w:themeColor="text1"/>
          <w:lang w:val="vi-VN"/>
        </w:rPr>
        <w:t>(cơ</w:t>
      </w:r>
      <w:r w:rsidR="00922EE0" w:rsidRPr="00B17BE0">
        <w:rPr>
          <w:color w:val="000000" w:themeColor="text1"/>
          <w:lang w:val="vi-VN"/>
        </w:rPr>
        <w:t xml:space="preserve"> </w:t>
      </w:r>
      <w:r w:rsidRPr="00B17BE0">
        <w:rPr>
          <w:color w:val="000000" w:themeColor="text1"/>
          <w:lang w:val="vi-VN"/>
        </w:rPr>
        <w:t>quan</w:t>
      </w:r>
      <w:r w:rsidR="00922EE0" w:rsidRPr="00B17BE0">
        <w:rPr>
          <w:color w:val="000000" w:themeColor="text1"/>
          <w:lang w:val="vi-VN"/>
        </w:rPr>
        <w:t xml:space="preserve"> </w:t>
      </w:r>
      <w:r w:rsidRPr="00B17BE0">
        <w:rPr>
          <w:color w:val="000000" w:themeColor="text1"/>
          <w:lang w:val="vi-VN"/>
        </w:rPr>
        <w:t>Thường</w:t>
      </w:r>
      <w:r w:rsidR="00922EE0" w:rsidRPr="00B17BE0">
        <w:rPr>
          <w:color w:val="000000" w:themeColor="text1"/>
          <w:lang w:val="vi-VN"/>
        </w:rPr>
        <w:t xml:space="preserve"> </w:t>
      </w:r>
      <w:r w:rsidRPr="00B17BE0">
        <w:rPr>
          <w:color w:val="000000" w:themeColor="text1"/>
          <w:lang w:val="vi-VN"/>
        </w:rPr>
        <w:t>trực</w:t>
      </w:r>
      <w:r w:rsidR="00922EE0" w:rsidRPr="00B17BE0">
        <w:rPr>
          <w:color w:val="000000" w:themeColor="text1"/>
          <w:lang w:val="vi-VN"/>
        </w:rPr>
        <w:t xml:space="preserve"> </w:t>
      </w:r>
      <w:r w:rsidRPr="00B17BE0">
        <w:rPr>
          <w:color w:val="000000" w:themeColor="text1"/>
          <w:lang w:val="vi-VN"/>
        </w:rPr>
        <w:t>Ban</w:t>
      </w:r>
      <w:r w:rsidR="00922EE0" w:rsidRPr="00B17BE0">
        <w:rPr>
          <w:color w:val="000000" w:themeColor="text1"/>
          <w:lang w:val="vi-VN"/>
        </w:rPr>
        <w:t xml:space="preserve"> </w:t>
      </w:r>
      <w:r w:rsidR="00F4561B" w:rsidRPr="00B17BE0">
        <w:rPr>
          <w:color w:val="000000" w:themeColor="text1"/>
        </w:rPr>
        <w:t>C</w:t>
      </w:r>
      <w:r w:rsidR="00F4561B" w:rsidRPr="00B17BE0">
        <w:rPr>
          <w:color w:val="000000" w:themeColor="text1"/>
          <w:lang w:val="vi-VN"/>
        </w:rPr>
        <w:t>hỉ</w:t>
      </w:r>
      <w:r w:rsidR="00922EE0" w:rsidRPr="00B17BE0">
        <w:rPr>
          <w:color w:val="000000" w:themeColor="text1"/>
          <w:lang w:val="vi-VN"/>
        </w:rPr>
        <w:t xml:space="preserve"> </w:t>
      </w:r>
      <w:r w:rsidRPr="00B17BE0">
        <w:rPr>
          <w:color w:val="000000" w:themeColor="text1"/>
          <w:lang w:val="vi-VN"/>
        </w:rPr>
        <w:t>đạo)</w:t>
      </w:r>
      <w:r w:rsidR="00922EE0" w:rsidRPr="00B17BE0">
        <w:rPr>
          <w:color w:val="000000" w:themeColor="text1"/>
        </w:rPr>
        <w:t xml:space="preserve"> </w:t>
      </w:r>
      <w:r w:rsidR="00CF1A10" w:rsidRPr="00B17BE0">
        <w:rPr>
          <w:color w:val="000000" w:themeColor="text1"/>
        </w:rPr>
        <w:t>báo</w:t>
      </w:r>
      <w:r w:rsidR="00922EE0" w:rsidRPr="00B17BE0">
        <w:rPr>
          <w:color w:val="000000" w:themeColor="text1"/>
        </w:rPr>
        <w:t xml:space="preserve"> </w:t>
      </w:r>
      <w:r w:rsidR="00CF1A10" w:rsidRPr="00B17BE0">
        <w:rPr>
          <w:color w:val="000000" w:themeColor="text1"/>
        </w:rPr>
        <w:t>cáo</w:t>
      </w:r>
      <w:r w:rsidR="00922EE0" w:rsidRPr="00B17BE0">
        <w:rPr>
          <w:color w:val="000000" w:themeColor="text1"/>
        </w:rPr>
        <w:t xml:space="preserve"> </w:t>
      </w:r>
      <w:r w:rsidR="00684547" w:rsidRPr="00B17BE0">
        <w:rPr>
          <w:color w:val="000000" w:themeColor="text1"/>
        </w:rPr>
        <w:t>tổng</w:t>
      </w:r>
      <w:r w:rsidR="00922EE0" w:rsidRPr="00B17BE0">
        <w:rPr>
          <w:color w:val="000000" w:themeColor="text1"/>
        </w:rPr>
        <w:t xml:space="preserve"> </w:t>
      </w:r>
      <w:r w:rsidR="00684547" w:rsidRPr="00B17BE0">
        <w:rPr>
          <w:color w:val="000000" w:themeColor="text1"/>
        </w:rPr>
        <w:t>hợp</w:t>
      </w:r>
      <w:r w:rsidR="00922EE0" w:rsidRPr="00B17BE0">
        <w:rPr>
          <w:color w:val="000000" w:themeColor="text1"/>
        </w:rPr>
        <w:t xml:space="preserve"> </w:t>
      </w:r>
      <w:r w:rsidR="00684547" w:rsidRPr="00B17BE0">
        <w:rPr>
          <w:color w:val="000000" w:themeColor="text1"/>
        </w:rPr>
        <w:t>tình</w:t>
      </w:r>
      <w:r w:rsidR="00922EE0" w:rsidRPr="00B17BE0">
        <w:rPr>
          <w:color w:val="000000" w:themeColor="text1"/>
        </w:rPr>
        <w:t xml:space="preserve"> </w:t>
      </w:r>
      <w:r w:rsidR="00684547" w:rsidRPr="00B17BE0">
        <w:rPr>
          <w:color w:val="000000" w:themeColor="text1"/>
        </w:rPr>
        <w:t>hình</w:t>
      </w:r>
      <w:r w:rsidR="00922EE0" w:rsidRPr="00B17BE0">
        <w:rPr>
          <w:color w:val="000000" w:themeColor="text1"/>
        </w:rPr>
        <w:t xml:space="preserve"> </w:t>
      </w:r>
      <w:r w:rsidR="00684547" w:rsidRPr="00B17BE0">
        <w:rPr>
          <w:color w:val="000000" w:themeColor="text1"/>
        </w:rPr>
        <w:t>triển</w:t>
      </w:r>
      <w:r w:rsidR="00922EE0" w:rsidRPr="00B17BE0">
        <w:rPr>
          <w:color w:val="000000" w:themeColor="text1"/>
        </w:rPr>
        <w:t xml:space="preserve"> </w:t>
      </w:r>
      <w:r w:rsidR="00684547" w:rsidRPr="00B17BE0">
        <w:rPr>
          <w:color w:val="000000" w:themeColor="text1"/>
        </w:rPr>
        <w:t>khai</w:t>
      </w:r>
      <w:r w:rsidR="00922EE0" w:rsidRPr="00B17BE0">
        <w:rPr>
          <w:color w:val="000000" w:themeColor="text1"/>
        </w:rPr>
        <w:t xml:space="preserve"> </w:t>
      </w:r>
      <w:r w:rsidR="00684547" w:rsidRPr="00B17BE0">
        <w:rPr>
          <w:color w:val="000000" w:themeColor="text1"/>
        </w:rPr>
        <w:t>các</w:t>
      </w:r>
      <w:r w:rsidR="00922EE0" w:rsidRPr="00B17BE0">
        <w:rPr>
          <w:color w:val="000000" w:themeColor="text1"/>
        </w:rPr>
        <w:t xml:space="preserve"> </w:t>
      </w:r>
      <w:r w:rsidR="00684547" w:rsidRPr="00B17BE0">
        <w:rPr>
          <w:color w:val="000000" w:themeColor="text1"/>
        </w:rPr>
        <w:t>công</w:t>
      </w:r>
      <w:r w:rsidR="00922EE0" w:rsidRPr="00B17BE0">
        <w:rPr>
          <w:color w:val="000000" w:themeColor="text1"/>
        </w:rPr>
        <w:t xml:space="preserve"> </w:t>
      </w:r>
      <w:r w:rsidR="00684547" w:rsidRPr="00B17BE0">
        <w:rPr>
          <w:color w:val="000000" w:themeColor="text1"/>
        </w:rPr>
        <w:t>trình,</w:t>
      </w:r>
      <w:r w:rsidR="00922EE0" w:rsidRPr="00B17BE0">
        <w:rPr>
          <w:color w:val="000000" w:themeColor="text1"/>
        </w:rPr>
        <w:t xml:space="preserve"> </w:t>
      </w:r>
      <w:r w:rsidR="00684547" w:rsidRPr="00B17BE0">
        <w:rPr>
          <w:color w:val="000000" w:themeColor="text1"/>
        </w:rPr>
        <w:t>dự</w:t>
      </w:r>
      <w:r w:rsidR="00922EE0" w:rsidRPr="00B17BE0">
        <w:rPr>
          <w:color w:val="000000" w:themeColor="text1"/>
        </w:rPr>
        <w:t xml:space="preserve"> </w:t>
      </w:r>
      <w:r w:rsidR="00684547" w:rsidRPr="00B17BE0">
        <w:rPr>
          <w:color w:val="000000" w:themeColor="text1"/>
        </w:rPr>
        <w:t>án</w:t>
      </w:r>
      <w:r w:rsidR="00B21A51">
        <w:rPr>
          <w:color w:val="000000" w:themeColor="text1"/>
        </w:rPr>
        <w:t>;</w:t>
      </w:r>
      <w:r w:rsidR="00B21A51" w:rsidRPr="00B17BE0">
        <w:rPr>
          <w:color w:val="000000" w:themeColor="text1"/>
        </w:rPr>
        <w:t xml:space="preserve"> </w:t>
      </w:r>
      <w:r w:rsidR="00577BAB" w:rsidRPr="00B17BE0">
        <w:rPr>
          <w:color w:val="000000" w:themeColor="text1"/>
        </w:rPr>
        <w:t>báo</w:t>
      </w:r>
      <w:r w:rsidR="00922EE0" w:rsidRPr="00B17BE0">
        <w:rPr>
          <w:color w:val="000000" w:themeColor="text1"/>
        </w:rPr>
        <w:t xml:space="preserve"> </w:t>
      </w:r>
      <w:r w:rsidR="00577BAB" w:rsidRPr="00B17BE0">
        <w:rPr>
          <w:color w:val="000000" w:themeColor="text1"/>
        </w:rPr>
        <w:t>cáo</w:t>
      </w:r>
      <w:r w:rsidR="00922EE0" w:rsidRPr="00B17BE0">
        <w:rPr>
          <w:color w:val="000000" w:themeColor="text1"/>
        </w:rPr>
        <w:t xml:space="preserve"> </w:t>
      </w:r>
      <w:r w:rsidR="00577BAB" w:rsidRPr="00B17BE0">
        <w:rPr>
          <w:color w:val="000000" w:themeColor="text1"/>
        </w:rPr>
        <w:t>của</w:t>
      </w:r>
      <w:r w:rsidR="00922EE0" w:rsidRPr="00B17BE0">
        <w:rPr>
          <w:color w:val="000000" w:themeColor="text1"/>
        </w:rPr>
        <w:t xml:space="preserve"> </w:t>
      </w:r>
      <w:r w:rsidR="00B55346" w:rsidRPr="00B17BE0">
        <w:rPr>
          <w:color w:val="000000" w:themeColor="text1"/>
        </w:rPr>
        <w:t>một</w:t>
      </w:r>
      <w:r w:rsidR="00922EE0" w:rsidRPr="00B17BE0">
        <w:rPr>
          <w:color w:val="000000" w:themeColor="text1"/>
        </w:rPr>
        <w:t xml:space="preserve"> </w:t>
      </w:r>
      <w:r w:rsidR="00B55346" w:rsidRPr="00B17BE0">
        <w:rPr>
          <w:color w:val="000000" w:themeColor="text1"/>
        </w:rPr>
        <w:t>số</w:t>
      </w:r>
      <w:r w:rsidR="00922EE0" w:rsidRPr="00B17BE0">
        <w:rPr>
          <w:color w:val="000000" w:themeColor="text1"/>
        </w:rPr>
        <w:t xml:space="preserve"> </w:t>
      </w:r>
      <w:r w:rsidR="00B55346" w:rsidRPr="00B17BE0">
        <w:rPr>
          <w:color w:val="000000" w:themeColor="text1"/>
        </w:rPr>
        <w:t>cơ</w:t>
      </w:r>
      <w:r w:rsidR="00922EE0" w:rsidRPr="00B17BE0">
        <w:rPr>
          <w:color w:val="000000" w:themeColor="text1"/>
        </w:rPr>
        <w:t xml:space="preserve"> </w:t>
      </w:r>
      <w:r w:rsidR="00B55346" w:rsidRPr="00B17BE0">
        <w:rPr>
          <w:color w:val="000000" w:themeColor="text1"/>
        </w:rPr>
        <w:t>quan,</w:t>
      </w:r>
      <w:r w:rsidR="00922EE0" w:rsidRPr="00B17BE0">
        <w:rPr>
          <w:color w:val="000000" w:themeColor="text1"/>
        </w:rPr>
        <w:t xml:space="preserve"> </w:t>
      </w:r>
      <w:r w:rsidR="00B55346" w:rsidRPr="00B17BE0">
        <w:rPr>
          <w:color w:val="000000" w:themeColor="text1"/>
        </w:rPr>
        <w:t>đơn</w:t>
      </w:r>
      <w:r w:rsidR="00922EE0" w:rsidRPr="00B17BE0">
        <w:rPr>
          <w:color w:val="000000" w:themeColor="text1"/>
        </w:rPr>
        <w:t xml:space="preserve"> </w:t>
      </w:r>
      <w:r w:rsidR="00B55346" w:rsidRPr="00B17BE0">
        <w:rPr>
          <w:color w:val="000000" w:themeColor="text1"/>
        </w:rPr>
        <w:t>vị</w:t>
      </w:r>
      <w:r w:rsidR="00B21A51">
        <w:rPr>
          <w:color w:val="000000" w:themeColor="text1"/>
        </w:rPr>
        <w:t>;</w:t>
      </w:r>
      <w:r w:rsidR="00B21A51" w:rsidRPr="00B17BE0">
        <w:rPr>
          <w:color w:val="000000" w:themeColor="text1"/>
        </w:rPr>
        <w:t xml:space="preserve"> </w:t>
      </w:r>
      <w:r w:rsidR="00CF1A10" w:rsidRPr="00B17BE0">
        <w:rPr>
          <w:color w:val="000000" w:themeColor="text1"/>
        </w:rPr>
        <w:t>ý</w:t>
      </w:r>
      <w:r w:rsidR="00922EE0" w:rsidRPr="00B17BE0">
        <w:rPr>
          <w:color w:val="000000" w:themeColor="text1"/>
        </w:rPr>
        <w:t xml:space="preserve"> </w:t>
      </w:r>
      <w:r w:rsidR="00CF1A10" w:rsidRPr="00B17BE0">
        <w:rPr>
          <w:color w:val="000000" w:themeColor="text1"/>
        </w:rPr>
        <w:t>kiến</w:t>
      </w:r>
      <w:r w:rsidR="00922EE0" w:rsidRPr="00B17BE0">
        <w:rPr>
          <w:color w:val="000000" w:themeColor="text1"/>
        </w:rPr>
        <w:t xml:space="preserve"> </w:t>
      </w:r>
      <w:r w:rsidR="000D0044" w:rsidRPr="00B17BE0">
        <w:rPr>
          <w:color w:val="000000" w:themeColor="text1"/>
        </w:rPr>
        <w:t>thảo</w:t>
      </w:r>
      <w:r w:rsidR="00922EE0" w:rsidRPr="00B17BE0">
        <w:rPr>
          <w:color w:val="000000" w:themeColor="text1"/>
        </w:rPr>
        <w:t xml:space="preserve"> </w:t>
      </w:r>
      <w:r w:rsidR="000D0044" w:rsidRPr="00B17BE0">
        <w:rPr>
          <w:color w:val="000000" w:themeColor="text1"/>
        </w:rPr>
        <w:t>luận</w:t>
      </w:r>
      <w:r w:rsidR="00922EE0" w:rsidRPr="00B17BE0">
        <w:rPr>
          <w:color w:val="000000" w:themeColor="text1"/>
        </w:rPr>
        <w:t xml:space="preserve"> </w:t>
      </w:r>
      <w:r w:rsidR="00122D4F" w:rsidRPr="00B17BE0">
        <w:rPr>
          <w:color w:val="000000" w:themeColor="text1"/>
        </w:rPr>
        <w:t>của</w:t>
      </w:r>
      <w:r w:rsidR="00922EE0" w:rsidRPr="00B17BE0">
        <w:rPr>
          <w:color w:val="000000" w:themeColor="text1"/>
        </w:rPr>
        <w:t xml:space="preserve"> </w:t>
      </w:r>
      <w:r w:rsidR="00122D4F" w:rsidRPr="00B17BE0">
        <w:rPr>
          <w:color w:val="000000" w:themeColor="text1"/>
        </w:rPr>
        <w:t>các</w:t>
      </w:r>
      <w:r w:rsidR="00922EE0" w:rsidRPr="00B17BE0">
        <w:rPr>
          <w:color w:val="000000" w:themeColor="text1"/>
        </w:rPr>
        <w:t xml:space="preserve"> </w:t>
      </w:r>
      <w:r w:rsidR="00122D4F" w:rsidRPr="00B17BE0">
        <w:rPr>
          <w:color w:val="000000" w:themeColor="text1"/>
        </w:rPr>
        <w:t>đồng</w:t>
      </w:r>
      <w:r w:rsidR="00922EE0" w:rsidRPr="00B17BE0">
        <w:rPr>
          <w:color w:val="000000" w:themeColor="text1"/>
        </w:rPr>
        <w:t xml:space="preserve"> </w:t>
      </w:r>
      <w:r w:rsidR="00122D4F" w:rsidRPr="00B17BE0">
        <w:rPr>
          <w:color w:val="000000" w:themeColor="text1"/>
        </w:rPr>
        <w:t>chí</w:t>
      </w:r>
      <w:r w:rsidR="00922EE0" w:rsidRPr="00B17BE0">
        <w:rPr>
          <w:color w:val="000000" w:themeColor="text1"/>
        </w:rPr>
        <w:t xml:space="preserve"> </w:t>
      </w:r>
      <w:r w:rsidR="00B55346" w:rsidRPr="00B17BE0">
        <w:rPr>
          <w:color w:val="000000" w:themeColor="text1"/>
        </w:rPr>
        <w:t>thành</w:t>
      </w:r>
      <w:r w:rsidR="00922EE0" w:rsidRPr="00B17BE0">
        <w:rPr>
          <w:color w:val="000000" w:themeColor="text1"/>
        </w:rPr>
        <w:t xml:space="preserve"> </w:t>
      </w:r>
      <w:r w:rsidR="00B55346" w:rsidRPr="00B17BE0">
        <w:rPr>
          <w:color w:val="000000" w:themeColor="text1"/>
        </w:rPr>
        <w:t>viên</w:t>
      </w:r>
      <w:r w:rsidR="00922EE0" w:rsidRPr="00B17BE0">
        <w:rPr>
          <w:color w:val="000000" w:themeColor="text1"/>
        </w:rPr>
        <w:t xml:space="preserve"> </w:t>
      </w:r>
      <w:r w:rsidR="00B55346" w:rsidRPr="00B17BE0">
        <w:rPr>
          <w:color w:val="000000" w:themeColor="text1"/>
        </w:rPr>
        <w:t>Ban</w:t>
      </w:r>
      <w:r w:rsidR="00922EE0" w:rsidRPr="00B17BE0">
        <w:rPr>
          <w:color w:val="000000" w:themeColor="text1"/>
        </w:rPr>
        <w:t xml:space="preserve"> </w:t>
      </w:r>
      <w:r w:rsidR="00F4561B" w:rsidRPr="00B17BE0">
        <w:rPr>
          <w:color w:val="000000" w:themeColor="text1"/>
        </w:rPr>
        <w:t>Chỉ</w:t>
      </w:r>
      <w:r w:rsidR="00922EE0" w:rsidRPr="00B17BE0">
        <w:rPr>
          <w:color w:val="000000" w:themeColor="text1"/>
        </w:rPr>
        <w:t xml:space="preserve"> </w:t>
      </w:r>
      <w:r w:rsidR="00961E7D" w:rsidRPr="00B17BE0">
        <w:rPr>
          <w:color w:val="000000" w:themeColor="text1"/>
        </w:rPr>
        <w:t>đạo</w:t>
      </w:r>
      <w:r w:rsidR="00994E90" w:rsidRPr="00B17BE0">
        <w:rPr>
          <w:color w:val="000000" w:themeColor="text1"/>
        </w:rPr>
        <w:t>,</w:t>
      </w:r>
      <w:r w:rsidR="00922EE0" w:rsidRPr="00B17BE0">
        <w:rPr>
          <w:color w:val="000000" w:themeColor="text1"/>
        </w:rPr>
        <w:t xml:space="preserve"> </w:t>
      </w:r>
      <w:r w:rsidR="006A1119" w:rsidRPr="00B17BE0">
        <w:rPr>
          <w:color w:val="000000" w:themeColor="text1"/>
        </w:rPr>
        <w:t>Thủ</w:t>
      </w:r>
      <w:r w:rsidR="00922EE0" w:rsidRPr="00B17BE0">
        <w:rPr>
          <w:color w:val="000000" w:themeColor="text1"/>
        </w:rPr>
        <w:t xml:space="preserve"> </w:t>
      </w:r>
      <w:r w:rsidR="006A1119" w:rsidRPr="00B17BE0">
        <w:rPr>
          <w:color w:val="000000" w:themeColor="text1"/>
        </w:rPr>
        <w:t>tướng</w:t>
      </w:r>
      <w:r w:rsidR="00922EE0" w:rsidRPr="00B17BE0">
        <w:rPr>
          <w:color w:val="000000" w:themeColor="text1"/>
        </w:rPr>
        <w:t xml:space="preserve"> </w:t>
      </w:r>
      <w:r w:rsidR="006A1119" w:rsidRPr="00B17BE0">
        <w:rPr>
          <w:color w:val="000000" w:themeColor="text1"/>
        </w:rPr>
        <w:t>Chính</w:t>
      </w:r>
      <w:r w:rsidR="00922EE0" w:rsidRPr="00B17BE0">
        <w:rPr>
          <w:color w:val="000000" w:themeColor="text1"/>
        </w:rPr>
        <w:t xml:space="preserve"> </w:t>
      </w:r>
      <w:r w:rsidR="006A1119" w:rsidRPr="00B17BE0">
        <w:rPr>
          <w:color w:val="000000" w:themeColor="text1"/>
        </w:rPr>
        <w:t>phủ</w:t>
      </w:r>
      <w:r w:rsidR="00922EE0" w:rsidRPr="00B17BE0">
        <w:rPr>
          <w:color w:val="000000" w:themeColor="text1"/>
        </w:rPr>
        <w:t xml:space="preserve"> </w:t>
      </w:r>
      <w:r w:rsidR="00CF1A10" w:rsidRPr="00B17BE0">
        <w:rPr>
          <w:color w:val="000000" w:themeColor="text1"/>
        </w:rPr>
        <w:t>Phạm</w:t>
      </w:r>
      <w:r w:rsidR="00922EE0" w:rsidRPr="00B17BE0">
        <w:rPr>
          <w:color w:val="000000" w:themeColor="text1"/>
        </w:rPr>
        <w:t xml:space="preserve"> </w:t>
      </w:r>
      <w:r w:rsidR="00CF1A10" w:rsidRPr="00B17BE0">
        <w:rPr>
          <w:color w:val="000000" w:themeColor="text1"/>
        </w:rPr>
        <w:t>Minh</w:t>
      </w:r>
      <w:r w:rsidR="00922EE0" w:rsidRPr="00B17BE0">
        <w:rPr>
          <w:color w:val="000000" w:themeColor="text1"/>
        </w:rPr>
        <w:t xml:space="preserve"> </w:t>
      </w:r>
      <w:r w:rsidR="00CF1A10" w:rsidRPr="00B17BE0">
        <w:rPr>
          <w:color w:val="000000" w:themeColor="text1"/>
        </w:rPr>
        <w:t>Chính</w:t>
      </w:r>
      <w:r w:rsidR="00D21AFD" w:rsidRPr="00B17BE0">
        <w:rPr>
          <w:color w:val="000000" w:themeColor="text1"/>
        </w:rPr>
        <w:t>,</w:t>
      </w:r>
      <w:r w:rsidR="00922EE0" w:rsidRPr="00B17BE0">
        <w:rPr>
          <w:color w:val="000000" w:themeColor="text1"/>
        </w:rPr>
        <w:t xml:space="preserve"> </w:t>
      </w:r>
      <w:r w:rsidR="00D21AFD" w:rsidRPr="00B17BE0">
        <w:rPr>
          <w:color w:val="000000" w:themeColor="text1"/>
        </w:rPr>
        <w:t>Trưởng</w:t>
      </w:r>
      <w:r w:rsidR="00922EE0" w:rsidRPr="00B17BE0">
        <w:rPr>
          <w:color w:val="000000" w:themeColor="text1"/>
        </w:rPr>
        <w:t xml:space="preserve"> </w:t>
      </w:r>
      <w:r w:rsidR="00D21AFD" w:rsidRPr="00B17BE0">
        <w:rPr>
          <w:color w:val="000000" w:themeColor="text1"/>
        </w:rPr>
        <w:t>Ban</w:t>
      </w:r>
      <w:r w:rsidR="00922EE0" w:rsidRPr="00B17BE0">
        <w:rPr>
          <w:color w:val="000000" w:themeColor="text1"/>
        </w:rPr>
        <w:t xml:space="preserve"> </w:t>
      </w:r>
      <w:r w:rsidR="00D21AFD" w:rsidRPr="00B17BE0">
        <w:rPr>
          <w:color w:val="000000" w:themeColor="text1"/>
        </w:rPr>
        <w:t>Chỉ</w:t>
      </w:r>
      <w:r w:rsidR="00922EE0" w:rsidRPr="00B17BE0">
        <w:rPr>
          <w:color w:val="000000" w:themeColor="text1"/>
        </w:rPr>
        <w:t xml:space="preserve"> </w:t>
      </w:r>
      <w:r w:rsidR="00D21AFD" w:rsidRPr="00B17BE0">
        <w:rPr>
          <w:color w:val="000000" w:themeColor="text1"/>
        </w:rPr>
        <w:t>đạo</w:t>
      </w:r>
      <w:r w:rsidR="00922EE0" w:rsidRPr="00B17BE0">
        <w:rPr>
          <w:color w:val="000000" w:themeColor="text1"/>
          <w:lang w:val="vi-VN"/>
        </w:rPr>
        <w:t xml:space="preserve"> </w:t>
      </w:r>
      <w:r w:rsidR="007F2B6A" w:rsidRPr="00B17BE0">
        <w:rPr>
          <w:color w:val="000000" w:themeColor="text1"/>
        </w:rPr>
        <w:t>kết</w:t>
      </w:r>
      <w:r w:rsidR="00922EE0" w:rsidRPr="00B17BE0">
        <w:rPr>
          <w:color w:val="000000" w:themeColor="text1"/>
        </w:rPr>
        <w:t xml:space="preserve"> </w:t>
      </w:r>
      <w:r w:rsidR="007F2B6A" w:rsidRPr="00B17BE0">
        <w:rPr>
          <w:color w:val="000000" w:themeColor="text1"/>
        </w:rPr>
        <w:t>luận</w:t>
      </w:r>
      <w:r w:rsidR="00922EE0" w:rsidRPr="00B17BE0">
        <w:rPr>
          <w:color w:val="000000" w:themeColor="text1"/>
        </w:rPr>
        <w:t xml:space="preserve"> </w:t>
      </w:r>
      <w:r w:rsidR="007F2B6A" w:rsidRPr="00B17BE0">
        <w:rPr>
          <w:color w:val="000000" w:themeColor="text1"/>
        </w:rPr>
        <w:t>như</w:t>
      </w:r>
      <w:r w:rsidR="00922EE0" w:rsidRPr="00B17BE0">
        <w:rPr>
          <w:color w:val="000000" w:themeColor="text1"/>
        </w:rPr>
        <w:t xml:space="preserve"> </w:t>
      </w:r>
      <w:r w:rsidR="007F2B6A" w:rsidRPr="00B17BE0">
        <w:rPr>
          <w:color w:val="000000" w:themeColor="text1"/>
        </w:rPr>
        <w:t>sau:</w:t>
      </w:r>
    </w:p>
    <w:p w14:paraId="6861ECBA" w14:textId="7DB0E4F3" w:rsidR="00EF357F" w:rsidRPr="00B17BE0" w:rsidRDefault="0084733C" w:rsidP="00316D91">
      <w:pPr>
        <w:tabs>
          <w:tab w:val="num" w:pos="0"/>
        </w:tabs>
        <w:ind w:firstLine="720"/>
        <w:jc w:val="both"/>
        <w:rPr>
          <w:b/>
          <w:bCs/>
          <w:color w:val="000000" w:themeColor="text1"/>
          <w:lang w:val="vi-VN"/>
        </w:rPr>
      </w:pPr>
      <w:r w:rsidRPr="00B17BE0">
        <w:rPr>
          <w:b/>
          <w:bCs/>
          <w:color w:val="000000" w:themeColor="text1"/>
        </w:rPr>
        <w:t>I.</w:t>
      </w:r>
      <w:r w:rsidR="00922EE0" w:rsidRPr="00B17BE0">
        <w:rPr>
          <w:b/>
          <w:bCs/>
          <w:color w:val="000000" w:themeColor="text1"/>
          <w:lang w:val="vi-VN"/>
        </w:rPr>
        <w:t xml:space="preserve"> </w:t>
      </w:r>
      <w:r w:rsidR="00016CFB" w:rsidRPr="00B17BE0">
        <w:rPr>
          <w:b/>
          <w:bCs/>
          <w:color w:val="000000" w:themeColor="text1"/>
          <w:lang w:val="vi-VN"/>
        </w:rPr>
        <w:t>ĐÁNH</w:t>
      </w:r>
      <w:r w:rsidR="00922EE0" w:rsidRPr="00B17BE0">
        <w:rPr>
          <w:b/>
          <w:bCs/>
          <w:color w:val="000000" w:themeColor="text1"/>
          <w:lang w:val="vi-VN"/>
        </w:rPr>
        <w:t xml:space="preserve"> </w:t>
      </w:r>
      <w:r w:rsidR="00016CFB" w:rsidRPr="00B17BE0">
        <w:rPr>
          <w:b/>
          <w:bCs/>
          <w:color w:val="000000" w:themeColor="text1"/>
          <w:lang w:val="vi-VN"/>
        </w:rPr>
        <w:t>GIÁ</w:t>
      </w:r>
      <w:r w:rsidR="00922EE0" w:rsidRPr="00B17BE0">
        <w:rPr>
          <w:b/>
          <w:bCs/>
          <w:color w:val="000000" w:themeColor="text1"/>
          <w:lang w:val="vi-VN"/>
        </w:rPr>
        <w:t xml:space="preserve"> </w:t>
      </w:r>
      <w:r w:rsidR="00016CFB" w:rsidRPr="00B17BE0">
        <w:rPr>
          <w:b/>
          <w:bCs/>
          <w:color w:val="000000" w:themeColor="text1"/>
          <w:lang w:val="vi-VN"/>
        </w:rPr>
        <w:t>CHUNG</w:t>
      </w:r>
    </w:p>
    <w:p w14:paraId="78EE53D8" w14:textId="0E3D41F3" w:rsidR="00E02F14" w:rsidRPr="00B17BE0" w:rsidRDefault="00F538E0" w:rsidP="00316D91">
      <w:pPr>
        <w:widowControl w:val="0"/>
        <w:tabs>
          <w:tab w:val="left" w:pos="3978"/>
        </w:tabs>
        <w:ind w:right="2" w:firstLine="720"/>
        <w:jc w:val="both"/>
      </w:pPr>
      <w:r w:rsidRPr="00B17BE0">
        <w:rPr>
          <w:color w:val="000000"/>
        </w:rPr>
        <w:t xml:space="preserve">Đánh giá cao sự chuẩn bị báo cáo, tài liệu của Bộ GTVT (cơ quan Thường trực Ban </w:t>
      </w:r>
      <w:r w:rsidR="00CC2A2A">
        <w:rPr>
          <w:color w:val="000000"/>
        </w:rPr>
        <w:t>C</w:t>
      </w:r>
      <w:r w:rsidRPr="00B17BE0">
        <w:rPr>
          <w:color w:val="000000"/>
        </w:rPr>
        <w:t xml:space="preserve">hỉ đạo). Sau </w:t>
      </w:r>
      <w:r w:rsidR="00E02F14" w:rsidRPr="00B17BE0">
        <w:rPr>
          <w:color w:val="000000"/>
        </w:rPr>
        <w:t>phiên họp thứ 12</w:t>
      </w:r>
      <w:r w:rsidRPr="00B17BE0">
        <w:rPr>
          <w:color w:val="000000"/>
        </w:rPr>
        <w:t xml:space="preserve"> của Ban </w:t>
      </w:r>
      <w:r w:rsidR="005620E3" w:rsidRPr="00B17BE0">
        <w:rPr>
          <w:color w:val="000000"/>
        </w:rPr>
        <w:t>C</w:t>
      </w:r>
      <w:r w:rsidRPr="00B17BE0">
        <w:rPr>
          <w:color w:val="000000"/>
        </w:rPr>
        <w:t>hỉ đạo</w:t>
      </w:r>
      <w:r w:rsidR="00E02F14" w:rsidRPr="00B17BE0">
        <w:rPr>
          <w:color w:val="000000"/>
        </w:rPr>
        <w:t>, các bộ, ngành và các địa phương đã nỗ lực cố gắng trong triển khai các nhiệm vụ</w:t>
      </w:r>
      <w:r w:rsidR="005620E3" w:rsidRPr="00B17BE0">
        <w:rPr>
          <w:color w:val="000000"/>
        </w:rPr>
        <w:t xml:space="preserve">, </w:t>
      </w:r>
      <w:r w:rsidR="00E02F14" w:rsidRPr="00B17BE0">
        <w:rPr>
          <w:color w:val="000000"/>
        </w:rPr>
        <w:t>tập trung vào công tác chuẩn bị đầu tư và thực hiện đầu tư, trong đó điển hình là</w:t>
      </w:r>
      <w:r w:rsidR="00E02F14" w:rsidRPr="00B17BE0">
        <w:t xml:space="preserve">: </w:t>
      </w:r>
      <w:r w:rsidR="00E02F14" w:rsidRPr="00B17BE0">
        <w:rPr>
          <w:b/>
        </w:rPr>
        <w:t>(1)</w:t>
      </w:r>
      <w:r w:rsidR="00E02F14" w:rsidRPr="00B17BE0">
        <w:t xml:space="preserve"> </w:t>
      </w:r>
      <w:r w:rsidR="005620E3" w:rsidRPr="00B17BE0">
        <w:t xml:space="preserve">Thành phố </w:t>
      </w:r>
      <w:r w:rsidR="00E02F14" w:rsidRPr="00B17BE0">
        <w:t>Hà Nội hoàn thành công tác nghiệm thu đoạn trên cao</w:t>
      </w:r>
      <w:r w:rsidR="00CC2A2A">
        <w:t xml:space="preserve"> đường sắt đô thị</w:t>
      </w:r>
      <w:r w:rsidR="00E02F14" w:rsidRPr="00B17BE0">
        <w:t xml:space="preserve"> Nhổn - Ga Hà Nội và đưa vào khai thác tạo được sự phấn khởi</w:t>
      </w:r>
      <w:r w:rsidR="00B21A51">
        <w:t>,</w:t>
      </w:r>
      <w:r w:rsidR="00E02F14" w:rsidRPr="00B17BE0">
        <w:t xml:space="preserve"> tin tưởng trong các tầng lớp nhân </w:t>
      </w:r>
      <w:r w:rsidR="00E02F14" w:rsidRPr="00B17BE0">
        <w:lastRenderedPageBreak/>
        <w:t xml:space="preserve">dân; </w:t>
      </w:r>
      <w:r w:rsidR="00E02F14" w:rsidRPr="00B17BE0">
        <w:rPr>
          <w:b/>
        </w:rPr>
        <w:t>(2)</w:t>
      </w:r>
      <w:r w:rsidR="00E02F14" w:rsidRPr="00B17BE0">
        <w:t xml:space="preserve"> Bộ GTVT trình và được Quốc hội thông qua chủ trương đầu tư dự án Gia Nghĩa - Chơn Thành; đã báo cáo Chính phủ về Đề án đường sắt tốc độ cao trên trục Bắc - Nam; đã phê duyệt dự án cao tốc Dầu Giây - Tân Phú; hoàn thành đưa vào khai thác đoạn còn lại của dự án thành phần (DATP) Diễn Châu - Bãi Vọt;</w:t>
      </w:r>
      <w:r w:rsidR="00E02F14" w:rsidRPr="00B17BE0">
        <w:rPr>
          <w:b/>
        </w:rPr>
        <w:t xml:space="preserve"> (3)</w:t>
      </w:r>
      <w:r w:rsidR="00E02F14" w:rsidRPr="00B17BE0">
        <w:t xml:space="preserve"> Bộ KHĐT hoàn thành thẩm định các dự </w:t>
      </w:r>
      <w:r w:rsidR="006B57A1">
        <w:t xml:space="preserve">án </w:t>
      </w:r>
      <w:r w:rsidR="00E02F14" w:rsidRPr="00B17BE0">
        <w:t xml:space="preserve">Dầu Giây - Tân Phú, Đồng Đăng - Trà Lĩnh; </w:t>
      </w:r>
      <w:r w:rsidR="00E02F14" w:rsidRPr="00B17BE0">
        <w:rPr>
          <w:b/>
        </w:rPr>
        <w:t>(4)</w:t>
      </w:r>
      <w:r w:rsidR="00E02F14" w:rsidRPr="00B17BE0">
        <w:t xml:space="preserve"> T</w:t>
      </w:r>
      <w:r w:rsidR="001D5FA2" w:rsidRPr="00B17BE0">
        <w:t>hành phố</w:t>
      </w:r>
      <w:r w:rsidR="00E02F14" w:rsidRPr="00B17BE0">
        <w:t xml:space="preserve"> Hồ Chí Minh hoàn thành phê duyệt chủ trương đầu tư dự án Thành phố Hồ Chí Minh - Mộc Bài theo phương thức PPP; phê duyệt điều chỉnh</w:t>
      </w:r>
      <w:r w:rsidR="005620E3" w:rsidRPr="00B17BE0">
        <w:t xml:space="preserve"> chủ trương đầu tư</w:t>
      </w:r>
      <w:r w:rsidR="00E02F14" w:rsidRPr="00B17BE0">
        <w:t xml:space="preserve"> dự án đường sắt đô thị Bến Thành - Suối Tiên; </w:t>
      </w:r>
      <w:r w:rsidR="00E02F14" w:rsidRPr="00B17BE0">
        <w:rPr>
          <w:b/>
        </w:rPr>
        <w:t>(5)</w:t>
      </w:r>
      <w:r w:rsidR="00E02F14" w:rsidRPr="00B17BE0">
        <w:t xml:space="preserve"> Bộ Xây dựng đã phối hợp với Bộ GTVT hoàn thành công tác khảo sát một số định mức tại dự án đường bộ cao tốc, đang hoàn thiện để sửa đổi Thông tư về định mức xây dựng; </w:t>
      </w:r>
      <w:r w:rsidR="00E02F14" w:rsidRPr="00B17BE0">
        <w:rPr>
          <w:b/>
        </w:rPr>
        <w:t>(6)</w:t>
      </w:r>
      <w:r w:rsidR="00E02F14" w:rsidRPr="00B17BE0">
        <w:t xml:space="preserve"> Bộ </w:t>
      </w:r>
      <w:r w:rsidR="005620E3" w:rsidRPr="00B17BE0">
        <w:t>NN&amp;PTNT</w:t>
      </w:r>
      <w:r w:rsidR="00E02F14" w:rsidRPr="00B17BE0">
        <w:t xml:space="preserve"> đã tham mưu Chính phủ ban hành Nghị định số 91/2024/NĐ-CP ngày 18/7/2024 tháo gỡ nhiều vướng mắc về thủ tục chuyển mục đích sử dụng rừng; </w:t>
      </w:r>
      <w:r w:rsidR="00E02F14" w:rsidRPr="00B17BE0">
        <w:rPr>
          <w:b/>
        </w:rPr>
        <w:t>(7)</w:t>
      </w:r>
      <w:r w:rsidR="00E02F14" w:rsidRPr="00B17BE0">
        <w:t xml:space="preserve"> Bộ TNMT đã giải trình các ý kiến của</w:t>
      </w:r>
      <w:r w:rsidR="001D5FA2" w:rsidRPr="00B17BE0">
        <w:t xml:space="preserve"> Ủy ban Thường vụ Quốc hội (</w:t>
      </w:r>
      <w:r w:rsidR="00E02F14" w:rsidRPr="00B17BE0">
        <w:t>UBTVQH</w:t>
      </w:r>
      <w:r w:rsidR="001D5FA2" w:rsidRPr="00B17BE0">
        <w:t>)</w:t>
      </w:r>
      <w:r w:rsidR="00E02F14" w:rsidRPr="00B17BE0">
        <w:t xml:space="preserve"> và đang triển khai thủ tục để Chính phủ trình UBTVQH điều chỉnh chủ trương chuyển mục đích sử dụng rừng, đất rừng và đất trồng lúa nước từ hai vụ trở lên của Dự án cao tốc Bắc - Nam phía Đông giai đoạn 2021 - 2025; tham mưu Thủ tướng Chính phủ giao chỉ tiêu cung ứng vật liệu cát đắp cho các dự án khu vực phía Nam. </w:t>
      </w:r>
    </w:p>
    <w:p w14:paraId="6A138F1C" w14:textId="75B527CE" w:rsidR="00E02F14" w:rsidRPr="00B17BE0" w:rsidRDefault="00F9667E" w:rsidP="00316D91">
      <w:pPr>
        <w:widowControl w:val="0"/>
        <w:tabs>
          <w:tab w:val="left" w:pos="3978"/>
        </w:tabs>
        <w:ind w:right="2" w:firstLine="720"/>
        <w:jc w:val="both"/>
      </w:pPr>
      <w:r w:rsidRPr="00B17BE0">
        <w:rPr>
          <w:lang w:val="vi-VN"/>
        </w:rPr>
        <w:t>B</w:t>
      </w:r>
      <w:r w:rsidR="00E02F14" w:rsidRPr="00B17BE0">
        <w:t>iểu dương các bộ, ngành, các địa phương đã nỗ lực</w:t>
      </w:r>
      <w:r w:rsidR="00F0604F" w:rsidRPr="00B17BE0">
        <w:t>,</w:t>
      </w:r>
      <w:r w:rsidR="00E02F14" w:rsidRPr="00B17BE0">
        <w:t xml:space="preserve"> cố gắng triển khai các nhiệm vụ; các chủ đầu tư, nhà thầu tư vấn, nhà thầu thi công, các kỹ sư và đặc biệt là người lao động đã hăng say miệt mài làm việc trên các công trường vì mục tiêu hoàn thành các dự án trọng điểm đúng tiến độ.</w:t>
      </w:r>
    </w:p>
    <w:p w14:paraId="0B6618F1" w14:textId="5F17C85A" w:rsidR="00E02F14" w:rsidRPr="00B17BE0" w:rsidRDefault="00E02F14" w:rsidP="00316D91">
      <w:pPr>
        <w:widowControl w:val="0"/>
        <w:tabs>
          <w:tab w:val="left" w:pos="3978"/>
        </w:tabs>
        <w:ind w:right="2" w:firstLine="720"/>
        <w:jc w:val="both"/>
        <w:rPr>
          <w:color w:val="000000"/>
        </w:rPr>
      </w:pPr>
      <w:r w:rsidRPr="00B17BE0">
        <w:rPr>
          <w:color w:val="000000"/>
        </w:rPr>
        <w:t>Bên cạnh những mặt đạt được nêu trên</w:t>
      </w:r>
      <w:r w:rsidR="00B21A51">
        <w:rPr>
          <w:color w:val="000000"/>
        </w:rPr>
        <w:t>,</w:t>
      </w:r>
      <w:r w:rsidRPr="00B17BE0">
        <w:rPr>
          <w:color w:val="000000"/>
        </w:rPr>
        <w:t xml:space="preserve"> vẫn còn một số việc vẫn chưa hoàn thành đúng hạn hoặc triển khai chưa đạt yêu cầu như: (1) Công tác giải phóng mặt bằng</w:t>
      </w:r>
      <w:r w:rsidR="007C52BA" w:rsidRPr="00B17BE0">
        <w:rPr>
          <w:color w:val="000000"/>
        </w:rPr>
        <w:t xml:space="preserve"> (GPMB)</w:t>
      </w:r>
      <w:r w:rsidRPr="00B17BE0">
        <w:rPr>
          <w:color w:val="000000"/>
        </w:rPr>
        <w:t xml:space="preserve"> tại một số địa phương còn chậm; (2) Hoàn thiện hệ thống định mức và hướng dẫn xác định giá vật liệu tại mỏ khai thác theo cơ chế đặc thù; (3) Triển khai thủ tục điều phối nguồn vật liệu san lấp, nâng công suất khai thác mỏ, cấp phép khai thác mỏ theo chỉ tiêu được giao cho các dự án khu vực phía Nam theo chỉ đạo của Thủ tướng Chính phủ; (4) Chưa khởi công DATP 2 Cao Lãnh - An Hữu. </w:t>
      </w:r>
      <w:r w:rsidR="00F316B5" w:rsidRPr="00B17BE0">
        <w:rPr>
          <w:color w:val="000000"/>
        </w:rPr>
        <w:t>C</w:t>
      </w:r>
      <w:r w:rsidRPr="00B17BE0">
        <w:rPr>
          <w:color w:val="000000"/>
        </w:rPr>
        <w:t>ác cơ quan, đơn vị, cần phải nghiêm túc rút kinh nghiệm và khắc phục trong thời gian tới.</w:t>
      </w:r>
    </w:p>
    <w:p w14:paraId="66D77B03" w14:textId="5E84CD6D" w:rsidR="00E02F14" w:rsidRPr="005752B4" w:rsidRDefault="00E02F14" w:rsidP="00316D91">
      <w:pPr>
        <w:widowControl w:val="0"/>
        <w:tabs>
          <w:tab w:val="left" w:pos="3978"/>
        </w:tabs>
        <w:ind w:right="2" w:firstLine="720"/>
        <w:jc w:val="both"/>
        <w:rPr>
          <w:color w:val="000000"/>
          <w:spacing w:val="-2"/>
        </w:rPr>
      </w:pPr>
      <w:r w:rsidRPr="005752B4">
        <w:rPr>
          <w:color w:val="000000"/>
          <w:spacing w:val="-2"/>
        </w:rPr>
        <w:t xml:space="preserve">Từ </w:t>
      </w:r>
      <w:r w:rsidR="00F9667E" w:rsidRPr="005752B4">
        <w:rPr>
          <w:color w:val="000000"/>
          <w:spacing w:val="-2"/>
          <w:lang w:val="vi-VN"/>
        </w:rPr>
        <w:t xml:space="preserve">năm 2021 </w:t>
      </w:r>
      <w:r w:rsidRPr="005752B4">
        <w:rPr>
          <w:color w:val="000000"/>
          <w:spacing w:val="-2"/>
        </w:rPr>
        <w:t xml:space="preserve">đến nay, đã hoàn thành và đưa vào khai thác Dự án </w:t>
      </w:r>
      <w:r w:rsidR="006358E3" w:rsidRPr="005752B4">
        <w:rPr>
          <w:color w:val="000000"/>
          <w:spacing w:val="-2"/>
          <w:lang w:val="vi-VN"/>
        </w:rPr>
        <w:t>c</w:t>
      </w:r>
      <w:r w:rsidRPr="005752B4">
        <w:rPr>
          <w:color w:val="000000"/>
          <w:spacing w:val="-2"/>
        </w:rPr>
        <w:t>ao tố</w:t>
      </w:r>
      <w:r w:rsidR="006358E3" w:rsidRPr="005752B4">
        <w:rPr>
          <w:color w:val="000000"/>
          <w:spacing w:val="-2"/>
          <w:lang w:val="vi-VN"/>
        </w:rPr>
        <w:t>c</w:t>
      </w:r>
      <w:r w:rsidRPr="005752B4">
        <w:rPr>
          <w:color w:val="000000"/>
          <w:spacing w:val="-2"/>
        </w:rPr>
        <w:t xml:space="preserve"> Bắc - Nam phía Đông giai đoạn 2017 - 2020</w:t>
      </w:r>
      <w:r w:rsidR="006358E3" w:rsidRPr="005752B4">
        <w:rPr>
          <w:color w:val="000000"/>
          <w:spacing w:val="-2"/>
          <w:lang w:val="vi-VN"/>
        </w:rPr>
        <w:t xml:space="preserve">, </w:t>
      </w:r>
      <w:r w:rsidRPr="005752B4">
        <w:rPr>
          <w:color w:val="000000"/>
          <w:spacing w:val="-2"/>
        </w:rPr>
        <w:t>Phú Thọ - Tuyên Quang</w:t>
      </w:r>
      <w:r w:rsidR="006358E3" w:rsidRPr="005752B4">
        <w:rPr>
          <w:color w:val="000000"/>
          <w:spacing w:val="-2"/>
          <w:lang w:val="vi-VN"/>
        </w:rPr>
        <w:t>, Vân Đồn - Móng Cái</w:t>
      </w:r>
      <w:r w:rsidRPr="005752B4">
        <w:rPr>
          <w:color w:val="000000"/>
          <w:spacing w:val="-2"/>
        </w:rPr>
        <w:t xml:space="preserve">, nâng tổng số đường bộ cao tốc cả nước lên 2.021 km. </w:t>
      </w:r>
      <w:r w:rsidRPr="005752B4">
        <w:rPr>
          <w:spacing w:val="-2"/>
        </w:rPr>
        <w:t xml:space="preserve">Các công trình triển khai, hoàn thành, góp phần thúc đẩy phát triển kinh tế - xã hội, tạo không gian phát triển mới cho các địa phương có dự án đi qua, </w:t>
      </w:r>
      <w:r w:rsidR="00B21A51" w:rsidRPr="005752B4">
        <w:rPr>
          <w:spacing w:val="-2"/>
        </w:rPr>
        <w:t xml:space="preserve">hình thành các </w:t>
      </w:r>
      <w:r w:rsidRPr="005752B4">
        <w:rPr>
          <w:spacing w:val="-2"/>
        </w:rPr>
        <w:t>khu đô thị, dịch vụ mới, tăng giá trị gia tăng của đất đai, giảm chi phí logistics, tăng sức cạnh tranh của hàng h</w:t>
      </w:r>
      <w:r w:rsidR="001D5FA2" w:rsidRPr="005752B4">
        <w:rPr>
          <w:spacing w:val="-2"/>
        </w:rPr>
        <w:t>óa</w:t>
      </w:r>
      <w:r w:rsidRPr="005752B4">
        <w:rPr>
          <w:spacing w:val="-2"/>
        </w:rPr>
        <w:t xml:space="preserve">, </w:t>
      </w:r>
      <w:r w:rsidR="00B21A51" w:rsidRPr="005752B4">
        <w:rPr>
          <w:spacing w:val="-2"/>
        </w:rPr>
        <w:t xml:space="preserve">giúp </w:t>
      </w:r>
      <w:r w:rsidRPr="005752B4">
        <w:rPr>
          <w:spacing w:val="-2"/>
        </w:rPr>
        <w:t xml:space="preserve">di chuyển thuận tiện, tạo công ăn việc làm, sinh kế cho người dân, phát triển doanh nghiệp; tạo </w:t>
      </w:r>
      <w:r w:rsidR="00B21A51" w:rsidRPr="005752B4">
        <w:rPr>
          <w:spacing w:val="-2"/>
        </w:rPr>
        <w:t xml:space="preserve">được </w:t>
      </w:r>
      <w:r w:rsidRPr="005752B4">
        <w:rPr>
          <w:spacing w:val="-2"/>
        </w:rPr>
        <w:t>sự tin tưởng</w:t>
      </w:r>
      <w:r w:rsidR="00B21A51" w:rsidRPr="005752B4">
        <w:rPr>
          <w:spacing w:val="-2"/>
        </w:rPr>
        <w:t>,</w:t>
      </w:r>
      <w:r w:rsidRPr="005752B4">
        <w:rPr>
          <w:spacing w:val="-2"/>
        </w:rPr>
        <w:t xml:space="preserve"> ủng hộ của nhân dân.</w:t>
      </w:r>
    </w:p>
    <w:p w14:paraId="73971B65" w14:textId="2F3B36B8" w:rsidR="00E02F14" w:rsidRPr="00B17BE0" w:rsidRDefault="00E02F14" w:rsidP="00316D91">
      <w:pPr>
        <w:widowControl w:val="0"/>
        <w:tabs>
          <w:tab w:val="left" w:pos="3978"/>
        </w:tabs>
        <w:ind w:right="2" w:firstLine="720"/>
        <w:jc w:val="both"/>
        <w:rPr>
          <w:color w:val="000000"/>
        </w:rPr>
      </w:pPr>
      <w:r w:rsidRPr="00B17BE0">
        <w:rPr>
          <w:color w:val="000000"/>
        </w:rPr>
        <w:t>Theo báo cáo của Bộ GTVT</w:t>
      </w:r>
      <w:r w:rsidR="0095126D">
        <w:rPr>
          <w:color w:val="000000"/>
          <w:lang w:val="vi-VN"/>
        </w:rPr>
        <w:t>,</w:t>
      </w:r>
      <w:r w:rsidRPr="00B17BE0">
        <w:rPr>
          <w:color w:val="000000"/>
        </w:rPr>
        <w:t xml:space="preserve"> tổng số dự án đường bộ cao tốc đang được triển khai thi công khoảng 1.700 km trên khắp mọi miền đất nước</w:t>
      </w:r>
      <w:r w:rsidR="001D5FA2" w:rsidRPr="00B17BE0">
        <w:rPr>
          <w:color w:val="000000"/>
        </w:rPr>
        <w:t>,</w:t>
      </w:r>
      <w:r w:rsidRPr="00B17BE0">
        <w:rPr>
          <w:color w:val="000000"/>
        </w:rPr>
        <w:t xml:space="preserve"> từ các dự án cao tốc thuộc trục Bắc</w:t>
      </w:r>
      <w:r w:rsidR="00CC2A2A">
        <w:rPr>
          <w:color w:val="000000"/>
        </w:rPr>
        <w:t xml:space="preserve"> -</w:t>
      </w:r>
      <w:r w:rsidRPr="00B17BE0">
        <w:rPr>
          <w:color w:val="000000"/>
        </w:rPr>
        <w:t xml:space="preserve"> Nam, các dự án kết nối theo trục Đông</w:t>
      </w:r>
      <w:r w:rsidR="00CC2A2A">
        <w:rPr>
          <w:color w:val="000000"/>
        </w:rPr>
        <w:t xml:space="preserve"> -</w:t>
      </w:r>
      <w:r w:rsidRPr="00B17BE0">
        <w:rPr>
          <w:color w:val="000000"/>
        </w:rPr>
        <w:t xml:space="preserve"> Tây, kết nối khu vực Tây Bắc, khu vực Tây Nguyên</w:t>
      </w:r>
      <w:r w:rsidR="00357E1A" w:rsidRPr="00B17BE0">
        <w:rPr>
          <w:color w:val="000000"/>
        </w:rPr>
        <w:t>, kết nối các khu vực, kết nối 48 tỉnh, thành phố</w:t>
      </w:r>
      <w:r w:rsidRPr="00B17BE0">
        <w:rPr>
          <w:color w:val="000000"/>
        </w:rPr>
        <w:t xml:space="preserve">. Trong đó, có khoảng 1.200 km dự kiến sẽ hoàn thành vào năm 2025 (nâng </w:t>
      </w:r>
      <w:r w:rsidRPr="00B17BE0">
        <w:rPr>
          <w:color w:val="000000"/>
        </w:rPr>
        <w:lastRenderedPageBreak/>
        <w:t xml:space="preserve">tổng số km đường bộ cao tốc cả nước lên trên 3.000 km), góp phần chào mừng kỷ niệm 80 năm Ngày thành lập nước, 50 năm Ngày giải phóng miền Nam thống nhất đất nước; thực hiện thắng lợi Nghị quyết Đại hội XIII và cũng là thành tích thi đua để chào mừng Đại hội Đảng các cấp, tiến tới Đại hội Đảng </w:t>
      </w:r>
      <w:r w:rsidR="00C84548">
        <w:rPr>
          <w:color w:val="000000"/>
          <w:lang w:val="vi-VN"/>
        </w:rPr>
        <w:t xml:space="preserve">toàn quốc </w:t>
      </w:r>
      <w:r w:rsidRPr="00B17BE0">
        <w:rPr>
          <w:color w:val="000000"/>
        </w:rPr>
        <w:t>lần thứ XIV.</w:t>
      </w:r>
    </w:p>
    <w:p w14:paraId="0702F4D2" w14:textId="286DC37B" w:rsidR="00E02F14" w:rsidRPr="00B17BE0" w:rsidRDefault="00E02F14" w:rsidP="00316D91">
      <w:pPr>
        <w:ind w:firstLine="720"/>
        <w:jc w:val="both"/>
      </w:pPr>
      <w:r w:rsidRPr="00B17BE0">
        <w:t xml:space="preserve">Qua thực tiễn công tác lãnh đạo, chỉ đạo điều hành triển khai thực hiện, </w:t>
      </w:r>
      <w:r w:rsidR="00B52E69" w:rsidRPr="00B17BE0">
        <w:t xml:space="preserve">đã rút ra một số bài học kinh nghiệm </w:t>
      </w:r>
      <w:r w:rsidRPr="00B17BE0">
        <w:t xml:space="preserve">để </w:t>
      </w:r>
      <w:r w:rsidR="00B52E69" w:rsidRPr="00B17BE0">
        <w:t xml:space="preserve">triển khai </w:t>
      </w:r>
      <w:r w:rsidRPr="00B17BE0">
        <w:t>thành công</w:t>
      </w:r>
      <w:r w:rsidR="00B52E69" w:rsidRPr="00B17BE0">
        <w:t xml:space="preserve"> các dự án như sau:</w:t>
      </w:r>
    </w:p>
    <w:p w14:paraId="1776CAF9" w14:textId="5372C863" w:rsidR="00E02F14" w:rsidRPr="002F78F1" w:rsidRDefault="00E02F14" w:rsidP="00316D91">
      <w:pPr>
        <w:widowControl w:val="0"/>
        <w:tabs>
          <w:tab w:val="left" w:pos="3978"/>
        </w:tabs>
        <w:ind w:right="2" w:firstLine="720"/>
        <w:jc w:val="both"/>
        <w:rPr>
          <w:i/>
        </w:rPr>
      </w:pPr>
      <w:r w:rsidRPr="002F78F1">
        <w:rPr>
          <w:i/>
        </w:rPr>
        <w:t xml:space="preserve">1. Ban Chỉ đạo được thành lập và đã họp định kỳ </w:t>
      </w:r>
      <w:r w:rsidR="00775DCF" w:rsidRPr="002F78F1">
        <w:rPr>
          <w:i/>
        </w:rPr>
        <w:t xml:space="preserve">hằng </w:t>
      </w:r>
      <w:r w:rsidRPr="002F78F1">
        <w:rPr>
          <w:i/>
        </w:rPr>
        <w:t>tháng</w:t>
      </w:r>
      <w:r w:rsidR="00775DCF" w:rsidRPr="002F78F1">
        <w:rPr>
          <w:i/>
        </w:rPr>
        <w:t>, hoạt động thực chất và có hiệu quả;</w:t>
      </w:r>
      <w:r w:rsidR="00D90D0C" w:rsidRPr="002F78F1">
        <w:rPr>
          <w:i/>
        </w:rPr>
        <w:t xml:space="preserve"> </w:t>
      </w:r>
      <w:r w:rsidR="00C84548">
        <w:rPr>
          <w:i/>
          <w:lang w:val="vi-VN"/>
        </w:rPr>
        <w:t>Các T</w:t>
      </w:r>
      <w:r w:rsidR="00D90D0C" w:rsidRPr="002F78F1">
        <w:rPr>
          <w:i/>
        </w:rPr>
        <w:t>hành viên</w:t>
      </w:r>
      <w:r w:rsidR="00C84548">
        <w:rPr>
          <w:i/>
          <w:lang w:val="vi-VN"/>
        </w:rPr>
        <w:t xml:space="preserve"> Ban </w:t>
      </w:r>
      <w:r w:rsidR="00CC2A2A">
        <w:rPr>
          <w:i/>
        </w:rPr>
        <w:t>C</w:t>
      </w:r>
      <w:r w:rsidR="00C84548">
        <w:rPr>
          <w:i/>
          <w:lang w:val="vi-VN"/>
        </w:rPr>
        <w:t>hỉ đạo đã</w:t>
      </w:r>
      <w:r w:rsidR="00D90D0C" w:rsidRPr="002F78F1">
        <w:rPr>
          <w:i/>
        </w:rPr>
        <w:t xml:space="preserve"> rất tâm huyết, trách nhiệm và sát thực tế</w:t>
      </w:r>
      <w:r w:rsidR="00C84548">
        <w:rPr>
          <w:i/>
          <w:lang w:val="vi-VN"/>
        </w:rPr>
        <w:t>, giải quyết tốt</w:t>
      </w:r>
      <w:r w:rsidRPr="002F78F1">
        <w:rPr>
          <w:i/>
        </w:rPr>
        <w:t xml:space="preserve"> các công việc được giao</w:t>
      </w:r>
      <w:r w:rsidR="00204483" w:rsidRPr="002F78F1">
        <w:rPr>
          <w:i/>
        </w:rPr>
        <w:t xml:space="preserve">, </w:t>
      </w:r>
      <w:r w:rsidR="00C84548" w:rsidRPr="002F78F1">
        <w:rPr>
          <w:i/>
        </w:rPr>
        <w:t xml:space="preserve">phối hợp </w:t>
      </w:r>
      <w:r w:rsidR="00C84548">
        <w:rPr>
          <w:i/>
          <w:lang w:val="vi-VN"/>
        </w:rPr>
        <w:t xml:space="preserve">chặt chẽ </w:t>
      </w:r>
      <w:r w:rsidR="00C84548" w:rsidRPr="002F78F1">
        <w:rPr>
          <w:i/>
        </w:rPr>
        <w:t>các chủ thể tham gia các dự án</w:t>
      </w:r>
      <w:r w:rsidR="00C84548">
        <w:rPr>
          <w:i/>
          <w:lang w:val="vi-VN"/>
        </w:rPr>
        <w:t xml:space="preserve"> để</w:t>
      </w:r>
      <w:r w:rsidR="00C84548" w:rsidRPr="002F78F1">
        <w:rPr>
          <w:i/>
        </w:rPr>
        <w:t xml:space="preserve"> </w:t>
      </w:r>
      <w:r w:rsidR="00204483" w:rsidRPr="002F78F1">
        <w:rPr>
          <w:i/>
        </w:rPr>
        <w:t xml:space="preserve">kịp thời </w:t>
      </w:r>
      <w:r w:rsidRPr="002F78F1">
        <w:rPr>
          <w:i/>
        </w:rPr>
        <w:t>tháo gỡ các khó khăn</w:t>
      </w:r>
      <w:r w:rsidR="00CC2A2A">
        <w:rPr>
          <w:i/>
        </w:rPr>
        <w:t>,</w:t>
      </w:r>
      <w:r w:rsidRPr="002F78F1">
        <w:rPr>
          <w:i/>
        </w:rPr>
        <w:t xml:space="preserve"> vướng mắc, nhằm thúc đẩy tiến độ</w:t>
      </w:r>
      <w:r w:rsidR="00C84548">
        <w:rPr>
          <w:i/>
          <w:lang w:val="vi-VN"/>
        </w:rPr>
        <w:t xml:space="preserve"> các dự án</w:t>
      </w:r>
      <w:r w:rsidRPr="002F78F1">
        <w:rPr>
          <w:i/>
        </w:rPr>
        <w:t xml:space="preserve">. </w:t>
      </w:r>
    </w:p>
    <w:p w14:paraId="43556C27" w14:textId="364E954B" w:rsidR="00E02F14" w:rsidRPr="002F78F1" w:rsidRDefault="00E02F14" w:rsidP="00316D91">
      <w:pPr>
        <w:widowControl w:val="0"/>
        <w:tabs>
          <w:tab w:val="left" w:pos="3978"/>
        </w:tabs>
        <w:ind w:right="2" w:firstLine="720"/>
        <w:jc w:val="both"/>
        <w:rPr>
          <w:i/>
        </w:rPr>
      </w:pPr>
      <w:r w:rsidRPr="002F78F1">
        <w:rPr>
          <w:i/>
        </w:rPr>
        <w:t xml:space="preserve">2. </w:t>
      </w:r>
      <w:r w:rsidR="00150459" w:rsidRPr="002F78F1">
        <w:rPr>
          <w:i/>
        </w:rPr>
        <w:t>Phát huy v</w:t>
      </w:r>
      <w:r w:rsidRPr="002F78F1">
        <w:rPr>
          <w:i/>
        </w:rPr>
        <w:t>ai trò trách nhiệm của người đứng đầu; phải đề cao trách nhiệm cá nhân, đặt lợi ích quốc gia, dân tộc, lợi ích của Nhân dân lên trên hết; phát huy cao độ trách nhiệm trên tinh thần luôn lắng ngh</w:t>
      </w:r>
      <w:r w:rsidR="00150459" w:rsidRPr="002F78F1">
        <w:rPr>
          <w:i/>
        </w:rPr>
        <w:t>e, cầu thị học hỏi, tự hoàn thiện mình.</w:t>
      </w:r>
    </w:p>
    <w:p w14:paraId="3F22E8C3" w14:textId="15F10873" w:rsidR="00E02F14" w:rsidRPr="002F78F1" w:rsidRDefault="00E02F14" w:rsidP="00316D91">
      <w:pPr>
        <w:widowControl w:val="0"/>
        <w:tabs>
          <w:tab w:val="left" w:pos="3978"/>
        </w:tabs>
        <w:ind w:right="2" w:firstLine="720"/>
        <w:jc w:val="both"/>
        <w:rPr>
          <w:i/>
        </w:rPr>
      </w:pPr>
      <w:r w:rsidRPr="002F78F1">
        <w:rPr>
          <w:i/>
        </w:rPr>
        <w:t xml:space="preserve"> 3. Tính chủ động của các chủ thể trong công tác quản lý nhà nước, quản trị doanh nghiệp phải kịp thời thay đổi linh hoạt phù hợp với yêu cầu, nhiệm vụ và tình hình thực tiễn, thúc đẩy số hóa, hoàn thiện theo hướng thông minh, giảm phiền hà, giảm thủ tục hành chính, giúp giảm chi phí cho người dân, doanh nghiệp. Phải chú trọng phát huy tinh thần đoàn kết, thống nhất, hỗ trợ, chia sẻ lẫn nhau giữa cơ quan quản lý nhà nước, cấp ủy đảng, chính quyền địa phương, các doanh nghiệp và người dân</w:t>
      </w:r>
      <w:r w:rsidR="00357E1A" w:rsidRPr="002F78F1">
        <w:rPr>
          <w:i/>
        </w:rPr>
        <w:t xml:space="preserve">. </w:t>
      </w:r>
      <w:r w:rsidRPr="002F78F1">
        <w:rPr>
          <w:i/>
        </w:rPr>
        <w:t>Trong quá trình thực hiện nhiệm vụ, xử lý vướng mắc phải mạnh dạn vận dụng sáng tạo các chủ trương, đường lối của Đảng, chính sách, pháp luật của Nhà nước, phát huy tối đa tinh thần tự lực, tự cường, nỗ lực phấn đấu vượt qua khó khăn, thách thức để vươn lên.</w:t>
      </w:r>
    </w:p>
    <w:p w14:paraId="39485D74" w14:textId="757E5EFE" w:rsidR="00E02F14" w:rsidRPr="002F78F1" w:rsidRDefault="00E02F14" w:rsidP="00316D91">
      <w:pPr>
        <w:widowControl w:val="0"/>
        <w:tabs>
          <w:tab w:val="left" w:pos="3978"/>
        </w:tabs>
        <w:ind w:right="2" w:firstLine="720"/>
        <w:jc w:val="both"/>
        <w:rPr>
          <w:i/>
          <w:color w:val="000000"/>
        </w:rPr>
      </w:pPr>
      <w:r w:rsidRPr="002F78F1">
        <w:rPr>
          <w:i/>
          <w:color w:val="000000"/>
        </w:rPr>
        <w:t xml:space="preserve">4. Các chủ đầu tư, nhà thầu, </w:t>
      </w:r>
      <w:r w:rsidR="00E2224B">
        <w:rPr>
          <w:i/>
          <w:color w:val="000000"/>
          <w:lang w:val="vi-VN"/>
        </w:rPr>
        <w:t xml:space="preserve">đơn vị </w:t>
      </w:r>
      <w:r w:rsidRPr="002F78F1">
        <w:rPr>
          <w:i/>
          <w:color w:val="000000"/>
        </w:rPr>
        <w:t xml:space="preserve">tư vấn, kỹ sư, công nhân, người lao động tích cực, hăng say, nỗ lực với tinh thần “vượt nắng, thắng mưa”, </w:t>
      </w:r>
      <w:r w:rsidR="00150459" w:rsidRPr="002F78F1">
        <w:rPr>
          <w:i/>
          <w:color w:val="000000"/>
        </w:rPr>
        <w:t xml:space="preserve">“ăn tranh thủ, ngủ khẩn trương”, “làm ngày không đủ tranh thủ làm đêm”, </w:t>
      </w:r>
      <w:r w:rsidRPr="002F78F1">
        <w:rPr>
          <w:i/>
          <w:color w:val="000000"/>
        </w:rPr>
        <w:t>“chỉ bàn làm, không bàn lùi”,</w:t>
      </w:r>
      <w:r w:rsidR="00150459" w:rsidRPr="002F78F1">
        <w:rPr>
          <w:i/>
          <w:color w:val="000000"/>
        </w:rPr>
        <w:t xml:space="preserve"> thi công “3 ca, 4 kíp”,</w:t>
      </w:r>
      <w:r w:rsidRPr="002F78F1">
        <w:rPr>
          <w:i/>
          <w:color w:val="000000"/>
        </w:rPr>
        <w:t xml:space="preserve"> “xuyên lễ, xuyên Tết, xuyên ngày nghỉ”, “làm việc nào dứt việc đó”, “đã cam kết phải thực hiện, đã hứa phải làm”,</w:t>
      </w:r>
      <w:r w:rsidR="00150459" w:rsidRPr="002F78F1">
        <w:rPr>
          <w:i/>
          <w:color w:val="000000"/>
        </w:rPr>
        <w:t xml:space="preserve"> “đã thực hiện, đã làm phải có sản phẩm cụ thể, cân đong, đo đếm và lượng hóa được”; </w:t>
      </w:r>
      <w:r w:rsidRPr="002F78F1">
        <w:rPr>
          <w:i/>
          <w:color w:val="000000"/>
        </w:rPr>
        <w:t xml:space="preserve">vướng mắc ở </w:t>
      </w:r>
      <w:r w:rsidR="00150459" w:rsidRPr="002F78F1">
        <w:rPr>
          <w:i/>
          <w:color w:val="000000"/>
        </w:rPr>
        <w:t xml:space="preserve">khâu nào thì tháo gỡ ở khâu đó; </w:t>
      </w:r>
      <w:r w:rsidRPr="002F78F1">
        <w:rPr>
          <w:i/>
          <w:color w:val="000000"/>
        </w:rPr>
        <w:t>khó khăn</w:t>
      </w:r>
      <w:r w:rsidR="00150459" w:rsidRPr="002F78F1">
        <w:rPr>
          <w:i/>
          <w:color w:val="000000"/>
        </w:rPr>
        <w:t xml:space="preserve"> ở đâu thì phải vượt qua ở đó; cùng nhau đoàn kết vượt qua mọi thử thách</w:t>
      </w:r>
      <w:r w:rsidRPr="002F78F1">
        <w:rPr>
          <w:i/>
          <w:color w:val="000000"/>
        </w:rPr>
        <w:t>.</w:t>
      </w:r>
    </w:p>
    <w:p w14:paraId="34F4A0E6" w14:textId="24CF3EE5" w:rsidR="00395495" w:rsidRPr="00B17BE0" w:rsidRDefault="00395495" w:rsidP="005752B4">
      <w:pPr>
        <w:widowControl w:val="0"/>
        <w:shd w:val="clear" w:color="auto" w:fill="FFFFFF"/>
        <w:spacing w:before="60" w:after="60"/>
        <w:ind w:firstLine="720"/>
        <w:jc w:val="both"/>
        <w:rPr>
          <w:b/>
          <w:color w:val="000000"/>
        </w:rPr>
      </w:pPr>
      <w:r w:rsidRPr="00B17BE0">
        <w:rPr>
          <w:b/>
          <w:color w:val="000000"/>
        </w:rPr>
        <w:t>II. YÊU CẦU, NHIỆM VỤ CHUNG</w:t>
      </w:r>
    </w:p>
    <w:p w14:paraId="0DF47358" w14:textId="0C0F3F19" w:rsidR="00395495" w:rsidRPr="00B17BE0" w:rsidRDefault="00914E14" w:rsidP="00316D91">
      <w:pPr>
        <w:widowControl w:val="0"/>
        <w:tabs>
          <w:tab w:val="left" w:pos="3978"/>
        </w:tabs>
        <w:ind w:right="2" w:firstLine="720"/>
        <w:jc w:val="both"/>
        <w:rPr>
          <w:color w:val="000000"/>
        </w:rPr>
      </w:pPr>
      <w:r w:rsidRPr="00B17BE0">
        <w:rPr>
          <w:color w:val="000000"/>
        </w:rPr>
        <w:t>Nhiệm vụ tổng quát có liên quan đến các công trình, dự án trọng điểm quốc gia là phải thúc đẩy nhanh tiến độ, đẩy mạnh giải ngân vốn đầu tư công, vì tổng vốn đầu tư dành cho các công trình giao thông toàn quốc năm 2024 là rất lớn, khoảng 200 nghìn tỷ đồn</w:t>
      </w:r>
      <w:r w:rsidR="002E74B8" w:rsidRPr="00B17BE0">
        <w:rPr>
          <w:color w:val="000000"/>
        </w:rPr>
        <w:t xml:space="preserve">g; góp phần </w:t>
      </w:r>
      <w:r w:rsidR="00E2224B">
        <w:rPr>
          <w:color w:val="000000"/>
          <w:lang w:val="vi-VN"/>
        </w:rPr>
        <w:t xml:space="preserve">tạo </w:t>
      </w:r>
      <w:r w:rsidR="002E74B8" w:rsidRPr="00B17BE0">
        <w:rPr>
          <w:color w:val="000000"/>
        </w:rPr>
        <w:t xml:space="preserve">động lực </w:t>
      </w:r>
      <w:r w:rsidR="00E2224B" w:rsidRPr="00B17BE0">
        <w:rPr>
          <w:color w:val="000000"/>
        </w:rPr>
        <w:t xml:space="preserve">thúc đẩy </w:t>
      </w:r>
      <w:r w:rsidR="002E74B8" w:rsidRPr="00B17BE0">
        <w:rPr>
          <w:color w:val="000000"/>
        </w:rPr>
        <w:t xml:space="preserve">tăng trưởng. </w:t>
      </w:r>
      <w:r w:rsidR="00395495" w:rsidRPr="00B17BE0">
        <w:rPr>
          <w:color w:val="000000"/>
        </w:rPr>
        <w:t xml:space="preserve">Các bộ, ngành </w:t>
      </w:r>
      <w:r w:rsidR="00E2224B">
        <w:rPr>
          <w:color w:val="000000"/>
          <w:lang w:val="vi-VN"/>
        </w:rPr>
        <w:t>theo</w:t>
      </w:r>
      <w:r w:rsidR="00395495" w:rsidRPr="00B17BE0">
        <w:rPr>
          <w:color w:val="000000"/>
        </w:rPr>
        <w:t xml:space="preserve"> chức năng </w:t>
      </w:r>
      <w:r w:rsidR="00E2224B">
        <w:rPr>
          <w:color w:val="000000"/>
          <w:lang w:val="vi-VN"/>
        </w:rPr>
        <w:t xml:space="preserve">nhiệm vụ được giao </w:t>
      </w:r>
      <w:r w:rsidR="00395495" w:rsidRPr="00B17BE0">
        <w:rPr>
          <w:color w:val="000000"/>
        </w:rPr>
        <w:t>khẩn trương, chủ động giải quyết</w:t>
      </w:r>
      <w:r w:rsidR="00E2224B">
        <w:rPr>
          <w:color w:val="000000"/>
          <w:lang w:val="vi-VN"/>
        </w:rPr>
        <w:t xml:space="preserve"> thủ tục</w:t>
      </w:r>
      <w:r w:rsidR="00395495" w:rsidRPr="00B17BE0">
        <w:rPr>
          <w:color w:val="000000"/>
        </w:rPr>
        <w:t xml:space="preserve">, hướng dẫn các địa phương, bộ, ngành liên quan </w:t>
      </w:r>
      <w:r w:rsidR="00E2224B">
        <w:rPr>
          <w:color w:val="000000"/>
          <w:lang w:val="vi-VN"/>
        </w:rPr>
        <w:t xml:space="preserve">để đẩy nhanh công tác </w:t>
      </w:r>
      <w:r w:rsidR="00395495" w:rsidRPr="00B17BE0">
        <w:rPr>
          <w:color w:val="000000"/>
        </w:rPr>
        <w:t>chuẩn bị đầu tư, thực hiện đầu tư các dự án</w:t>
      </w:r>
      <w:r w:rsidR="00E2224B">
        <w:rPr>
          <w:color w:val="000000"/>
          <w:lang w:val="vi-VN"/>
        </w:rPr>
        <w:t xml:space="preserve"> trên tinh thần</w:t>
      </w:r>
      <w:r w:rsidR="00A9051B">
        <w:rPr>
          <w:color w:val="000000"/>
          <w:lang w:val="vi-VN"/>
        </w:rPr>
        <w:t xml:space="preserve">: </w:t>
      </w:r>
      <w:r w:rsidR="00A9051B">
        <w:rPr>
          <w:iCs/>
          <w:color w:val="000000"/>
          <w:lang w:val="vi-VN"/>
        </w:rPr>
        <w:t>phải</w:t>
      </w:r>
      <w:r w:rsidR="00395495" w:rsidRPr="00B17BE0">
        <w:rPr>
          <w:iCs/>
          <w:color w:val="000000"/>
        </w:rPr>
        <w:t xml:space="preserve"> nỗ lực hơn nữa, quyết tâm cao hơn nữa, quyết liệt hơn nữa, thực hiện có trọng tâm trọng điểm; chỉ đạo sâu sát</w:t>
      </w:r>
      <w:r w:rsidR="00A9051B">
        <w:rPr>
          <w:iCs/>
          <w:color w:val="000000"/>
          <w:lang w:val="vi-VN"/>
        </w:rPr>
        <w:t xml:space="preserve">, phân công rõ người, rõ việc, rõ thời gian, rõ tiến độ, thời hạn hoàn thành, </w:t>
      </w:r>
      <w:r w:rsidR="00A9051B">
        <w:rPr>
          <w:iCs/>
          <w:color w:val="000000"/>
          <w:lang w:val="vi-VN"/>
        </w:rPr>
        <w:lastRenderedPageBreak/>
        <w:t>có sản phẩm cụ thể… để cùng nhau nỗ lực, phấn đấu h</w:t>
      </w:r>
      <w:r w:rsidR="00395495" w:rsidRPr="00B17BE0">
        <w:rPr>
          <w:iCs/>
          <w:color w:val="000000"/>
        </w:rPr>
        <w:t>ưởng ứng đợt phát động thi đua cao điểm 500 ngày đêm hoàn thành 3.000 km đường</w:t>
      </w:r>
      <w:r w:rsidR="00E44B98">
        <w:rPr>
          <w:iCs/>
          <w:color w:val="000000"/>
        </w:rPr>
        <w:t xml:space="preserve"> bộ</w:t>
      </w:r>
      <w:r w:rsidR="00395495" w:rsidRPr="00B17BE0">
        <w:rPr>
          <w:iCs/>
          <w:color w:val="000000"/>
        </w:rPr>
        <w:t xml:space="preserve"> cao tốc, chào mừng 50 năm giải phóng miền Nam, thống nhất đất nước, 80 năm </w:t>
      </w:r>
      <w:r w:rsidR="001D5FA2" w:rsidRPr="00B17BE0">
        <w:rPr>
          <w:iCs/>
          <w:color w:val="000000"/>
        </w:rPr>
        <w:t>giành</w:t>
      </w:r>
      <w:r w:rsidR="00395495" w:rsidRPr="00B17BE0">
        <w:rPr>
          <w:iCs/>
          <w:color w:val="000000"/>
        </w:rPr>
        <w:t xml:space="preserve"> độc lập dân tộc và chào m</w:t>
      </w:r>
      <w:r w:rsidR="00357E1A" w:rsidRPr="00B17BE0">
        <w:rPr>
          <w:iCs/>
          <w:color w:val="000000"/>
        </w:rPr>
        <w:t>ừ</w:t>
      </w:r>
      <w:r w:rsidR="00395495" w:rsidRPr="00B17BE0">
        <w:rPr>
          <w:iCs/>
          <w:color w:val="000000"/>
        </w:rPr>
        <w:t xml:space="preserve">ng Đại hội Đảng các cấp, tiến tới Đại hội Đảng toàn quốc lần thứ </w:t>
      </w:r>
      <w:r w:rsidR="00357E1A" w:rsidRPr="00B17BE0">
        <w:rPr>
          <w:iCs/>
          <w:color w:val="000000"/>
        </w:rPr>
        <w:t>XIV</w:t>
      </w:r>
      <w:r w:rsidR="00395495" w:rsidRPr="00B17BE0">
        <w:rPr>
          <w:iCs/>
          <w:color w:val="000000"/>
        </w:rPr>
        <w:t>.</w:t>
      </w:r>
      <w:r w:rsidR="00A9051B">
        <w:rPr>
          <w:iCs/>
          <w:color w:val="000000"/>
          <w:lang w:val="vi-VN"/>
        </w:rPr>
        <w:t xml:space="preserve"> </w:t>
      </w:r>
      <w:r w:rsidR="00662614">
        <w:rPr>
          <w:iCs/>
          <w:color w:val="000000"/>
          <w:lang w:val="vi-VN"/>
        </w:rPr>
        <w:t>Trên</w:t>
      </w:r>
      <w:r w:rsidR="00A9051B">
        <w:rPr>
          <w:iCs/>
          <w:color w:val="000000"/>
          <w:lang w:val="vi-VN"/>
        </w:rPr>
        <w:t xml:space="preserve"> t</w:t>
      </w:r>
      <w:r w:rsidR="00E44B98">
        <w:rPr>
          <w:iCs/>
          <w:color w:val="000000"/>
        </w:rPr>
        <w:t>i</w:t>
      </w:r>
      <w:r w:rsidR="00A9051B">
        <w:rPr>
          <w:iCs/>
          <w:color w:val="000000"/>
          <w:lang w:val="vi-VN"/>
        </w:rPr>
        <w:t>nh thần này, cần tập trung các</w:t>
      </w:r>
      <w:r w:rsidR="00395495" w:rsidRPr="00B17BE0">
        <w:rPr>
          <w:iCs/>
          <w:color w:val="000000"/>
        </w:rPr>
        <w:t xml:space="preserve"> yêu cầu, nhiệm vụ </w:t>
      </w:r>
      <w:r w:rsidR="00662614">
        <w:rPr>
          <w:iCs/>
          <w:color w:val="000000"/>
          <w:lang w:val="vi-VN"/>
        </w:rPr>
        <w:t xml:space="preserve">trọng tâm </w:t>
      </w:r>
      <w:r w:rsidR="00395495" w:rsidRPr="00B17BE0">
        <w:rPr>
          <w:color w:val="000000"/>
        </w:rPr>
        <w:t>như sau:</w:t>
      </w:r>
    </w:p>
    <w:p w14:paraId="599D70EA" w14:textId="568FD51E" w:rsidR="0049776F" w:rsidRPr="00B17BE0" w:rsidRDefault="00395495" w:rsidP="00316D91">
      <w:pPr>
        <w:widowControl w:val="0"/>
        <w:tabs>
          <w:tab w:val="left" w:pos="3978"/>
        </w:tabs>
        <w:ind w:right="2" w:firstLine="720"/>
        <w:jc w:val="both"/>
        <w:rPr>
          <w:i/>
          <w:color w:val="000000"/>
        </w:rPr>
      </w:pPr>
      <w:r w:rsidRPr="00B17BE0">
        <w:rPr>
          <w:i/>
          <w:color w:val="000000"/>
        </w:rPr>
        <w:t xml:space="preserve">1. </w:t>
      </w:r>
      <w:r w:rsidR="0049776F" w:rsidRPr="00B17BE0">
        <w:rPr>
          <w:i/>
          <w:color w:val="000000"/>
        </w:rPr>
        <w:t>Các dự án chưa hoàn thành thủ tục đầu tư, phải khẩn trương phối hợp với các bộ, ngành đẩy nhanh thủ tục đầu tư, bố trí vốn cho các dự án; giải quyết dứt điểm các công việc, tập trung có trọng tâm trọng điểm; kịp thời báo cáo Thủ tướng Chính phủ những khó khăn, vướng mắc.</w:t>
      </w:r>
    </w:p>
    <w:p w14:paraId="0596CE64" w14:textId="52F94492" w:rsidR="00395495" w:rsidRPr="00B17BE0" w:rsidRDefault="00395495" w:rsidP="00316D91">
      <w:pPr>
        <w:widowControl w:val="0"/>
        <w:tabs>
          <w:tab w:val="left" w:pos="3978"/>
        </w:tabs>
        <w:ind w:right="2" w:firstLine="720"/>
        <w:jc w:val="both"/>
        <w:rPr>
          <w:i/>
          <w:color w:val="000000"/>
        </w:rPr>
      </w:pPr>
      <w:r w:rsidRPr="00B17BE0">
        <w:rPr>
          <w:i/>
          <w:color w:val="000000"/>
        </w:rPr>
        <w:t xml:space="preserve">2. </w:t>
      </w:r>
      <w:r w:rsidR="00357E1A" w:rsidRPr="00B17BE0">
        <w:rPr>
          <w:i/>
          <w:color w:val="000000"/>
        </w:rPr>
        <w:t xml:space="preserve">Các </w:t>
      </w:r>
      <w:r w:rsidRPr="00B17BE0">
        <w:rPr>
          <w:i/>
          <w:color w:val="000000"/>
        </w:rPr>
        <w:t>địa phương phải huy động cả hệ thống chính trị vào cuộc</w:t>
      </w:r>
      <w:r w:rsidR="00357E1A" w:rsidRPr="00B17BE0">
        <w:rPr>
          <w:i/>
          <w:color w:val="000000"/>
        </w:rPr>
        <w:t xml:space="preserve"> trong công tác GPMB</w:t>
      </w:r>
      <w:r w:rsidRPr="00B17BE0">
        <w:rPr>
          <w:i/>
          <w:color w:val="000000"/>
        </w:rPr>
        <w:t xml:space="preserve">; cấp ủy </w:t>
      </w:r>
      <w:r w:rsidR="002273A6">
        <w:rPr>
          <w:i/>
          <w:color w:val="000000"/>
          <w:lang w:val="vi-VN"/>
        </w:rPr>
        <w:t xml:space="preserve">các cấp chỉ đạo chính quyền vào cuộc </w:t>
      </w:r>
      <w:r w:rsidRPr="00B17BE0">
        <w:rPr>
          <w:i/>
          <w:color w:val="000000"/>
        </w:rPr>
        <w:t>vận động người dân; các t</w:t>
      </w:r>
      <w:r w:rsidR="004C1DA0" w:rsidRPr="00B17BE0">
        <w:rPr>
          <w:i/>
          <w:color w:val="000000"/>
        </w:rPr>
        <w:t xml:space="preserve">ổ chức đoàn thể tham gia hỗ trợ; quyết liệt hoàn thành </w:t>
      </w:r>
      <w:r w:rsidR="002273A6">
        <w:rPr>
          <w:i/>
          <w:color w:val="000000"/>
          <w:lang w:val="vi-VN"/>
        </w:rPr>
        <w:t xml:space="preserve">GPMB </w:t>
      </w:r>
      <w:r w:rsidR="004C1DA0" w:rsidRPr="00B17BE0">
        <w:rPr>
          <w:i/>
          <w:color w:val="000000"/>
        </w:rPr>
        <w:t>đúng tiến độ, không chậm trễ.</w:t>
      </w:r>
    </w:p>
    <w:p w14:paraId="057894F1" w14:textId="77777777" w:rsidR="00395495" w:rsidRPr="00B17BE0" w:rsidRDefault="00395495" w:rsidP="00316D91">
      <w:pPr>
        <w:widowControl w:val="0"/>
        <w:tabs>
          <w:tab w:val="left" w:pos="3978"/>
        </w:tabs>
        <w:ind w:right="2" w:firstLine="720"/>
        <w:jc w:val="both"/>
        <w:rPr>
          <w:i/>
          <w:color w:val="000000"/>
        </w:rPr>
      </w:pPr>
      <w:r w:rsidRPr="00B17BE0">
        <w:rPr>
          <w:i/>
          <w:color w:val="000000"/>
        </w:rPr>
        <w:t>3. Tập trung di dời hạ tầng kỹ thuật, đường điện cao thế nhưng không ảnh hưởng đến đời sống nhân dân, gián đoạn cung cấp điện.</w:t>
      </w:r>
    </w:p>
    <w:p w14:paraId="7DF6A761" w14:textId="1B4CE793" w:rsidR="00395495" w:rsidRPr="00662614" w:rsidRDefault="00395495" w:rsidP="00316D91">
      <w:pPr>
        <w:widowControl w:val="0"/>
        <w:tabs>
          <w:tab w:val="left" w:pos="3978"/>
        </w:tabs>
        <w:ind w:right="2" w:firstLine="720"/>
        <w:jc w:val="both"/>
        <w:rPr>
          <w:i/>
          <w:color w:val="000000"/>
          <w:spacing w:val="-2"/>
        </w:rPr>
      </w:pPr>
      <w:r w:rsidRPr="00821ACD">
        <w:rPr>
          <w:rFonts w:ascii="Times New Roman Italic" w:hAnsi="Times New Roman Italic"/>
          <w:i/>
          <w:color w:val="000000"/>
          <w:spacing w:val="-2"/>
        </w:rPr>
        <w:t>4. Công tác đấu thầu, lựa chọn nhà thầu phải</w:t>
      </w:r>
      <w:r w:rsidR="00475013" w:rsidRPr="00821ACD">
        <w:rPr>
          <w:rFonts w:ascii="Times New Roman Italic" w:hAnsi="Times New Roman Italic"/>
          <w:i/>
          <w:color w:val="000000"/>
          <w:spacing w:val="-2"/>
        </w:rPr>
        <w:t xml:space="preserve"> khẩn trương, khách quan minh bạch theo quy định pháp luật</w:t>
      </w:r>
      <w:r w:rsidRPr="00821ACD">
        <w:rPr>
          <w:rFonts w:ascii="Times New Roman Italic" w:hAnsi="Times New Roman Italic"/>
          <w:i/>
          <w:color w:val="000000"/>
          <w:spacing w:val="-2"/>
        </w:rPr>
        <w:t xml:space="preserve">; </w:t>
      </w:r>
      <w:r w:rsidR="002273A6" w:rsidRPr="002273A6">
        <w:rPr>
          <w:rFonts w:ascii="Times New Roman Italic" w:hAnsi="Times New Roman Italic"/>
          <w:i/>
          <w:color w:val="000000"/>
          <w:spacing w:val="-2"/>
        </w:rPr>
        <w:t xml:space="preserve">kiên quyết </w:t>
      </w:r>
      <w:r w:rsidRPr="00821ACD">
        <w:rPr>
          <w:rFonts w:ascii="Times New Roman Italic" w:hAnsi="Times New Roman Italic"/>
          <w:i/>
          <w:color w:val="000000"/>
          <w:spacing w:val="-2"/>
        </w:rPr>
        <w:t>chống “mua, bán” thầu</w:t>
      </w:r>
      <w:r w:rsidRPr="00662614">
        <w:rPr>
          <w:i/>
          <w:color w:val="000000"/>
          <w:spacing w:val="-2"/>
        </w:rPr>
        <w:t>, tham ô, tham nhũng</w:t>
      </w:r>
      <w:r w:rsidR="001D5FA2" w:rsidRPr="00662614">
        <w:rPr>
          <w:i/>
          <w:color w:val="000000"/>
          <w:spacing w:val="-2"/>
        </w:rPr>
        <w:t>,</w:t>
      </w:r>
      <w:r w:rsidR="00662614" w:rsidRPr="00662614">
        <w:rPr>
          <w:i/>
          <w:color w:val="000000"/>
          <w:spacing w:val="-2"/>
          <w:lang w:val="vi-VN"/>
        </w:rPr>
        <w:t xml:space="preserve"> thất thoát, lãng phí</w:t>
      </w:r>
      <w:r w:rsidRPr="00662614">
        <w:rPr>
          <w:i/>
          <w:color w:val="000000"/>
          <w:spacing w:val="-2"/>
        </w:rPr>
        <w:t>...</w:t>
      </w:r>
    </w:p>
    <w:p w14:paraId="7A803F87" w14:textId="47031E0C" w:rsidR="00395495" w:rsidRPr="00B17BE0" w:rsidRDefault="00395495" w:rsidP="00316D91">
      <w:pPr>
        <w:widowControl w:val="0"/>
        <w:tabs>
          <w:tab w:val="left" w:pos="3978"/>
        </w:tabs>
        <w:ind w:right="2" w:firstLine="720"/>
        <w:jc w:val="both"/>
        <w:rPr>
          <w:i/>
          <w:color w:val="000000"/>
        </w:rPr>
      </w:pPr>
      <w:r w:rsidRPr="00B17BE0">
        <w:rPr>
          <w:i/>
          <w:color w:val="000000"/>
        </w:rPr>
        <w:t xml:space="preserve">5. </w:t>
      </w:r>
      <w:r w:rsidR="00E77EDE" w:rsidRPr="00B17BE0">
        <w:rPr>
          <w:i/>
          <w:color w:val="000000"/>
        </w:rPr>
        <w:t xml:space="preserve">Các </w:t>
      </w:r>
      <w:r w:rsidR="00357E1A" w:rsidRPr="00B17BE0">
        <w:rPr>
          <w:i/>
          <w:color w:val="000000"/>
        </w:rPr>
        <w:t>b</w:t>
      </w:r>
      <w:r w:rsidR="00E77EDE" w:rsidRPr="00B17BE0">
        <w:rPr>
          <w:i/>
          <w:color w:val="000000"/>
        </w:rPr>
        <w:t>ộ, ngành, địa phương t</w:t>
      </w:r>
      <w:r w:rsidRPr="00B17BE0">
        <w:rPr>
          <w:i/>
          <w:color w:val="000000"/>
        </w:rPr>
        <w:t xml:space="preserve">ập trung, quyết liệt giải quyết bảo đảm cung cấp đủ, kịp thời nguồn vật liệu xây dựng; </w:t>
      </w:r>
      <w:r w:rsidR="00DB6A40" w:rsidRPr="00B17BE0">
        <w:rPr>
          <w:i/>
          <w:color w:val="000000"/>
        </w:rPr>
        <w:t xml:space="preserve">các địa phương, chủ đầu tư, Ban </w:t>
      </w:r>
      <w:r w:rsidR="007C52BA" w:rsidRPr="00B17BE0">
        <w:rPr>
          <w:i/>
          <w:color w:val="000000"/>
        </w:rPr>
        <w:t>QLDA</w:t>
      </w:r>
      <w:r w:rsidR="00DB6A40" w:rsidRPr="00B17BE0">
        <w:rPr>
          <w:i/>
          <w:color w:val="000000"/>
        </w:rPr>
        <w:t xml:space="preserve"> và nhà thầu phải chủ động làm việc, trao đổi giải quyết dứt điểm</w:t>
      </w:r>
      <w:r w:rsidR="005A2AF7" w:rsidRPr="00B17BE0">
        <w:rPr>
          <w:i/>
          <w:color w:val="000000"/>
        </w:rPr>
        <w:t xml:space="preserve"> nguồn vật liệu</w:t>
      </w:r>
      <w:r w:rsidR="00EE250C" w:rsidRPr="00B17BE0">
        <w:rPr>
          <w:i/>
          <w:color w:val="000000"/>
        </w:rPr>
        <w:t xml:space="preserve"> phục vụ dự án.</w:t>
      </w:r>
    </w:p>
    <w:p w14:paraId="251211A9" w14:textId="0E60DE28" w:rsidR="00395495" w:rsidRPr="00B17BE0" w:rsidRDefault="00395495" w:rsidP="00316D91">
      <w:pPr>
        <w:widowControl w:val="0"/>
        <w:tabs>
          <w:tab w:val="left" w:pos="3978"/>
        </w:tabs>
        <w:ind w:right="2" w:firstLine="720"/>
        <w:jc w:val="both"/>
        <w:rPr>
          <w:i/>
          <w:color w:val="000000"/>
        </w:rPr>
      </w:pPr>
      <w:r w:rsidRPr="00B17BE0">
        <w:rPr>
          <w:i/>
          <w:color w:val="000000"/>
        </w:rPr>
        <w:t xml:space="preserve">6. Đẩy nhanh tiến độ nhưng phải bảo đảm chất lượng, an toàn lao động, vệ sinh môi trường, tính kỹ </w:t>
      </w:r>
      <w:r w:rsidR="00357E1A" w:rsidRPr="00B17BE0">
        <w:rPr>
          <w:i/>
          <w:color w:val="000000"/>
        </w:rPr>
        <w:t xml:space="preserve">- </w:t>
      </w:r>
      <w:r w:rsidRPr="00B17BE0">
        <w:rPr>
          <w:i/>
          <w:color w:val="000000"/>
        </w:rPr>
        <w:t xml:space="preserve">mỹ thuật; </w:t>
      </w:r>
      <w:r w:rsidR="00357E1A" w:rsidRPr="00B17BE0">
        <w:rPr>
          <w:i/>
          <w:color w:val="000000"/>
        </w:rPr>
        <w:t xml:space="preserve">lưu ý việc </w:t>
      </w:r>
      <w:r w:rsidRPr="00B17BE0">
        <w:rPr>
          <w:i/>
          <w:color w:val="000000"/>
        </w:rPr>
        <w:t>hoàn trả đường dân sinh;</w:t>
      </w:r>
      <w:r w:rsidR="00357E1A" w:rsidRPr="00B17BE0">
        <w:rPr>
          <w:i/>
          <w:color w:val="000000"/>
        </w:rPr>
        <w:t xml:space="preserve"> thi công hạn chế tối đa</w:t>
      </w:r>
      <w:r w:rsidRPr="00B17BE0">
        <w:rPr>
          <w:i/>
          <w:color w:val="000000"/>
        </w:rPr>
        <w:t xml:space="preserve"> ảnh hưởng đến đời sống nhân dân.</w:t>
      </w:r>
    </w:p>
    <w:p w14:paraId="758F7B4E" w14:textId="3844D22C" w:rsidR="00E02F14" w:rsidRPr="00B17BE0" w:rsidRDefault="00E02F14" w:rsidP="005752B4">
      <w:pPr>
        <w:widowControl w:val="0"/>
        <w:tabs>
          <w:tab w:val="left" w:pos="3978"/>
        </w:tabs>
        <w:spacing w:before="60" w:after="60"/>
        <w:ind w:firstLine="720"/>
        <w:jc w:val="both"/>
        <w:rPr>
          <w:b/>
          <w:color w:val="000000"/>
        </w:rPr>
      </w:pPr>
      <w:r w:rsidRPr="00B17BE0">
        <w:rPr>
          <w:b/>
          <w:color w:val="000000"/>
        </w:rPr>
        <w:t>I</w:t>
      </w:r>
      <w:r w:rsidR="00D47225">
        <w:rPr>
          <w:b/>
          <w:color w:val="000000"/>
          <w:lang w:val="vi-VN"/>
        </w:rPr>
        <w:t>I</w:t>
      </w:r>
      <w:r w:rsidRPr="00B17BE0">
        <w:rPr>
          <w:b/>
          <w:color w:val="000000"/>
        </w:rPr>
        <w:t>I. YÊU CẦU ĐỐI VỚI CÁC DỰ ÁN HOÀN THÀNH NĂM 2025</w:t>
      </w:r>
    </w:p>
    <w:p w14:paraId="1C7A4671" w14:textId="19ABB5D5" w:rsidR="00E02F14" w:rsidRPr="007D635B" w:rsidRDefault="00E02F14" w:rsidP="00316D91">
      <w:pPr>
        <w:widowControl w:val="0"/>
        <w:tabs>
          <w:tab w:val="left" w:pos="3978"/>
        </w:tabs>
        <w:ind w:right="2" w:firstLine="720"/>
        <w:jc w:val="both"/>
        <w:rPr>
          <w:color w:val="000000"/>
          <w:spacing w:val="-2"/>
        </w:rPr>
      </w:pPr>
      <w:r w:rsidRPr="007D635B">
        <w:rPr>
          <w:color w:val="000000"/>
          <w:spacing w:val="-2"/>
        </w:rPr>
        <w:t xml:space="preserve">Từ </w:t>
      </w:r>
      <w:r w:rsidR="00B2564D" w:rsidRPr="007D635B">
        <w:rPr>
          <w:color w:val="000000"/>
          <w:spacing w:val="-2"/>
        </w:rPr>
        <w:t xml:space="preserve">việc </w:t>
      </w:r>
      <w:r w:rsidRPr="007D635B">
        <w:rPr>
          <w:color w:val="000000"/>
          <w:spacing w:val="-2"/>
        </w:rPr>
        <w:t>triển khai các dự án cao tốc Bắc</w:t>
      </w:r>
      <w:r w:rsidR="00F006B0" w:rsidRPr="007D635B">
        <w:rPr>
          <w:color w:val="000000"/>
          <w:spacing w:val="-2"/>
        </w:rPr>
        <w:t xml:space="preserve"> -</w:t>
      </w:r>
      <w:r w:rsidRPr="007D635B">
        <w:rPr>
          <w:color w:val="000000"/>
          <w:spacing w:val="-2"/>
        </w:rPr>
        <w:t xml:space="preserve"> Nam phía Đông</w:t>
      </w:r>
      <w:r w:rsidR="00E44B98">
        <w:rPr>
          <w:color w:val="000000"/>
          <w:spacing w:val="-2"/>
        </w:rPr>
        <w:t xml:space="preserve"> và</w:t>
      </w:r>
      <w:r w:rsidR="00B2564D" w:rsidRPr="007D635B">
        <w:rPr>
          <w:color w:val="000000"/>
          <w:spacing w:val="-2"/>
        </w:rPr>
        <w:t xml:space="preserve"> </w:t>
      </w:r>
      <w:r w:rsidRPr="007D635B">
        <w:rPr>
          <w:color w:val="000000"/>
          <w:spacing w:val="-2"/>
        </w:rPr>
        <w:t>các dự án đang triển khai thi công, chúng ta đã đúc rút</w:t>
      </w:r>
      <w:r w:rsidR="007D635B" w:rsidRPr="007D635B">
        <w:rPr>
          <w:color w:val="000000"/>
          <w:spacing w:val="-2"/>
          <w:lang w:val="vi-VN"/>
        </w:rPr>
        <w:t>,</w:t>
      </w:r>
      <w:r w:rsidRPr="007D635B">
        <w:rPr>
          <w:color w:val="000000"/>
          <w:spacing w:val="-2"/>
        </w:rPr>
        <w:t xml:space="preserve"> tích lũy được nhiều kinh nghiệm</w:t>
      </w:r>
      <w:r w:rsidR="00357E1A" w:rsidRPr="007D635B">
        <w:rPr>
          <w:color w:val="000000"/>
          <w:spacing w:val="-2"/>
        </w:rPr>
        <w:t xml:space="preserve">; </w:t>
      </w:r>
      <w:r w:rsidRPr="007D635B">
        <w:rPr>
          <w:color w:val="000000"/>
          <w:spacing w:val="-2"/>
        </w:rPr>
        <w:t xml:space="preserve">do đó việc triển khai thời gian tới phải </w:t>
      </w:r>
      <w:r w:rsidR="00357E1A" w:rsidRPr="007D635B">
        <w:rPr>
          <w:color w:val="000000"/>
          <w:spacing w:val="-2"/>
        </w:rPr>
        <w:t xml:space="preserve">tiếp </w:t>
      </w:r>
      <w:r w:rsidRPr="007D635B">
        <w:rPr>
          <w:color w:val="000000"/>
          <w:spacing w:val="-2"/>
        </w:rPr>
        <w:t>tục phát huy những kết quả đã đạt được, khắc phục những tồn tại</w:t>
      </w:r>
      <w:r w:rsidR="00E44B98">
        <w:rPr>
          <w:color w:val="000000"/>
          <w:spacing w:val="-2"/>
        </w:rPr>
        <w:t>,</w:t>
      </w:r>
      <w:r w:rsidRPr="007D635B">
        <w:rPr>
          <w:color w:val="000000"/>
          <w:spacing w:val="-2"/>
        </w:rPr>
        <w:t xml:space="preserve"> hạn chế để triển khai nhanh hơn, chuyên nghiệp hơn và có hiệu quả hơn. Hiện nay</w:t>
      </w:r>
      <w:r w:rsidR="00357E1A" w:rsidRPr="007D635B">
        <w:rPr>
          <w:color w:val="000000"/>
          <w:spacing w:val="-2"/>
        </w:rPr>
        <w:t>,</w:t>
      </w:r>
      <w:r w:rsidRPr="007D635B">
        <w:rPr>
          <w:color w:val="000000"/>
          <w:spacing w:val="-2"/>
        </w:rPr>
        <w:t xml:space="preserve"> thời tiết đã bắt đầu vào mùa mưa với dự báo sẽ có nhiều </w:t>
      </w:r>
      <w:r w:rsidR="00662614" w:rsidRPr="007D635B">
        <w:rPr>
          <w:color w:val="000000"/>
          <w:spacing w:val="-2"/>
          <w:lang w:val="vi-VN"/>
        </w:rPr>
        <w:t xml:space="preserve">diễn </w:t>
      </w:r>
      <w:r w:rsidRPr="007D635B">
        <w:rPr>
          <w:color w:val="000000"/>
          <w:spacing w:val="-2"/>
        </w:rPr>
        <w:t xml:space="preserve">biến bất thường, bất lợi. Thời gian từ nay đến cuối năm 2025 cũng không còn nhiều và là giai đoạn cần triển khai khối lượng công việc lớn, phải có sự đột phá, tăng tốc nhất là với các dự án có kế hoạch hoàn thành năm 2025, </w:t>
      </w:r>
      <w:r w:rsidR="00E44B98">
        <w:rPr>
          <w:color w:val="000000"/>
          <w:spacing w:val="-2"/>
        </w:rPr>
        <w:t xml:space="preserve">do đó </w:t>
      </w:r>
      <w:r w:rsidRPr="007D635B">
        <w:rPr>
          <w:color w:val="000000"/>
          <w:spacing w:val="-2"/>
        </w:rPr>
        <w:t>yêu cầu:</w:t>
      </w:r>
    </w:p>
    <w:p w14:paraId="19ED0E22" w14:textId="06196C7A" w:rsidR="00E02F14" w:rsidRPr="00B17BE0" w:rsidRDefault="00E02F14" w:rsidP="00316D91">
      <w:pPr>
        <w:widowControl w:val="0"/>
        <w:ind w:right="2" w:firstLine="720"/>
        <w:jc w:val="both"/>
        <w:rPr>
          <w:i/>
          <w:color w:val="000000"/>
        </w:rPr>
      </w:pPr>
      <w:r w:rsidRPr="00B17BE0">
        <w:rPr>
          <w:i/>
          <w:color w:val="000000"/>
        </w:rPr>
        <w:t>1</w:t>
      </w:r>
      <w:r w:rsidR="004734C6" w:rsidRPr="00B17BE0">
        <w:rPr>
          <w:i/>
          <w:color w:val="000000"/>
        </w:rPr>
        <w:t>.</w:t>
      </w:r>
      <w:r w:rsidRPr="00B17BE0">
        <w:rPr>
          <w:i/>
          <w:color w:val="000000"/>
        </w:rPr>
        <w:t xml:space="preserve"> Khẩn trương xây dựng và ban hành kế hoạch chi tiết “đường găng tiến độ hoàn thành các dự án trong năm 2025” phù hợp điều kiện GPMB, nguồn vật liệu, điều kiện thời tiết để làm cơ sở theo dõi, đôn đốc, chỉ đạo, kiểm soát chặt tiến độ thi công các dự án, đảm bảo hoàn thành mục tiêu 3.000 km đường bộ cao tốc vào cuối năm 2025; phân công rõ ràng, rõ trách nhiệm, rõ người, rõ</w:t>
      </w:r>
      <w:r w:rsidR="002273A6">
        <w:rPr>
          <w:i/>
          <w:color w:val="000000"/>
          <w:lang w:val="vi-VN"/>
        </w:rPr>
        <w:t xml:space="preserve"> việc, rõ</w:t>
      </w:r>
      <w:r w:rsidRPr="00B17BE0">
        <w:rPr>
          <w:i/>
          <w:color w:val="000000"/>
        </w:rPr>
        <w:t xml:space="preserve"> thời gian, rõ kết quả</w:t>
      </w:r>
      <w:r w:rsidR="002273A6">
        <w:rPr>
          <w:i/>
          <w:color w:val="000000"/>
          <w:lang w:val="vi-VN"/>
        </w:rPr>
        <w:t xml:space="preserve"> và tăng cường giám sát, kiểm tra</w:t>
      </w:r>
      <w:r w:rsidRPr="00B17BE0">
        <w:rPr>
          <w:i/>
          <w:color w:val="000000"/>
        </w:rPr>
        <w:t>.</w:t>
      </w:r>
    </w:p>
    <w:p w14:paraId="3643E0DB" w14:textId="21F202B9" w:rsidR="00E02F14" w:rsidRPr="00F05C17" w:rsidRDefault="00E02F14" w:rsidP="00316D91">
      <w:pPr>
        <w:widowControl w:val="0"/>
        <w:ind w:right="2" w:firstLine="720"/>
        <w:jc w:val="both"/>
        <w:rPr>
          <w:rFonts w:ascii="Times New Roman Italic" w:hAnsi="Times New Roman Italic"/>
          <w:i/>
          <w:color w:val="000000"/>
          <w:spacing w:val="-2"/>
          <w:lang w:val="vi-VN"/>
        </w:rPr>
      </w:pPr>
      <w:r w:rsidRPr="00F05C17">
        <w:rPr>
          <w:rFonts w:ascii="Times New Roman Italic" w:hAnsi="Times New Roman Italic"/>
          <w:i/>
          <w:color w:val="000000"/>
          <w:spacing w:val="-2"/>
        </w:rPr>
        <w:t>2</w:t>
      </w:r>
      <w:r w:rsidR="004734C6" w:rsidRPr="00F05C17">
        <w:rPr>
          <w:rFonts w:ascii="Times New Roman Italic" w:hAnsi="Times New Roman Italic"/>
          <w:i/>
          <w:color w:val="000000"/>
          <w:spacing w:val="-2"/>
        </w:rPr>
        <w:t>.</w:t>
      </w:r>
      <w:r w:rsidRPr="00F05C17">
        <w:rPr>
          <w:rFonts w:ascii="Times New Roman Italic" w:hAnsi="Times New Roman Italic"/>
          <w:i/>
          <w:color w:val="000000"/>
          <w:spacing w:val="-2"/>
        </w:rPr>
        <w:t xml:space="preserve"> Phát động và</w:t>
      </w:r>
      <w:r w:rsidR="00662614" w:rsidRPr="00F05C17">
        <w:rPr>
          <w:rFonts w:ascii="Times New Roman Italic" w:hAnsi="Times New Roman Italic"/>
          <w:i/>
          <w:color w:val="000000"/>
          <w:spacing w:val="-2"/>
          <w:lang w:val="vi-VN"/>
        </w:rPr>
        <w:t xml:space="preserve"> tổ chức</w:t>
      </w:r>
      <w:r w:rsidRPr="00F05C17">
        <w:rPr>
          <w:rFonts w:ascii="Times New Roman Italic" w:hAnsi="Times New Roman Italic"/>
          <w:i/>
          <w:color w:val="000000"/>
          <w:spacing w:val="-2"/>
        </w:rPr>
        <w:t xml:space="preserve"> thực hiện hiệu quả phong trào thi đua “500 ngày đêm cao điểm hoàn thành thắng lợi các dự án đường bộ cao tốc” để chào mừng </w:t>
      </w:r>
      <w:r w:rsidR="00357E1A" w:rsidRPr="00F05C17">
        <w:rPr>
          <w:rFonts w:ascii="Times New Roman Italic" w:hAnsi="Times New Roman Italic"/>
          <w:i/>
          <w:color w:val="000000"/>
          <w:spacing w:val="-2"/>
        </w:rPr>
        <w:t xml:space="preserve">kỷ niệm 80 năm Ngày thành lập nước, 50 năm Ngày giải phóng miền Nam thống nhất đất nước, </w:t>
      </w:r>
      <w:r w:rsidRPr="00F05C17">
        <w:rPr>
          <w:rFonts w:ascii="Times New Roman Italic" w:hAnsi="Times New Roman Italic"/>
          <w:i/>
          <w:color w:val="000000"/>
          <w:spacing w:val="-2"/>
        </w:rPr>
        <w:t>Đại hội Đảng các cấp, tiến tới Đại hội Đảng toàn quốc lần thứ XIV.</w:t>
      </w:r>
    </w:p>
    <w:p w14:paraId="6515F55E" w14:textId="14C43E24" w:rsidR="00E02F14" w:rsidRPr="00B17BE0" w:rsidRDefault="00E02F14" w:rsidP="00316D91">
      <w:pPr>
        <w:widowControl w:val="0"/>
        <w:ind w:right="2" w:firstLine="720"/>
        <w:jc w:val="both"/>
        <w:rPr>
          <w:i/>
          <w:color w:val="000000"/>
        </w:rPr>
      </w:pPr>
      <w:r w:rsidRPr="00B17BE0">
        <w:rPr>
          <w:i/>
          <w:color w:val="000000"/>
        </w:rPr>
        <w:lastRenderedPageBreak/>
        <w:t>3</w:t>
      </w:r>
      <w:r w:rsidR="004734C6" w:rsidRPr="00B17BE0">
        <w:rPr>
          <w:i/>
          <w:color w:val="000000"/>
        </w:rPr>
        <w:t>.</w:t>
      </w:r>
      <w:r w:rsidRPr="00B17BE0">
        <w:rPr>
          <w:i/>
          <w:color w:val="000000"/>
        </w:rPr>
        <w:t xml:space="preserve"> Công tác GPMB và di dời hạ tầng kỹ thuật (điện cao thế): </w:t>
      </w:r>
      <w:r w:rsidR="00357E1A" w:rsidRPr="00B17BE0">
        <w:rPr>
          <w:i/>
          <w:color w:val="000000"/>
        </w:rPr>
        <w:t>đ</w:t>
      </w:r>
      <w:r w:rsidRPr="00B17BE0">
        <w:rPr>
          <w:i/>
          <w:color w:val="000000"/>
        </w:rPr>
        <w:t>ây là nhiệm vụ rất quan trọng, ảnh hưởng trực tiếp đến đường găng tiến độ</w:t>
      </w:r>
      <w:r w:rsidR="00357E1A" w:rsidRPr="00B17BE0">
        <w:rPr>
          <w:i/>
          <w:color w:val="000000"/>
        </w:rPr>
        <w:t>;</w:t>
      </w:r>
      <w:r w:rsidRPr="00B17BE0">
        <w:rPr>
          <w:i/>
          <w:color w:val="000000"/>
        </w:rPr>
        <w:t xml:space="preserve"> nhiều dự án còn khối lượng </w:t>
      </w:r>
      <w:r w:rsidR="007C52BA" w:rsidRPr="00B17BE0">
        <w:rPr>
          <w:i/>
          <w:color w:val="000000"/>
        </w:rPr>
        <w:t>GPMB</w:t>
      </w:r>
      <w:r w:rsidRPr="00B17BE0">
        <w:rPr>
          <w:i/>
          <w:color w:val="000000"/>
        </w:rPr>
        <w:t xml:space="preserve"> ít nhưng lại là chỗ khó</w:t>
      </w:r>
      <w:r w:rsidR="007C52BA" w:rsidRPr="00B17BE0">
        <w:rPr>
          <w:i/>
          <w:color w:val="000000"/>
        </w:rPr>
        <w:t>;</w:t>
      </w:r>
      <w:r w:rsidRPr="00B17BE0">
        <w:rPr>
          <w:i/>
          <w:color w:val="000000"/>
        </w:rPr>
        <w:t xml:space="preserve"> do đó, đề nghị các địa phương tập trung hơn nữa, quyết liệt hơn nữa, huy động cả hệ thống chính trị vào cuộc như chỉ đạo của </w:t>
      </w:r>
      <w:r w:rsidR="007C52BA" w:rsidRPr="00B17BE0">
        <w:rPr>
          <w:i/>
          <w:color w:val="000000"/>
        </w:rPr>
        <w:t xml:space="preserve">Thủ tướng Chính phủ </w:t>
      </w:r>
      <w:r w:rsidRPr="00B17BE0">
        <w:rPr>
          <w:i/>
          <w:color w:val="000000"/>
        </w:rPr>
        <w:t>tại Công điện số 54/CĐ-TTg ngày 28</w:t>
      </w:r>
      <w:r w:rsidR="00E44B98">
        <w:rPr>
          <w:i/>
          <w:color w:val="000000"/>
        </w:rPr>
        <w:t xml:space="preserve"> tháng </w:t>
      </w:r>
      <w:r w:rsidRPr="00B17BE0">
        <w:rPr>
          <w:i/>
          <w:color w:val="000000"/>
        </w:rPr>
        <w:t>5</w:t>
      </w:r>
      <w:r w:rsidR="00E44B98">
        <w:rPr>
          <w:i/>
          <w:color w:val="000000"/>
        </w:rPr>
        <w:t xml:space="preserve"> năm </w:t>
      </w:r>
      <w:r w:rsidRPr="00B17BE0">
        <w:rPr>
          <w:i/>
          <w:color w:val="000000"/>
        </w:rPr>
        <w:t xml:space="preserve">2024 để sớm nhất hoàn thành công tác </w:t>
      </w:r>
      <w:r w:rsidR="007C52BA" w:rsidRPr="00B17BE0">
        <w:rPr>
          <w:i/>
          <w:color w:val="000000"/>
        </w:rPr>
        <w:t>GPMB</w:t>
      </w:r>
      <w:r w:rsidRPr="00B17BE0">
        <w:rPr>
          <w:i/>
          <w:color w:val="000000"/>
        </w:rPr>
        <w:t>.</w:t>
      </w:r>
    </w:p>
    <w:p w14:paraId="1672FFC0" w14:textId="367352D0" w:rsidR="00E02F14" w:rsidRPr="00B17BE0" w:rsidRDefault="001A0CBD" w:rsidP="00316D91">
      <w:pPr>
        <w:widowControl w:val="0"/>
        <w:ind w:right="2" w:firstLine="720"/>
        <w:jc w:val="both"/>
        <w:rPr>
          <w:i/>
          <w:color w:val="000000"/>
        </w:rPr>
      </w:pPr>
      <w:r w:rsidRPr="00B17BE0">
        <w:rPr>
          <w:i/>
          <w:color w:val="000000"/>
        </w:rPr>
        <w:t>4</w:t>
      </w:r>
      <w:r w:rsidR="004734C6" w:rsidRPr="00B17BE0">
        <w:rPr>
          <w:i/>
          <w:color w:val="000000"/>
        </w:rPr>
        <w:t>.</w:t>
      </w:r>
      <w:r w:rsidR="00E02F14" w:rsidRPr="00B17BE0">
        <w:rPr>
          <w:i/>
          <w:color w:val="000000"/>
        </w:rPr>
        <w:t xml:space="preserve"> Công tác triển khai thi công</w:t>
      </w:r>
    </w:p>
    <w:p w14:paraId="54CA321B" w14:textId="4790B8EE" w:rsidR="00E02F14" w:rsidRPr="00B17BE0" w:rsidRDefault="00E02F14" w:rsidP="00316D91">
      <w:pPr>
        <w:widowControl w:val="0"/>
        <w:ind w:right="2" w:firstLine="720"/>
        <w:jc w:val="both"/>
        <w:rPr>
          <w:i/>
          <w:color w:val="000000"/>
        </w:rPr>
      </w:pPr>
      <w:r w:rsidRPr="00B17BE0">
        <w:rPr>
          <w:i/>
          <w:color w:val="000000"/>
        </w:rPr>
        <w:t xml:space="preserve">- Bộ GTVT, các địa phương được giao làm cơ quan chủ quản và Ủy ban </w:t>
      </w:r>
      <w:r w:rsidR="00E44B98">
        <w:rPr>
          <w:i/>
          <w:color w:val="000000"/>
        </w:rPr>
        <w:t>Q</w:t>
      </w:r>
      <w:r w:rsidR="00E44B98" w:rsidRPr="00B17BE0">
        <w:rPr>
          <w:i/>
          <w:color w:val="000000"/>
        </w:rPr>
        <w:t xml:space="preserve">uản </w:t>
      </w:r>
      <w:r w:rsidRPr="00B17BE0">
        <w:rPr>
          <w:i/>
          <w:color w:val="000000"/>
        </w:rPr>
        <w:t xml:space="preserve">lý vốn nhà nước tại doanh nghiệp chỉ đạo các chủ đầu tư, các nhà thầu thi công phối hợp với các địa phương tháo gỡ các khó khăn, vướng mắc về </w:t>
      </w:r>
      <w:r w:rsidR="007C52BA" w:rsidRPr="00B17BE0">
        <w:rPr>
          <w:i/>
          <w:color w:val="000000"/>
        </w:rPr>
        <w:t>GPMB</w:t>
      </w:r>
      <w:r w:rsidRPr="00B17BE0">
        <w:rPr>
          <w:i/>
          <w:color w:val="000000"/>
        </w:rPr>
        <w:t>, di dời hạ tầng kỹ thuật, cung ứng vật liệu xây dựng; tập trung, quyết tâm cao, nỗ lực lớn, quyết liệt thi công với tinh thần “vượt nắng, thắng mưa”, “chỉ bàn làm, không bàn lùi”, “3 ca, 4 kíp”, “ăn tranh thủ, ngủ khẩn trương”, “xuyên lễ, xuyên Tết, xuyên ngày nghỉ”, “làm việc nào dứt việc đó”, “đã cam kết phải thực hiện, đã hứa phải làm” để đẩy nhanh tiến độ triển khai các dự án.</w:t>
      </w:r>
    </w:p>
    <w:p w14:paraId="6BF108FA" w14:textId="5268A2ED" w:rsidR="00E02F14" w:rsidRPr="00B17BE0" w:rsidRDefault="00E02F14" w:rsidP="00316D91">
      <w:pPr>
        <w:widowControl w:val="0"/>
        <w:ind w:right="2" w:firstLine="720"/>
        <w:jc w:val="both"/>
        <w:rPr>
          <w:i/>
          <w:color w:val="000000"/>
        </w:rPr>
      </w:pPr>
      <w:r w:rsidRPr="00B17BE0">
        <w:rPr>
          <w:i/>
          <w:color w:val="000000"/>
        </w:rPr>
        <w:t>- Bộ GTVT, các địa phương chỉ đạo các Ban QLDA, nhà thầu chủ động tập trung thi công các hạng mục là đường găng tiến độ như: công trình hầm lớn, cầu lớn, khu vực phải gia tải, xử lý nền đất yếu</w:t>
      </w:r>
      <w:r w:rsidR="007C52BA" w:rsidRPr="00B17BE0">
        <w:rPr>
          <w:i/>
          <w:color w:val="000000"/>
        </w:rPr>
        <w:t>,</w:t>
      </w:r>
      <w:r w:rsidRPr="00B17BE0">
        <w:rPr>
          <w:i/>
          <w:color w:val="000000"/>
        </w:rPr>
        <w:t>...</w:t>
      </w:r>
    </w:p>
    <w:p w14:paraId="63BC8C60" w14:textId="77777777" w:rsidR="00E02F14" w:rsidRPr="00B17BE0" w:rsidRDefault="00E02F14" w:rsidP="005752B4">
      <w:pPr>
        <w:widowControl w:val="0"/>
        <w:shd w:val="clear" w:color="auto" w:fill="FFFFFF"/>
        <w:spacing w:before="60" w:after="60"/>
        <w:ind w:firstLine="720"/>
        <w:jc w:val="both"/>
        <w:rPr>
          <w:b/>
          <w:bCs/>
          <w:iCs/>
          <w:color w:val="000000"/>
        </w:rPr>
      </w:pPr>
      <w:r w:rsidRPr="00B17BE0">
        <w:rPr>
          <w:b/>
          <w:bCs/>
          <w:iCs/>
          <w:color w:val="000000"/>
        </w:rPr>
        <w:t>IV. CÁC NHIỆM VỤ CỤ THỂ</w:t>
      </w:r>
    </w:p>
    <w:p w14:paraId="536226F3" w14:textId="13B7020F" w:rsidR="00E02F14" w:rsidRPr="00B17BE0" w:rsidRDefault="00E02F14" w:rsidP="00316D91">
      <w:pPr>
        <w:widowControl w:val="0"/>
        <w:shd w:val="clear" w:color="auto" w:fill="FFFFFF"/>
        <w:ind w:right="2" w:firstLine="720"/>
        <w:jc w:val="both"/>
        <w:rPr>
          <w:iCs/>
          <w:color w:val="000000"/>
        </w:rPr>
      </w:pPr>
      <w:r w:rsidRPr="00B17BE0">
        <w:rPr>
          <w:iCs/>
          <w:color w:val="000000"/>
        </w:rPr>
        <w:t xml:space="preserve">1. Bộ </w:t>
      </w:r>
      <w:r w:rsidR="007C52BA" w:rsidRPr="00B17BE0">
        <w:rPr>
          <w:iCs/>
          <w:color w:val="000000"/>
        </w:rPr>
        <w:t>GTVT</w:t>
      </w:r>
    </w:p>
    <w:p w14:paraId="777D1D94" w14:textId="7E3379E0" w:rsidR="00E02F14" w:rsidRPr="00D74318" w:rsidRDefault="00E02F14" w:rsidP="00316D91">
      <w:pPr>
        <w:widowControl w:val="0"/>
        <w:shd w:val="clear" w:color="auto" w:fill="FFFFFF"/>
        <w:ind w:right="2" w:firstLine="720"/>
        <w:jc w:val="both"/>
        <w:rPr>
          <w:iCs/>
          <w:color w:val="000000"/>
        </w:rPr>
      </w:pPr>
      <w:r w:rsidRPr="00B17BE0">
        <w:rPr>
          <w:iCs/>
          <w:color w:val="000000"/>
        </w:rPr>
        <w:t>a) Chủ trì, phối hợp với các địa phương xây dựng kế hoạch chi tiết “đường găng tiến độ hoàn thành các dự án trong năm 2025”, đảm bảo hoàn thành mục tiêu 3.000 km đường bộ cao tốc vào cuối năm 2025. Đặc biệt, đối với 436</w:t>
      </w:r>
      <w:r w:rsidR="00CA323E" w:rsidRPr="00B17BE0">
        <w:rPr>
          <w:iCs/>
          <w:color w:val="000000"/>
        </w:rPr>
        <w:t xml:space="preserve"> </w:t>
      </w:r>
      <w:r w:rsidRPr="00B17BE0">
        <w:rPr>
          <w:iCs/>
          <w:color w:val="000000"/>
        </w:rPr>
        <w:t xml:space="preserve">km thuộc 14 Dự án/DATP đang chậm tiến độ, cần có sự chủ động, quyết tâm, nỗ lực vượt bậc của các cơ quan chủ quản, các chủ đầu tư, các nhà thầu mới có thể </w:t>
      </w:r>
      <w:r w:rsidR="00E44B98">
        <w:rPr>
          <w:iCs/>
          <w:color w:val="000000"/>
        </w:rPr>
        <w:t>đáp ứng</w:t>
      </w:r>
      <w:r w:rsidRPr="00B17BE0">
        <w:rPr>
          <w:iCs/>
          <w:color w:val="000000"/>
        </w:rPr>
        <w:t xml:space="preserve"> đúng tiến độ</w:t>
      </w:r>
      <w:r w:rsidR="007C52BA" w:rsidRPr="00B17BE0">
        <w:rPr>
          <w:iCs/>
          <w:color w:val="000000"/>
        </w:rPr>
        <w:t>;</w:t>
      </w:r>
      <w:r w:rsidR="00662614">
        <w:rPr>
          <w:iCs/>
          <w:color w:val="000000"/>
          <w:lang w:val="vi-VN"/>
        </w:rPr>
        <w:t xml:space="preserve"> hoàn thành trong tháng 8 năm 2024</w:t>
      </w:r>
      <w:r w:rsidR="0056702E">
        <w:rPr>
          <w:iCs/>
          <w:color w:val="000000"/>
        </w:rPr>
        <w:t>;</w:t>
      </w:r>
    </w:p>
    <w:p w14:paraId="15E4A6C9" w14:textId="4018F637" w:rsidR="00E02F14" w:rsidRPr="005752B4" w:rsidRDefault="00E02F14" w:rsidP="00316D91">
      <w:pPr>
        <w:widowControl w:val="0"/>
        <w:shd w:val="clear" w:color="auto" w:fill="FFFFFF"/>
        <w:ind w:right="2" w:firstLine="720"/>
        <w:jc w:val="both"/>
        <w:rPr>
          <w:iCs/>
          <w:color w:val="000000"/>
          <w:spacing w:val="-2"/>
        </w:rPr>
      </w:pPr>
      <w:r w:rsidRPr="005752B4">
        <w:rPr>
          <w:iCs/>
          <w:color w:val="000000"/>
          <w:spacing w:val="-2"/>
        </w:rPr>
        <w:t xml:space="preserve">b) Tiếp tục chỉ đạo các Chủ đầu tư, các nhà thầu phối hợp với các địa phương sớm tháo gỡ các khó khăn, vướng mắc về </w:t>
      </w:r>
      <w:r w:rsidR="007C52BA" w:rsidRPr="005752B4">
        <w:rPr>
          <w:iCs/>
          <w:color w:val="000000"/>
          <w:spacing w:val="-2"/>
        </w:rPr>
        <w:t>GPMB</w:t>
      </w:r>
      <w:r w:rsidRPr="005752B4">
        <w:rPr>
          <w:iCs/>
          <w:color w:val="000000"/>
          <w:spacing w:val="-2"/>
        </w:rPr>
        <w:t xml:space="preserve">, di dời hạ tầng kỹ thuật, cung ứng vật liệu xây dựng, bảo đảm đủ trữ lượng và công suất đáp ứng tiến độ thi công các dự án, nhất là DATP đoạn Cần Thơ - Cà Mau, Biên Hòa - Vũng Tàu, Hòa Liên - Túy Loan; xây dựng kế hoạch tổ chức thi công hợp lý, tổ chức thi công </w:t>
      </w:r>
      <w:r w:rsidR="007C52BA" w:rsidRPr="005752B4">
        <w:rPr>
          <w:iCs/>
          <w:color w:val="000000"/>
          <w:spacing w:val="-2"/>
        </w:rPr>
        <w:t>“</w:t>
      </w:r>
      <w:r w:rsidRPr="005752B4">
        <w:rPr>
          <w:iCs/>
          <w:color w:val="000000"/>
          <w:spacing w:val="-2"/>
        </w:rPr>
        <w:t>3 ca, 4 kíp</w:t>
      </w:r>
      <w:r w:rsidR="007C52BA" w:rsidRPr="005752B4">
        <w:rPr>
          <w:iCs/>
          <w:color w:val="000000"/>
          <w:spacing w:val="-2"/>
        </w:rPr>
        <w:t>”</w:t>
      </w:r>
      <w:r w:rsidRPr="005752B4">
        <w:rPr>
          <w:iCs/>
          <w:color w:val="000000"/>
          <w:spacing w:val="-2"/>
        </w:rPr>
        <w:t xml:space="preserve"> để đẩy nhanh tiến độ thi công, hoàn thành dự án cao tốc Bắc - Nam giai đoạn 2021 - 2025, Biên Hòa - Vũng Tàu, Hòa Liên - Túy Loan trong năm 2025 và DATP 2 Khánh Hòa - Buôn Ma Thuột, đường Hồ Chí Minh theo kế hoạch; </w:t>
      </w:r>
    </w:p>
    <w:p w14:paraId="7FDF35C5" w14:textId="60DAA162" w:rsidR="00E02F14" w:rsidRPr="00B17BE0" w:rsidRDefault="00E02F14" w:rsidP="00316D91">
      <w:pPr>
        <w:widowControl w:val="0"/>
        <w:tabs>
          <w:tab w:val="left" w:pos="3978"/>
        </w:tabs>
        <w:ind w:right="2" w:firstLine="720"/>
        <w:jc w:val="both"/>
        <w:rPr>
          <w:iCs/>
          <w:color w:val="000000"/>
        </w:rPr>
      </w:pPr>
      <w:r w:rsidRPr="00B17BE0">
        <w:rPr>
          <w:iCs/>
          <w:color w:val="000000"/>
        </w:rPr>
        <w:t xml:space="preserve">c) Khẩn trương triển khai lựa chọn nhà đầu tư để sớm khởi công dự án Dầu Giây - Tân Phú; hoàn thiện thủ tục để trình Quốc hội điều chỉnh chủ trương đầu tư dự án Biên Hòa - Vũng Tàu; hoàn thiện Đề án chủ trương đầu tư đường sắt tốc độ cao trên trục Bắc - Nam để </w:t>
      </w:r>
      <w:r w:rsidR="0060717C" w:rsidRPr="00B17BE0">
        <w:rPr>
          <w:iCs/>
          <w:color w:val="000000"/>
        </w:rPr>
        <w:t xml:space="preserve">sớm </w:t>
      </w:r>
      <w:r w:rsidRPr="00B17BE0">
        <w:rPr>
          <w:iCs/>
          <w:color w:val="000000"/>
        </w:rPr>
        <w:t xml:space="preserve">trình </w:t>
      </w:r>
      <w:r w:rsidR="0060717C" w:rsidRPr="00B17BE0">
        <w:rPr>
          <w:iCs/>
          <w:color w:val="000000"/>
        </w:rPr>
        <w:t>các cấp có thẩm quyền</w:t>
      </w:r>
      <w:r w:rsidRPr="00B17BE0">
        <w:rPr>
          <w:iCs/>
          <w:color w:val="000000"/>
        </w:rPr>
        <w:t>.</w:t>
      </w:r>
    </w:p>
    <w:p w14:paraId="4621D49D" w14:textId="3AE1C558" w:rsidR="00F03F64" w:rsidRPr="00662614" w:rsidRDefault="00E02F14" w:rsidP="00316D91">
      <w:pPr>
        <w:widowControl w:val="0"/>
        <w:tabs>
          <w:tab w:val="left" w:pos="3978"/>
        </w:tabs>
        <w:ind w:right="2" w:firstLine="720"/>
        <w:jc w:val="both"/>
        <w:rPr>
          <w:iCs/>
          <w:color w:val="FF0000"/>
          <w:lang w:val="vi-VN"/>
        </w:rPr>
      </w:pPr>
      <w:r w:rsidRPr="00B17BE0">
        <w:rPr>
          <w:iCs/>
          <w:color w:val="000000"/>
        </w:rPr>
        <w:t xml:space="preserve">2. Bộ </w:t>
      </w:r>
      <w:r w:rsidR="007C52BA" w:rsidRPr="00B17BE0">
        <w:rPr>
          <w:iCs/>
          <w:color w:val="000000"/>
        </w:rPr>
        <w:t>TNMT</w:t>
      </w:r>
      <w:r w:rsidRPr="00B17BE0">
        <w:rPr>
          <w:iCs/>
          <w:color w:val="000000"/>
        </w:rPr>
        <w:t xml:space="preserve"> nghiên cứu trong thời gian sớm nhất để có hướng dẫn đi</w:t>
      </w:r>
      <w:r w:rsidR="001D5FA2" w:rsidRPr="00B17BE0">
        <w:rPr>
          <w:iCs/>
          <w:color w:val="000000"/>
        </w:rPr>
        <w:t>ề</w:t>
      </w:r>
      <w:r w:rsidRPr="00B17BE0">
        <w:rPr>
          <w:iCs/>
          <w:color w:val="000000"/>
        </w:rPr>
        <w:t xml:space="preserve">u chỉnh </w:t>
      </w:r>
      <w:r w:rsidR="00662614">
        <w:rPr>
          <w:iCs/>
          <w:color w:val="000000"/>
          <w:lang w:val="vi-VN"/>
        </w:rPr>
        <w:t xml:space="preserve">kéo dài </w:t>
      </w:r>
      <w:r w:rsidRPr="00B17BE0">
        <w:rPr>
          <w:iCs/>
          <w:color w:val="000000"/>
        </w:rPr>
        <w:t>thời gian được phép hoạt động khai thác trong ngày đối với khai thác cát, sỏi lòng sông</w:t>
      </w:r>
      <w:r w:rsidR="00662614">
        <w:rPr>
          <w:iCs/>
          <w:color w:val="000000"/>
          <w:lang w:val="vi-VN"/>
        </w:rPr>
        <w:t>.</w:t>
      </w:r>
    </w:p>
    <w:p w14:paraId="06E14CB1" w14:textId="75EEA0B9" w:rsidR="00E02F14" w:rsidRPr="00B17BE0" w:rsidRDefault="00E02F14" w:rsidP="00316D91">
      <w:pPr>
        <w:widowControl w:val="0"/>
        <w:tabs>
          <w:tab w:val="num" w:pos="0"/>
        </w:tabs>
        <w:ind w:right="2" w:firstLine="720"/>
        <w:jc w:val="both"/>
        <w:rPr>
          <w:iCs/>
          <w:color w:val="000000"/>
          <w:lang w:val="nl-NL"/>
        </w:rPr>
      </w:pPr>
      <w:r w:rsidRPr="00B17BE0">
        <w:rPr>
          <w:iCs/>
          <w:color w:val="000000"/>
        </w:rPr>
        <w:t>3.</w:t>
      </w:r>
      <w:r w:rsidR="007C52BA" w:rsidRPr="00B17BE0">
        <w:rPr>
          <w:iCs/>
          <w:color w:val="000000"/>
        </w:rPr>
        <w:t xml:space="preserve"> </w:t>
      </w:r>
      <w:r w:rsidRPr="00B17BE0">
        <w:rPr>
          <w:iCs/>
          <w:color w:val="000000"/>
        </w:rPr>
        <w:t xml:space="preserve">Bộ Xây dựng hoàn thiện hệ thống định mức và </w:t>
      </w:r>
      <w:r w:rsidRPr="00B17BE0">
        <w:rPr>
          <w:iCs/>
          <w:color w:val="000000"/>
          <w:lang w:val="nl-NL"/>
        </w:rPr>
        <w:t xml:space="preserve">hướng dẫn các địa phương xác định giá </w:t>
      </w:r>
      <w:r w:rsidR="001D5FA2" w:rsidRPr="00B17BE0">
        <w:rPr>
          <w:iCs/>
          <w:color w:val="000000"/>
          <w:lang w:val="nl-NL"/>
        </w:rPr>
        <w:t>vật liệu xây dựng</w:t>
      </w:r>
      <w:r w:rsidRPr="00B17BE0">
        <w:rPr>
          <w:iCs/>
          <w:color w:val="000000"/>
          <w:lang w:val="nl-NL"/>
        </w:rPr>
        <w:t xml:space="preserve"> tại mỏ theo cơ chế đặc thù, hoàn thành trong tháng 8</w:t>
      </w:r>
      <w:r w:rsidR="00CA323E" w:rsidRPr="00B17BE0">
        <w:rPr>
          <w:iCs/>
          <w:color w:val="000000"/>
          <w:lang w:val="nl-NL"/>
        </w:rPr>
        <w:t xml:space="preserve"> năm </w:t>
      </w:r>
      <w:r w:rsidRPr="00B17BE0">
        <w:rPr>
          <w:iCs/>
          <w:color w:val="000000"/>
          <w:lang w:val="nl-NL"/>
        </w:rPr>
        <w:t>2024.</w:t>
      </w:r>
    </w:p>
    <w:p w14:paraId="0C47CF69" w14:textId="4688E04B" w:rsidR="00E02F14" w:rsidRPr="00B17BE0" w:rsidRDefault="00E02F14" w:rsidP="00316D91">
      <w:pPr>
        <w:widowControl w:val="0"/>
        <w:tabs>
          <w:tab w:val="num" w:pos="0"/>
        </w:tabs>
        <w:ind w:right="2" w:firstLine="720"/>
        <w:jc w:val="both"/>
        <w:rPr>
          <w:iCs/>
          <w:color w:val="000000"/>
        </w:rPr>
      </w:pPr>
      <w:r w:rsidRPr="00B17BE0">
        <w:rPr>
          <w:iCs/>
          <w:color w:val="000000"/>
        </w:rPr>
        <w:lastRenderedPageBreak/>
        <w:t xml:space="preserve">4. Bộ </w:t>
      </w:r>
      <w:r w:rsidR="007C52BA" w:rsidRPr="00B17BE0">
        <w:rPr>
          <w:iCs/>
          <w:color w:val="000000"/>
        </w:rPr>
        <w:t>NN&amp;PTNT</w:t>
      </w:r>
      <w:r w:rsidRPr="00B17BE0">
        <w:rPr>
          <w:iCs/>
          <w:color w:val="000000"/>
        </w:rPr>
        <w:t xml:space="preserve"> chủ động hướng dẫn các địa phương thực hiện thủ tục chuyển mục đích sử dụng rừng theo </w:t>
      </w:r>
      <w:r w:rsidR="007C52BA" w:rsidRPr="00B17BE0">
        <w:rPr>
          <w:iCs/>
          <w:color w:val="000000"/>
        </w:rPr>
        <w:t xml:space="preserve">quy định tại </w:t>
      </w:r>
      <w:r w:rsidRPr="00B17BE0">
        <w:rPr>
          <w:iCs/>
          <w:color w:val="000000"/>
        </w:rPr>
        <w:t>Nghị định số 91/2024/NĐ-CP</w:t>
      </w:r>
      <w:r w:rsidR="007C52BA" w:rsidRPr="00B17BE0">
        <w:rPr>
          <w:iCs/>
          <w:color w:val="000000"/>
        </w:rPr>
        <w:t>. G</w:t>
      </w:r>
      <w:r w:rsidR="00775DCF" w:rsidRPr="00B17BE0">
        <w:rPr>
          <w:iCs/>
          <w:color w:val="000000"/>
        </w:rPr>
        <w:t xml:space="preserve">iao Bộ trưởng Bộ </w:t>
      </w:r>
      <w:r w:rsidR="007C52BA" w:rsidRPr="00B17BE0">
        <w:rPr>
          <w:iCs/>
          <w:color w:val="000000"/>
        </w:rPr>
        <w:t>NN&amp;PTNT</w:t>
      </w:r>
      <w:r w:rsidR="00775DCF" w:rsidRPr="00B17BE0">
        <w:rPr>
          <w:iCs/>
          <w:color w:val="000000"/>
        </w:rPr>
        <w:t xml:space="preserve"> </w:t>
      </w:r>
      <w:r w:rsidRPr="00B17BE0">
        <w:rPr>
          <w:iCs/>
          <w:color w:val="000000"/>
        </w:rPr>
        <w:t>thừa ủy quyền Thủ tướng Chính phủ</w:t>
      </w:r>
      <w:r w:rsidR="00775DCF" w:rsidRPr="00B17BE0">
        <w:rPr>
          <w:iCs/>
          <w:color w:val="000000"/>
        </w:rPr>
        <w:t>, thay mặt Chính phủ</w:t>
      </w:r>
      <w:r w:rsidRPr="00B17BE0">
        <w:rPr>
          <w:iCs/>
          <w:color w:val="000000"/>
        </w:rPr>
        <w:t xml:space="preserve"> trình UBTVQH về Nghị quyết điều chỉnh chủ trương chuyển mục đích sử dụng rừng, đất rừng và đất trồng lúa nước từ hai vụ trở lên của dự án cao tốc Bắc - Nam phía Đông giai đoạn 2021 - 2025.</w:t>
      </w:r>
    </w:p>
    <w:p w14:paraId="39ECAFF5" w14:textId="12663772" w:rsidR="00E02F14" w:rsidRPr="00B17BE0" w:rsidRDefault="00E02F14" w:rsidP="00316D91">
      <w:pPr>
        <w:widowControl w:val="0"/>
        <w:tabs>
          <w:tab w:val="left" w:pos="3978"/>
        </w:tabs>
        <w:ind w:right="2" w:firstLine="720"/>
        <w:jc w:val="both"/>
        <w:rPr>
          <w:iCs/>
          <w:color w:val="000000"/>
          <w:spacing w:val="-4"/>
        </w:rPr>
      </w:pPr>
      <w:r w:rsidRPr="00B17BE0">
        <w:rPr>
          <w:iCs/>
          <w:color w:val="000000"/>
          <w:spacing w:val="-4"/>
        </w:rPr>
        <w:t xml:space="preserve">5. Bộ </w:t>
      </w:r>
      <w:r w:rsidR="007C52BA" w:rsidRPr="00B17BE0">
        <w:rPr>
          <w:iCs/>
          <w:color w:val="000000"/>
          <w:spacing w:val="-4"/>
        </w:rPr>
        <w:t>KHĐT</w:t>
      </w:r>
    </w:p>
    <w:p w14:paraId="4827286A" w14:textId="3ECFB2EC" w:rsidR="00E02F14" w:rsidRPr="00B17BE0" w:rsidRDefault="00E02F14" w:rsidP="00316D91">
      <w:pPr>
        <w:widowControl w:val="0"/>
        <w:tabs>
          <w:tab w:val="left" w:pos="3978"/>
        </w:tabs>
        <w:ind w:right="2" w:firstLine="720"/>
        <w:jc w:val="both"/>
        <w:rPr>
          <w:iCs/>
          <w:color w:val="000000"/>
        </w:rPr>
      </w:pPr>
      <w:r w:rsidRPr="00B17BE0">
        <w:rPr>
          <w:iCs/>
          <w:color w:val="000000"/>
          <w:spacing w:val="-4"/>
        </w:rPr>
        <w:t xml:space="preserve">a) </w:t>
      </w:r>
      <w:r w:rsidR="00FB39D0">
        <w:rPr>
          <w:iCs/>
          <w:color w:val="000000"/>
          <w:spacing w:val="-4"/>
          <w:lang w:val="vi-VN"/>
        </w:rPr>
        <w:t xml:space="preserve">Khẩn trương </w:t>
      </w:r>
      <w:r w:rsidR="006E1893">
        <w:rPr>
          <w:iCs/>
          <w:color w:val="000000"/>
          <w:spacing w:val="-4"/>
          <w:lang w:val="vi-VN"/>
        </w:rPr>
        <w:t>ph</w:t>
      </w:r>
      <w:r w:rsidR="006D0635">
        <w:rPr>
          <w:iCs/>
          <w:color w:val="000000"/>
          <w:spacing w:val="-4"/>
          <w:lang w:val="vi-VN"/>
        </w:rPr>
        <w:t xml:space="preserve">ối hợp UBND Thành phố Hà Nội rà soát, hoàn thiện Hồ sơ, trình </w:t>
      </w:r>
      <w:r w:rsidRPr="00B17BE0">
        <w:rPr>
          <w:iCs/>
          <w:color w:val="000000"/>
          <w:spacing w:val="-4"/>
        </w:rPr>
        <w:t xml:space="preserve">Thủ tướng Chính phủ </w:t>
      </w:r>
      <w:r w:rsidR="006D0635">
        <w:rPr>
          <w:iCs/>
          <w:color w:val="000000"/>
          <w:spacing w:val="-4"/>
          <w:lang w:val="vi-VN"/>
        </w:rPr>
        <w:t xml:space="preserve">xem xét </w:t>
      </w:r>
      <w:r w:rsidRPr="00B17BE0">
        <w:rPr>
          <w:iCs/>
          <w:color w:val="000000"/>
        </w:rPr>
        <w:t>phê duyệt điều chỉnh chủ trương đầu tư dự án đường sắt đô thị Nam Thăng Long - Trần Hưng Đạo</w:t>
      </w:r>
      <w:r w:rsidR="00F538E0" w:rsidRPr="00B17BE0">
        <w:rPr>
          <w:iCs/>
          <w:color w:val="000000"/>
        </w:rPr>
        <w:t xml:space="preserve"> trong tháng 8 năm 2024</w:t>
      </w:r>
      <w:r w:rsidR="00CA323E" w:rsidRPr="00B17BE0">
        <w:rPr>
          <w:iCs/>
          <w:color w:val="000000"/>
        </w:rPr>
        <w:t>;</w:t>
      </w:r>
    </w:p>
    <w:p w14:paraId="21463F41" w14:textId="31CF0589" w:rsidR="00E02F14" w:rsidRPr="00B17BE0" w:rsidRDefault="00E02F14" w:rsidP="00316D91">
      <w:pPr>
        <w:widowControl w:val="0"/>
        <w:tabs>
          <w:tab w:val="left" w:pos="3978"/>
        </w:tabs>
        <w:ind w:right="2" w:firstLine="720"/>
        <w:jc w:val="both"/>
        <w:rPr>
          <w:iCs/>
          <w:color w:val="000000"/>
        </w:rPr>
      </w:pPr>
      <w:r w:rsidRPr="00B17BE0">
        <w:rPr>
          <w:iCs/>
          <w:color w:val="000000"/>
        </w:rPr>
        <w:t>b) Khẩn trương rà soát, đề xuất sửa đổi chính sách, pháp luật về đầu tư theo phương thức đối tác công - tư liên quan đến phát triển hệ thống kết cấu hạ tầng, trình Quốc hội tại kỳ họp thứ 8 (tháng 10 năm 2024) theo chỉ đạo của Thủ tướng Chính phủ tại Quyết định số 693/QĐ-TTg ngày 17</w:t>
      </w:r>
      <w:r w:rsidR="008E183D">
        <w:rPr>
          <w:iCs/>
          <w:color w:val="000000"/>
          <w:lang w:val="vi-VN"/>
        </w:rPr>
        <w:t xml:space="preserve"> tháng </w:t>
      </w:r>
      <w:r w:rsidRPr="00B17BE0">
        <w:rPr>
          <w:iCs/>
          <w:color w:val="000000"/>
        </w:rPr>
        <w:t>7</w:t>
      </w:r>
      <w:r w:rsidR="008E183D">
        <w:rPr>
          <w:iCs/>
          <w:color w:val="000000"/>
          <w:lang w:val="vi-VN"/>
        </w:rPr>
        <w:t xml:space="preserve"> năm </w:t>
      </w:r>
      <w:r w:rsidRPr="00B17BE0">
        <w:rPr>
          <w:iCs/>
          <w:color w:val="000000"/>
        </w:rPr>
        <w:t>2024</w:t>
      </w:r>
      <w:r w:rsidR="0056702E">
        <w:rPr>
          <w:iCs/>
          <w:color w:val="000000"/>
        </w:rPr>
        <w:t>.</w:t>
      </w:r>
    </w:p>
    <w:p w14:paraId="1EF564CD" w14:textId="1448C5FD" w:rsidR="00E02F14" w:rsidRPr="00B17BE0" w:rsidRDefault="00E02F14" w:rsidP="00316D91">
      <w:pPr>
        <w:widowControl w:val="0"/>
        <w:tabs>
          <w:tab w:val="num" w:pos="0"/>
        </w:tabs>
        <w:ind w:right="2" w:firstLine="720"/>
        <w:jc w:val="both"/>
        <w:rPr>
          <w:iCs/>
          <w:color w:val="000000"/>
        </w:rPr>
      </w:pPr>
      <w:r w:rsidRPr="00B17BE0">
        <w:rPr>
          <w:iCs/>
          <w:color w:val="000000"/>
        </w:rPr>
        <w:t xml:space="preserve">6. Ủy ban </w:t>
      </w:r>
      <w:r w:rsidR="001E4FF8">
        <w:rPr>
          <w:iCs/>
          <w:color w:val="000000"/>
        </w:rPr>
        <w:t>Q</w:t>
      </w:r>
      <w:r w:rsidRPr="00B17BE0">
        <w:rPr>
          <w:iCs/>
          <w:color w:val="000000"/>
        </w:rPr>
        <w:t xml:space="preserve">uản lý vốn Nhà nước tại </w:t>
      </w:r>
      <w:r w:rsidR="00B21A51">
        <w:rPr>
          <w:iCs/>
          <w:color w:val="000000"/>
        </w:rPr>
        <w:t>d</w:t>
      </w:r>
      <w:r w:rsidR="00B21A51" w:rsidRPr="00B17BE0">
        <w:rPr>
          <w:iCs/>
          <w:color w:val="000000"/>
        </w:rPr>
        <w:t xml:space="preserve">oanh </w:t>
      </w:r>
      <w:r w:rsidRPr="00B17BE0">
        <w:rPr>
          <w:iCs/>
          <w:color w:val="000000"/>
        </w:rPr>
        <w:t>nghiệp</w:t>
      </w:r>
    </w:p>
    <w:p w14:paraId="4728CB30" w14:textId="5753C5B5" w:rsidR="00E02F14" w:rsidRPr="00B17BE0" w:rsidRDefault="00E02F14" w:rsidP="00316D91">
      <w:pPr>
        <w:widowControl w:val="0"/>
        <w:tabs>
          <w:tab w:val="num" w:pos="0"/>
        </w:tabs>
        <w:ind w:right="2" w:firstLine="720"/>
        <w:jc w:val="both"/>
        <w:rPr>
          <w:rFonts w:eastAsia="Calibri"/>
          <w:iCs/>
          <w:color w:val="000000"/>
        </w:rPr>
      </w:pPr>
      <w:r w:rsidRPr="00B17BE0">
        <w:rPr>
          <w:iCs/>
          <w:color w:val="000000"/>
        </w:rPr>
        <w:t xml:space="preserve">a) Tiếp tục chỉ đạo </w:t>
      </w:r>
      <w:r w:rsidR="007C52BA" w:rsidRPr="00B17BE0">
        <w:rPr>
          <w:iCs/>
          <w:color w:val="000000"/>
        </w:rPr>
        <w:t>ACV</w:t>
      </w:r>
      <w:r w:rsidRPr="00B17BE0">
        <w:rPr>
          <w:iCs/>
          <w:color w:val="000000"/>
        </w:rPr>
        <w:t>, VEC kiểm soát chặt chẽ chất lượng, tiến độ các dự án cảng hàng không, cao tốc Bến Lức - Long Thành; đẩy nhanh triển khai các gói thầu thi công và lắp đặt thiết bị thuộc nhà ga hành khách CHKQT Long Thành; sớm hoàn thành báo cáo nghiên cứu tiền khả thi dự án mở rộng đoạn Thành phố Hồ Chí Minh - Long Thành</w:t>
      </w:r>
      <w:r w:rsidR="00CA323E" w:rsidRPr="00B17BE0">
        <w:rPr>
          <w:rFonts w:eastAsia="Calibri"/>
          <w:iCs/>
          <w:color w:val="000000"/>
        </w:rPr>
        <w:t>;</w:t>
      </w:r>
    </w:p>
    <w:p w14:paraId="0307CB8E" w14:textId="77777777" w:rsidR="00E02F14" w:rsidRPr="00B17BE0" w:rsidRDefault="00E02F14" w:rsidP="00316D91">
      <w:pPr>
        <w:widowControl w:val="0"/>
        <w:tabs>
          <w:tab w:val="num" w:pos="0"/>
        </w:tabs>
        <w:ind w:right="2" w:firstLine="720"/>
        <w:jc w:val="both"/>
        <w:rPr>
          <w:rFonts w:eastAsia="Calibri"/>
          <w:iCs/>
          <w:color w:val="000000"/>
        </w:rPr>
      </w:pPr>
      <w:r w:rsidRPr="00B17BE0">
        <w:rPr>
          <w:rFonts w:eastAsia="Calibri"/>
          <w:iCs/>
          <w:color w:val="000000"/>
        </w:rPr>
        <w:t>b) Chỉ đạo EVN và các đơn vị trực thuộc đẩy nhanh việc di dời các đường điện cao thế, không làm ảnh hưởng đến tiến độ thi công các dự án đường bộ cao tốc, đặc biệt tại các dự án có kế hoạch hoàn thành năm 2025.</w:t>
      </w:r>
    </w:p>
    <w:p w14:paraId="5D18B544" w14:textId="77777777" w:rsidR="00E02F14" w:rsidRPr="00B17BE0" w:rsidRDefault="00E02F14" w:rsidP="00316D91">
      <w:pPr>
        <w:widowControl w:val="0"/>
        <w:tabs>
          <w:tab w:val="left" w:pos="3978"/>
        </w:tabs>
        <w:ind w:right="2" w:firstLine="720"/>
        <w:jc w:val="both"/>
        <w:rPr>
          <w:iCs/>
          <w:color w:val="000000"/>
        </w:rPr>
      </w:pPr>
      <w:r w:rsidRPr="00B17BE0">
        <w:rPr>
          <w:iCs/>
          <w:color w:val="000000"/>
        </w:rPr>
        <w:t xml:space="preserve">7. Các địa phương </w:t>
      </w:r>
    </w:p>
    <w:p w14:paraId="17EED1C4" w14:textId="77777777" w:rsidR="00E02F14" w:rsidRPr="00B17BE0" w:rsidRDefault="00E02F14" w:rsidP="00316D91">
      <w:pPr>
        <w:widowControl w:val="0"/>
        <w:autoSpaceDE w:val="0"/>
        <w:autoSpaceDN w:val="0"/>
        <w:adjustRightInd w:val="0"/>
        <w:ind w:right="2" w:firstLine="720"/>
        <w:jc w:val="both"/>
        <w:rPr>
          <w:iCs/>
          <w:color w:val="000000"/>
        </w:rPr>
      </w:pPr>
      <w:r w:rsidRPr="00B17BE0">
        <w:rPr>
          <w:iCs/>
          <w:color w:val="000000"/>
        </w:rPr>
        <w:t>a) Về chuẩn bị đầu tư</w:t>
      </w:r>
    </w:p>
    <w:p w14:paraId="3FF21170" w14:textId="6AB08957" w:rsidR="00E02F14" w:rsidRPr="00B17BE0" w:rsidRDefault="008B4EDB" w:rsidP="00316D91">
      <w:pPr>
        <w:widowControl w:val="0"/>
        <w:tabs>
          <w:tab w:val="left" w:pos="3978"/>
        </w:tabs>
        <w:ind w:right="2" w:firstLine="720"/>
        <w:jc w:val="both"/>
        <w:rPr>
          <w:iCs/>
          <w:color w:val="000000"/>
        </w:rPr>
      </w:pPr>
      <w:r>
        <w:rPr>
          <w:iCs/>
          <w:color w:val="000000"/>
          <w:lang w:val="vi-VN"/>
        </w:rPr>
        <w:t xml:space="preserve">- </w:t>
      </w:r>
      <w:r w:rsidR="00E02F14" w:rsidRPr="00B17BE0">
        <w:rPr>
          <w:iCs/>
          <w:color w:val="000000"/>
        </w:rPr>
        <w:t xml:space="preserve">Thành phố Hà Nội, </w:t>
      </w:r>
      <w:r w:rsidR="0042411C">
        <w:rPr>
          <w:iCs/>
          <w:color w:val="000000"/>
          <w:lang w:val="vi-VN"/>
        </w:rPr>
        <w:t xml:space="preserve">tỉnh </w:t>
      </w:r>
      <w:r w:rsidR="00E02F14" w:rsidRPr="00B17BE0">
        <w:rPr>
          <w:iCs/>
          <w:color w:val="000000"/>
        </w:rPr>
        <w:t>Cao Bằng phối hợp với các cơ quan liên quan để đẩy nhanh tiến độ, sớm phê duyệt điều chỉnh chủ trương đầu tư dự án Đồng Đăng - Trà Lĩnh, đường sắt đô thị Nam Thăng Long - Trần Hưng Đạo.</w:t>
      </w:r>
    </w:p>
    <w:p w14:paraId="4493C93C" w14:textId="46E04491" w:rsidR="00E02F14" w:rsidRPr="00B17BE0" w:rsidRDefault="008B4EDB" w:rsidP="00316D91">
      <w:pPr>
        <w:widowControl w:val="0"/>
        <w:autoSpaceDE w:val="0"/>
        <w:autoSpaceDN w:val="0"/>
        <w:adjustRightInd w:val="0"/>
        <w:ind w:right="2" w:firstLine="720"/>
        <w:jc w:val="both"/>
        <w:rPr>
          <w:iCs/>
          <w:color w:val="000000"/>
        </w:rPr>
      </w:pPr>
      <w:r>
        <w:rPr>
          <w:iCs/>
          <w:color w:val="000000"/>
          <w:lang w:val="vi-VN"/>
        </w:rPr>
        <w:t xml:space="preserve">- </w:t>
      </w:r>
      <w:r w:rsidR="00E02F14" w:rsidRPr="00B17BE0">
        <w:rPr>
          <w:iCs/>
          <w:color w:val="000000"/>
        </w:rPr>
        <w:t xml:space="preserve">Các tỉnh Sơn La, Thái Bình, Ninh Bình, Bình Dương đẩy nhanh tiến độ lập, phê duyệt báo cáo nghiên cứu khả thi các dự án Hòa Bình - Mộc Châu, Ninh Bình - Hải Phòng (đoạn đầu tư công qua Ninh Bình và đoạn </w:t>
      </w:r>
      <w:r w:rsidR="00B21A51">
        <w:rPr>
          <w:iCs/>
          <w:color w:val="000000"/>
        </w:rPr>
        <w:t xml:space="preserve">qua tỉnh </w:t>
      </w:r>
      <w:r w:rsidR="00E02F14" w:rsidRPr="00B17BE0">
        <w:rPr>
          <w:iCs/>
          <w:color w:val="000000"/>
        </w:rPr>
        <w:t>Nam Định</w:t>
      </w:r>
      <w:r w:rsidR="00B21A51">
        <w:rPr>
          <w:iCs/>
          <w:color w:val="000000"/>
        </w:rPr>
        <w:t xml:space="preserve">, </w:t>
      </w:r>
      <w:r w:rsidR="00E02F14" w:rsidRPr="00B17BE0">
        <w:rPr>
          <w:iCs/>
          <w:color w:val="000000"/>
        </w:rPr>
        <w:t xml:space="preserve">Thái Bình theo phương thức PPP), Thành phố Hồ Chí Minh - Thủ Dầu Một - Chơn Thành. </w:t>
      </w:r>
    </w:p>
    <w:p w14:paraId="749BCA93" w14:textId="679DDE0F" w:rsidR="00E02F14" w:rsidRPr="00B17BE0" w:rsidRDefault="008B4EDB" w:rsidP="00316D91">
      <w:pPr>
        <w:widowControl w:val="0"/>
        <w:autoSpaceDE w:val="0"/>
        <w:autoSpaceDN w:val="0"/>
        <w:adjustRightInd w:val="0"/>
        <w:ind w:right="2" w:firstLine="720"/>
        <w:jc w:val="both"/>
        <w:rPr>
          <w:iCs/>
          <w:color w:val="000000"/>
        </w:rPr>
      </w:pPr>
      <w:r>
        <w:rPr>
          <w:iCs/>
          <w:color w:val="000000"/>
          <w:lang w:val="vi-VN"/>
        </w:rPr>
        <w:t xml:space="preserve">- </w:t>
      </w:r>
      <w:r w:rsidR="00E02F14" w:rsidRPr="00B17BE0">
        <w:rPr>
          <w:iCs/>
          <w:color w:val="000000"/>
        </w:rPr>
        <w:t xml:space="preserve">Tỉnh Lâm Đồng chủ động phối hợp với các cơ quan liên quan để giải quyết vướng mắc, </w:t>
      </w:r>
      <w:r w:rsidR="00E02F14" w:rsidRPr="00B17BE0">
        <w:rPr>
          <w:iCs/>
          <w:color w:val="000000"/>
          <w:spacing w:val="3"/>
          <w:shd w:val="clear" w:color="auto" w:fill="FFFFFF"/>
        </w:rPr>
        <w:t xml:space="preserve">sớm phê duyệt </w:t>
      </w:r>
      <w:r w:rsidR="00E02F14" w:rsidRPr="00B17BE0">
        <w:rPr>
          <w:iCs/>
          <w:color w:val="000000"/>
        </w:rPr>
        <w:t xml:space="preserve">dự án đầu tư cao tốc Tân Phú - Bảo Lộc, Bảo Lộc - Liên Khương. </w:t>
      </w:r>
    </w:p>
    <w:p w14:paraId="17B76A0F" w14:textId="38DB17C5" w:rsidR="00E02F14" w:rsidRPr="00B17BE0" w:rsidRDefault="008B4EDB" w:rsidP="00316D91">
      <w:pPr>
        <w:widowControl w:val="0"/>
        <w:tabs>
          <w:tab w:val="left" w:pos="3978"/>
        </w:tabs>
        <w:ind w:right="2" w:firstLine="720"/>
        <w:jc w:val="both"/>
        <w:rPr>
          <w:iCs/>
          <w:color w:val="000000"/>
        </w:rPr>
      </w:pPr>
      <w:r>
        <w:rPr>
          <w:iCs/>
          <w:color w:val="000000"/>
          <w:lang w:val="vi-VN"/>
        </w:rPr>
        <w:t xml:space="preserve">- </w:t>
      </w:r>
      <w:r w:rsidR="00E02F14" w:rsidRPr="00B17BE0">
        <w:rPr>
          <w:iCs/>
          <w:color w:val="000000"/>
        </w:rPr>
        <w:t>Thành phố Hồ Chí Minh khẩn trương chủ trì, phối hợp với các địa phương liên quan báo cáo cấp có thẩm quyền để tháo gỡ các khó khăn, vướng mắc trong triển khai dự án Vành đai 4.</w:t>
      </w:r>
    </w:p>
    <w:p w14:paraId="726C7047" w14:textId="0148F38E" w:rsidR="00E02F14" w:rsidRPr="00B17BE0" w:rsidRDefault="008B4EDB" w:rsidP="00316D91">
      <w:pPr>
        <w:widowControl w:val="0"/>
        <w:autoSpaceDE w:val="0"/>
        <w:autoSpaceDN w:val="0"/>
        <w:adjustRightInd w:val="0"/>
        <w:ind w:right="2" w:firstLine="720"/>
        <w:jc w:val="both"/>
        <w:rPr>
          <w:iCs/>
          <w:color w:val="000000"/>
        </w:rPr>
      </w:pPr>
      <w:r>
        <w:rPr>
          <w:iCs/>
          <w:color w:val="000000"/>
          <w:lang w:val="vi-VN"/>
        </w:rPr>
        <w:t>- Các t</w:t>
      </w:r>
      <w:r w:rsidR="00E02F14" w:rsidRPr="00B17BE0">
        <w:rPr>
          <w:iCs/>
          <w:color w:val="000000"/>
        </w:rPr>
        <w:t xml:space="preserve">ỉnh Bình Phước, Đắk Nông khẩn trương tổ chức lập báo cáo nghiên cứu khả thi các dự án thành phần đoạn Gia Nghĩa - Chơn Thành sau khi Chính phủ ban hành Nghị quyết thực hiện Nghị quyết </w:t>
      </w:r>
      <w:r w:rsidR="001E4FF8">
        <w:rPr>
          <w:iCs/>
          <w:color w:val="000000"/>
        </w:rPr>
        <w:t xml:space="preserve">số </w:t>
      </w:r>
      <w:r w:rsidR="00E02F14" w:rsidRPr="00B17BE0">
        <w:rPr>
          <w:iCs/>
          <w:color w:val="000000"/>
        </w:rPr>
        <w:t>138/2024/QH15 của Quốc hội.</w:t>
      </w:r>
    </w:p>
    <w:p w14:paraId="451C41CA" w14:textId="44F5EBB0" w:rsidR="00E02F14" w:rsidRPr="00B17BE0" w:rsidRDefault="008B4EDB" w:rsidP="00316D91">
      <w:pPr>
        <w:widowControl w:val="0"/>
        <w:autoSpaceDE w:val="0"/>
        <w:autoSpaceDN w:val="0"/>
        <w:adjustRightInd w:val="0"/>
        <w:ind w:right="2" w:firstLine="720"/>
        <w:jc w:val="both"/>
        <w:rPr>
          <w:iCs/>
          <w:color w:val="000000"/>
        </w:rPr>
      </w:pPr>
      <w:r>
        <w:rPr>
          <w:iCs/>
          <w:color w:val="000000"/>
          <w:lang w:val="vi-VN"/>
        </w:rPr>
        <w:t xml:space="preserve">- </w:t>
      </w:r>
      <w:r w:rsidR="00E02F14" w:rsidRPr="00B17BE0">
        <w:rPr>
          <w:iCs/>
          <w:color w:val="000000"/>
        </w:rPr>
        <w:t xml:space="preserve">Tỉnh Đồng Nai và </w:t>
      </w:r>
      <w:r w:rsidR="00443CD9">
        <w:rPr>
          <w:iCs/>
          <w:color w:val="000000"/>
          <w:lang w:val="vi-VN"/>
        </w:rPr>
        <w:t xml:space="preserve">tỉnh </w:t>
      </w:r>
      <w:r w:rsidR="00E02F14" w:rsidRPr="00B17BE0">
        <w:rPr>
          <w:iCs/>
          <w:color w:val="000000"/>
        </w:rPr>
        <w:t>Bà Rịa - Vũng Tàu phối hợp với Bộ GTVT để điều chỉnh chủ trương đầu tư dự án Biên Hòa - Vũng Tàu.</w:t>
      </w:r>
    </w:p>
    <w:p w14:paraId="6814AEBC" w14:textId="163B01C1" w:rsidR="00E02F14" w:rsidRPr="00B17BE0" w:rsidRDefault="00E02F14" w:rsidP="00316D91">
      <w:pPr>
        <w:widowControl w:val="0"/>
        <w:tabs>
          <w:tab w:val="left" w:pos="0"/>
        </w:tabs>
        <w:ind w:right="2" w:firstLine="720"/>
        <w:jc w:val="both"/>
        <w:rPr>
          <w:iCs/>
          <w:color w:val="000000"/>
        </w:rPr>
      </w:pPr>
      <w:r w:rsidRPr="00B17BE0">
        <w:rPr>
          <w:iCs/>
          <w:color w:val="000000"/>
        </w:rPr>
        <w:lastRenderedPageBreak/>
        <w:t xml:space="preserve">b) Về </w:t>
      </w:r>
      <w:r w:rsidR="007C52BA" w:rsidRPr="00B17BE0">
        <w:rPr>
          <w:iCs/>
          <w:color w:val="000000"/>
        </w:rPr>
        <w:t>GPMB</w:t>
      </w:r>
    </w:p>
    <w:p w14:paraId="7C803FA7" w14:textId="50CE7A7C" w:rsidR="00E02F14" w:rsidRPr="00B17BE0" w:rsidRDefault="00443CD9" w:rsidP="00316D91">
      <w:pPr>
        <w:widowControl w:val="0"/>
        <w:tabs>
          <w:tab w:val="left" w:pos="0"/>
        </w:tabs>
        <w:ind w:right="2" w:firstLine="720"/>
        <w:jc w:val="both"/>
        <w:rPr>
          <w:iCs/>
          <w:color w:val="000000"/>
        </w:rPr>
      </w:pPr>
      <w:r>
        <w:rPr>
          <w:iCs/>
          <w:color w:val="000000"/>
          <w:spacing w:val="-2"/>
          <w:lang w:val="vi-VN"/>
        </w:rPr>
        <w:t xml:space="preserve">- </w:t>
      </w:r>
      <w:r w:rsidR="00E02F14" w:rsidRPr="00B17BE0">
        <w:rPr>
          <w:iCs/>
          <w:color w:val="000000"/>
          <w:spacing w:val="-2"/>
        </w:rPr>
        <w:t>Các địa phương cần đẩy nhanh tiến độ triển khai để hoàn thành trong tháng 8</w:t>
      </w:r>
      <w:r w:rsidR="00CA323E" w:rsidRPr="00B17BE0">
        <w:rPr>
          <w:iCs/>
          <w:color w:val="000000"/>
          <w:spacing w:val="-2"/>
        </w:rPr>
        <w:t xml:space="preserve"> năm </w:t>
      </w:r>
      <w:r w:rsidR="00E02F14" w:rsidRPr="00B17BE0">
        <w:rPr>
          <w:iCs/>
          <w:color w:val="000000"/>
          <w:spacing w:val="-2"/>
        </w:rPr>
        <w:t xml:space="preserve">2024 toàn bộ công tác </w:t>
      </w:r>
      <w:r w:rsidR="007C52BA" w:rsidRPr="00B17BE0">
        <w:rPr>
          <w:iCs/>
          <w:color w:val="000000"/>
          <w:spacing w:val="-2"/>
        </w:rPr>
        <w:t>GPMB</w:t>
      </w:r>
      <w:r w:rsidR="00E02F14" w:rsidRPr="00B17BE0">
        <w:rPr>
          <w:iCs/>
          <w:color w:val="000000"/>
          <w:spacing w:val="-2"/>
        </w:rPr>
        <w:t>, di dời hạ tầng kỹ thuật của các dự án có kế hoạch hoàn thành năm 2025, nhất là các địa phương có tỷ lệ bàn giao GPMB còn thấp (</w:t>
      </w:r>
      <w:r w:rsidR="00E02F14" w:rsidRPr="00B17BE0">
        <w:rPr>
          <w:iCs/>
          <w:color w:val="000000"/>
        </w:rPr>
        <w:t>Đồng Nai, Khánh Hòa, Tuyên Quang, Đà Nẵng).</w:t>
      </w:r>
    </w:p>
    <w:p w14:paraId="5F16F64F" w14:textId="0A11BFA3" w:rsidR="00E02F14" w:rsidRPr="00B17BE0" w:rsidRDefault="00443CD9" w:rsidP="00316D91">
      <w:pPr>
        <w:widowControl w:val="0"/>
        <w:tabs>
          <w:tab w:val="left" w:pos="0"/>
        </w:tabs>
        <w:ind w:right="2" w:firstLine="720"/>
        <w:jc w:val="both"/>
        <w:rPr>
          <w:iCs/>
          <w:color w:val="000000"/>
          <w:spacing w:val="-2"/>
        </w:rPr>
      </w:pPr>
      <w:r>
        <w:rPr>
          <w:iCs/>
          <w:color w:val="000000"/>
          <w:spacing w:val="-2"/>
          <w:lang w:val="vi-VN"/>
        </w:rPr>
        <w:t xml:space="preserve">- </w:t>
      </w:r>
      <w:r w:rsidR="00E02F14" w:rsidRPr="00B17BE0">
        <w:rPr>
          <w:iCs/>
          <w:color w:val="000000"/>
          <w:spacing w:val="-2"/>
        </w:rPr>
        <w:t>Các tỉnh Lạng Sơn, Kiên Giang, Tiền Giang cần quyết liệt để đẩy nhanh công tác GPMB đáp ứng tiến độ đề ra.</w:t>
      </w:r>
    </w:p>
    <w:p w14:paraId="0EF40C4B" w14:textId="7F0ADB50" w:rsidR="00E02F14" w:rsidRPr="00B17BE0" w:rsidRDefault="00443CD9" w:rsidP="00316D91">
      <w:pPr>
        <w:widowControl w:val="0"/>
        <w:tabs>
          <w:tab w:val="left" w:pos="0"/>
        </w:tabs>
        <w:ind w:right="2" w:firstLine="720"/>
        <w:jc w:val="both"/>
        <w:rPr>
          <w:iCs/>
          <w:color w:val="000000"/>
          <w:spacing w:val="-2"/>
        </w:rPr>
      </w:pPr>
      <w:r>
        <w:rPr>
          <w:iCs/>
          <w:color w:val="000000"/>
          <w:lang w:val="vi-VN"/>
        </w:rPr>
        <w:t xml:space="preserve">- </w:t>
      </w:r>
      <w:r w:rsidR="00E02F14" w:rsidRPr="00B17BE0">
        <w:rPr>
          <w:iCs/>
          <w:color w:val="000000"/>
        </w:rPr>
        <w:t xml:space="preserve">Các tỉnh khẩn trương thực hiện chuyển mục đích sử dụng rừng tại các dự án theo quy định tại Nghị định số 91/2024/NĐ-CP; trường hợp khó khăn, vướng mắc, kịp thời báo cáo Bộ </w:t>
      </w:r>
      <w:r w:rsidR="00CA323E" w:rsidRPr="00B17BE0">
        <w:rPr>
          <w:iCs/>
          <w:color w:val="000000"/>
        </w:rPr>
        <w:t>NN&amp;PTNT</w:t>
      </w:r>
      <w:r w:rsidR="00E02F14" w:rsidRPr="00B17BE0">
        <w:rPr>
          <w:iCs/>
          <w:color w:val="000000"/>
        </w:rPr>
        <w:t xml:space="preserve"> để được hướng dẫn. Tỉnh Đắk Lắk đẩy nhanh việc khai thác, tận thu lâm sản tại dự án Khánh Hòa - Buôn Ma Thuột.</w:t>
      </w:r>
    </w:p>
    <w:p w14:paraId="438859AF" w14:textId="77777777" w:rsidR="00E02F14" w:rsidRPr="00B17BE0" w:rsidRDefault="00E02F14" w:rsidP="00316D91">
      <w:pPr>
        <w:widowControl w:val="0"/>
        <w:ind w:right="2" w:firstLine="720"/>
        <w:jc w:val="both"/>
        <w:rPr>
          <w:iCs/>
          <w:color w:val="000000"/>
        </w:rPr>
      </w:pPr>
      <w:r w:rsidRPr="00B17BE0">
        <w:rPr>
          <w:iCs/>
          <w:color w:val="000000"/>
        </w:rPr>
        <w:t>c) Về vật liệu xây dựng</w:t>
      </w:r>
    </w:p>
    <w:p w14:paraId="60E57081" w14:textId="4EF9B4F4" w:rsidR="00E02F14" w:rsidRPr="00B17BE0" w:rsidRDefault="00443CD9" w:rsidP="00316D91">
      <w:pPr>
        <w:widowControl w:val="0"/>
        <w:ind w:right="2" w:firstLine="720"/>
        <w:jc w:val="both"/>
        <w:rPr>
          <w:iCs/>
          <w:color w:val="000000"/>
        </w:rPr>
      </w:pPr>
      <w:r>
        <w:rPr>
          <w:iCs/>
          <w:color w:val="000000"/>
          <w:lang w:val="vi-VN"/>
        </w:rPr>
        <w:t xml:space="preserve">- </w:t>
      </w:r>
      <w:r w:rsidR="00E02F14" w:rsidRPr="00B17BE0">
        <w:rPr>
          <w:iCs/>
          <w:color w:val="000000"/>
        </w:rPr>
        <w:t>Thủ tướng Chính phủ, Phó Thủ tướng đã nhiều lần họp, ban hành nhiều văn bản, nhiều hướng dẫn yêu cầu các địa phương nghiêm túc thực hiện.</w:t>
      </w:r>
    </w:p>
    <w:p w14:paraId="5D19EE36" w14:textId="24B3375C" w:rsidR="00E02F14" w:rsidRPr="00B17BE0" w:rsidRDefault="00443CD9" w:rsidP="00316D91">
      <w:pPr>
        <w:widowControl w:val="0"/>
        <w:autoSpaceDE w:val="0"/>
        <w:autoSpaceDN w:val="0"/>
        <w:adjustRightInd w:val="0"/>
        <w:ind w:right="2" w:firstLine="720"/>
        <w:jc w:val="both"/>
        <w:rPr>
          <w:bCs/>
          <w:iCs/>
          <w:noProof/>
          <w:color w:val="000000"/>
        </w:rPr>
      </w:pPr>
      <w:r>
        <w:rPr>
          <w:iCs/>
          <w:color w:val="000000"/>
          <w:lang w:val="vi-VN"/>
        </w:rPr>
        <w:t xml:space="preserve">- </w:t>
      </w:r>
      <w:r w:rsidR="00E02F14" w:rsidRPr="00B17BE0">
        <w:rPr>
          <w:iCs/>
          <w:color w:val="000000"/>
        </w:rPr>
        <w:t xml:space="preserve">Các địa phương được giao làm cơ quan chủ quản các dự án chủ động trong việc tìm kiếm, xác định nguồn vật liệu cho các dự án; </w:t>
      </w:r>
      <w:r w:rsidR="00E02F14" w:rsidRPr="00B17BE0">
        <w:rPr>
          <w:bCs/>
          <w:iCs/>
          <w:noProof/>
          <w:color w:val="000000"/>
        </w:rPr>
        <w:t>phối hợp chặt chẽ với các địa phương có mỏ vật liệu để hoàn thiện các thủ tục cấp mỏ đảm bảo nguồn vật liệu đắp, đáp ứng tiến độ.</w:t>
      </w:r>
    </w:p>
    <w:p w14:paraId="46D4764B" w14:textId="1FDD07BF" w:rsidR="00E02F14" w:rsidRPr="00B17BE0" w:rsidRDefault="00443CD9" w:rsidP="00316D91">
      <w:pPr>
        <w:widowControl w:val="0"/>
        <w:autoSpaceDE w:val="0"/>
        <w:autoSpaceDN w:val="0"/>
        <w:adjustRightInd w:val="0"/>
        <w:ind w:right="2" w:firstLine="720"/>
        <w:jc w:val="both"/>
        <w:rPr>
          <w:iCs/>
          <w:color w:val="000000"/>
        </w:rPr>
      </w:pPr>
      <w:r>
        <w:rPr>
          <w:iCs/>
          <w:color w:val="000000"/>
          <w:lang w:val="vi-VN"/>
        </w:rPr>
        <w:t xml:space="preserve">- </w:t>
      </w:r>
      <w:r w:rsidR="00E02F14" w:rsidRPr="00B17BE0">
        <w:rPr>
          <w:iCs/>
          <w:color w:val="000000"/>
        </w:rPr>
        <w:t>Các địa phương có mỏ vật liệu khu vực phía Nam thực hiện nghiêm chỉ đạo của Thủ tướng Chính phủ tại thông báo số 335/TB-VPCP ngày 19</w:t>
      </w:r>
      <w:r w:rsidR="001E4FF8">
        <w:rPr>
          <w:iCs/>
          <w:color w:val="000000"/>
        </w:rPr>
        <w:t xml:space="preserve"> tháng </w:t>
      </w:r>
      <w:r w:rsidR="00E02F14" w:rsidRPr="00B17BE0">
        <w:rPr>
          <w:iCs/>
          <w:color w:val="000000"/>
        </w:rPr>
        <w:t>7</w:t>
      </w:r>
      <w:r w:rsidR="001E4FF8">
        <w:rPr>
          <w:iCs/>
          <w:color w:val="000000"/>
        </w:rPr>
        <w:t xml:space="preserve"> năm </w:t>
      </w:r>
      <w:r w:rsidR="00E02F14" w:rsidRPr="00B17BE0">
        <w:rPr>
          <w:iCs/>
          <w:color w:val="000000"/>
        </w:rPr>
        <w:t xml:space="preserve">2024 về phối hợp triển khai các thủ tục cấp mỏ vật liệu đắp, mỏ đá cho các dự án, ưu tiên trước cho </w:t>
      </w:r>
      <w:r w:rsidR="001E4FF8">
        <w:rPr>
          <w:iCs/>
          <w:color w:val="000000"/>
        </w:rPr>
        <w:t>DATP</w:t>
      </w:r>
      <w:r w:rsidR="00E02F14" w:rsidRPr="00B17BE0">
        <w:rPr>
          <w:iCs/>
          <w:color w:val="000000"/>
        </w:rPr>
        <w:t xml:space="preserve"> Cần Thơ - Cà Mau và Vành đai 3 Thành phố Hồ Chí Minh có kế hoạch hoàn thành năm 2025, cụ thể:</w:t>
      </w:r>
    </w:p>
    <w:p w14:paraId="5FCAEB91" w14:textId="7D7EF6F6" w:rsidR="00E02F14" w:rsidRPr="00B17BE0" w:rsidRDefault="001E4FF8" w:rsidP="00316D91">
      <w:pPr>
        <w:widowControl w:val="0"/>
        <w:ind w:right="2" w:firstLine="720"/>
        <w:jc w:val="both"/>
        <w:rPr>
          <w:iCs/>
          <w:color w:val="000000"/>
        </w:rPr>
      </w:pPr>
      <w:r>
        <w:rPr>
          <w:iCs/>
          <w:color w:val="000000"/>
        </w:rPr>
        <w:t>+</w:t>
      </w:r>
      <w:r w:rsidRPr="00B17BE0">
        <w:rPr>
          <w:iCs/>
          <w:color w:val="000000"/>
        </w:rPr>
        <w:t xml:space="preserve"> </w:t>
      </w:r>
      <w:r w:rsidR="0042411C">
        <w:rPr>
          <w:iCs/>
          <w:color w:val="000000"/>
          <w:lang w:val="vi-VN"/>
        </w:rPr>
        <w:t>Các t</w:t>
      </w:r>
      <w:r w:rsidR="00E02F14" w:rsidRPr="00B17BE0">
        <w:rPr>
          <w:iCs/>
          <w:color w:val="000000"/>
        </w:rPr>
        <w:t>ỉnh Tiền Giang, Bến Tre</w:t>
      </w:r>
      <w:r w:rsidR="00FE60D3" w:rsidRPr="00B17BE0">
        <w:rPr>
          <w:iCs/>
          <w:color w:val="000000"/>
        </w:rPr>
        <w:t>, Sóc Trăng</w:t>
      </w:r>
      <w:r w:rsidR="00E02F14" w:rsidRPr="00B17BE0">
        <w:rPr>
          <w:iCs/>
          <w:color w:val="000000"/>
        </w:rPr>
        <w:t xml:space="preserve"> chỉ đạo các sở, ngành sớm hoàn thành các thủ tục, đưa các mỏ vào khai thác cuối tháng 8</w:t>
      </w:r>
      <w:r w:rsidR="00CA323E" w:rsidRPr="00B17BE0">
        <w:rPr>
          <w:iCs/>
          <w:color w:val="000000"/>
        </w:rPr>
        <w:t xml:space="preserve"> năm </w:t>
      </w:r>
      <w:r w:rsidR="00E02F14" w:rsidRPr="00B17BE0">
        <w:rPr>
          <w:iCs/>
          <w:color w:val="000000"/>
        </w:rPr>
        <w:t>2024, bảo đảm cung ứng đủ khối lượng, công suất, đáp ứng tiến độ thi công các dự án theo chỉ tiêu đã được giao.</w:t>
      </w:r>
    </w:p>
    <w:p w14:paraId="06BC0F18" w14:textId="0AD52DA3" w:rsidR="00E02F14" w:rsidRPr="00B17BE0" w:rsidRDefault="001E4FF8" w:rsidP="0095126D">
      <w:pPr>
        <w:widowControl w:val="0"/>
        <w:spacing w:before="60"/>
        <w:ind w:right="2" w:firstLine="720"/>
        <w:jc w:val="both"/>
        <w:rPr>
          <w:bCs/>
          <w:iCs/>
          <w:color w:val="000000"/>
        </w:rPr>
      </w:pPr>
      <w:r>
        <w:rPr>
          <w:iCs/>
          <w:color w:val="000000"/>
        </w:rPr>
        <w:t>+</w:t>
      </w:r>
      <w:r w:rsidRPr="00B17BE0">
        <w:rPr>
          <w:iCs/>
          <w:color w:val="000000"/>
        </w:rPr>
        <w:t xml:space="preserve"> </w:t>
      </w:r>
      <w:r w:rsidR="0042411C">
        <w:rPr>
          <w:iCs/>
          <w:color w:val="000000"/>
          <w:lang w:val="vi-VN"/>
        </w:rPr>
        <w:t>Các t</w:t>
      </w:r>
      <w:r w:rsidR="00E02F14" w:rsidRPr="00B17BE0">
        <w:rPr>
          <w:iCs/>
          <w:color w:val="000000"/>
        </w:rPr>
        <w:t xml:space="preserve">ỉnh Vĩnh Long, </w:t>
      </w:r>
      <w:r w:rsidR="00E02F14" w:rsidRPr="00B17BE0">
        <w:rPr>
          <w:bCs/>
          <w:iCs/>
          <w:color w:val="000000"/>
        </w:rPr>
        <w:t xml:space="preserve">Đồng Tháp </w:t>
      </w:r>
      <w:r w:rsidR="00E02F14" w:rsidRPr="00B17BE0">
        <w:rPr>
          <w:iCs/>
          <w:color w:val="000000"/>
        </w:rPr>
        <w:t xml:space="preserve">khẩn trương hoàn thành các thủ tục khai thác mỏ, nâng công suất mỏ để cung ứng cho các dự án theo đúng cam kết; tỉnh An Giang khẩn trương điều phối khối lượng cát đã cấp cho các nhà thầu khai thác phục vụ dự án cao tốc Châu Đốc - Cần Thơ - Sóc Trăng sang DATP đoạn Cần Thơ - Cà Mau; </w:t>
      </w:r>
      <w:r w:rsidR="00E02F14" w:rsidRPr="00B17BE0">
        <w:rPr>
          <w:bCs/>
          <w:iCs/>
          <w:color w:val="000000"/>
        </w:rPr>
        <w:t xml:space="preserve">hoàn thành </w:t>
      </w:r>
      <w:r w:rsidR="00E02F14" w:rsidRPr="00B17BE0">
        <w:rPr>
          <w:iCs/>
          <w:color w:val="000000"/>
        </w:rPr>
        <w:t xml:space="preserve">trước ngày </w:t>
      </w:r>
      <w:r w:rsidR="00CA323E" w:rsidRPr="00B17BE0">
        <w:rPr>
          <w:iCs/>
          <w:color w:val="000000"/>
        </w:rPr>
        <w:t xml:space="preserve">20 tháng </w:t>
      </w:r>
      <w:r w:rsidR="00E02F14" w:rsidRPr="00B17BE0">
        <w:rPr>
          <w:iCs/>
          <w:color w:val="000000"/>
        </w:rPr>
        <w:t>8</w:t>
      </w:r>
      <w:r w:rsidR="00CA323E" w:rsidRPr="00B17BE0">
        <w:rPr>
          <w:iCs/>
          <w:color w:val="000000"/>
        </w:rPr>
        <w:t xml:space="preserve"> năm </w:t>
      </w:r>
      <w:r w:rsidR="00E02F14" w:rsidRPr="00B17BE0">
        <w:rPr>
          <w:iCs/>
          <w:color w:val="000000"/>
        </w:rPr>
        <w:t>2024</w:t>
      </w:r>
      <w:r w:rsidR="00E02F14" w:rsidRPr="00B17BE0">
        <w:rPr>
          <w:bCs/>
          <w:iCs/>
          <w:color w:val="000000"/>
        </w:rPr>
        <w:t>.</w:t>
      </w:r>
    </w:p>
    <w:p w14:paraId="779BB108" w14:textId="2F4479D7" w:rsidR="00E02F14" w:rsidRPr="00B17BE0" w:rsidRDefault="001E4FF8" w:rsidP="00E57C52">
      <w:pPr>
        <w:widowControl w:val="0"/>
        <w:tabs>
          <w:tab w:val="left" w:pos="3978"/>
        </w:tabs>
        <w:ind w:right="2" w:firstLine="720"/>
        <w:jc w:val="both"/>
        <w:rPr>
          <w:bCs/>
          <w:iCs/>
          <w:color w:val="000000"/>
        </w:rPr>
      </w:pPr>
      <w:r>
        <w:rPr>
          <w:bCs/>
          <w:iCs/>
          <w:color w:val="000000"/>
        </w:rPr>
        <w:t>+</w:t>
      </w:r>
      <w:r w:rsidRPr="00B17BE0">
        <w:rPr>
          <w:bCs/>
          <w:iCs/>
          <w:color w:val="000000"/>
        </w:rPr>
        <w:t xml:space="preserve"> </w:t>
      </w:r>
      <w:r w:rsidR="00E02F14" w:rsidRPr="00B17BE0">
        <w:rPr>
          <w:bCs/>
          <w:iCs/>
          <w:color w:val="000000"/>
        </w:rPr>
        <w:t>Các tỉnh An Giang, Kiên Giang, Đồng Nai, Bình Dương, Bà Rịa - Vũng Tàu chỉ đạo các cơ quan liên quan phối hợp với các chủ đầu tư, nhà thầu (khi có đề nghị) rà soát nâng công suất các mỏ đá theo cơ chế đặc thù, ưu tiên cấp cho các dự án trọng điểm.</w:t>
      </w:r>
    </w:p>
    <w:p w14:paraId="2AE36B48" w14:textId="71030CB6" w:rsidR="00E02F14" w:rsidRPr="00B17BE0" w:rsidRDefault="001E4FF8" w:rsidP="00E57C52">
      <w:pPr>
        <w:widowControl w:val="0"/>
        <w:tabs>
          <w:tab w:val="left" w:pos="3978"/>
        </w:tabs>
        <w:ind w:right="2" w:firstLine="720"/>
        <w:jc w:val="both"/>
        <w:rPr>
          <w:bCs/>
          <w:iCs/>
          <w:color w:val="000000"/>
        </w:rPr>
      </w:pPr>
      <w:r>
        <w:rPr>
          <w:bCs/>
          <w:iCs/>
          <w:color w:val="000000"/>
        </w:rPr>
        <w:t>+</w:t>
      </w:r>
      <w:r w:rsidRPr="00B17BE0">
        <w:rPr>
          <w:bCs/>
          <w:iCs/>
          <w:color w:val="000000"/>
        </w:rPr>
        <w:t xml:space="preserve"> </w:t>
      </w:r>
      <w:r w:rsidR="00E02F14" w:rsidRPr="00B17BE0">
        <w:rPr>
          <w:bCs/>
          <w:iCs/>
          <w:color w:val="000000"/>
        </w:rPr>
        <w:t xml:space="preserve">Các tỉnh chủ động nghiên cứu sử dụng </w:t>
      </w:r>
      <w:r w:rsidR="00F05C17">
        <w:rPr>
          <w:bCs/>
          <w:iCs/>
          <w:color w:val="000000"/>
          <w:lang w:val="vi-VN"/>
        </w:rPr>
        <w:t xml:space="preserve">thí điểm </w:t>
      </w:r>
      <w:r w:rsidR="00E02F14" w:rsidRPr="00B17BE0">
        <w:rPr>
          <w:bCs/>
          <w:iCs/>
          <w:color w:val="000000"/>
        </w:rPr>
        <w:t>cát biển cho các dự án để giảm áp lực đối với nguồn cát sông.</w:t>
      </w:r>
    </w:p>
    <w:p w14:paraId="719767DE" w14:textId="1D0B99A1" w:rsidR="00E02F14" w:rsidRPr="00B17BE0" w:rsidRDefault="001E4FF8" w:rsidP="00E57C52">
      <w:pPr>
        <w:widowControl w:val="0"/>
        <w:tabs>
          <w:tab w:val="left" w:pos="3978"/>
        </w:tabs>
        <w:ind w:right="2" w:firstLine="720"/>
        <w:jc w:val="both"/>
        <w:rPr>
          <w:bCs/>
          <w:iCs/>
          <w:color w:val="000000"/>
        </w:rPr>
      </w:pPr>
      <w:r>
        <w:rPr>
          <w:bCs/>
          <w:iCs/>
          <w:color w:val="000000"/>
        </w:rPr>
        <w:t xml:space="preserve">- </w:t>
      </w:r>
      <w:r w:rsidR="00E02F14" w:rsidRPr="00B17BE0">
        <w:rPr>
          <w:bCs/>
          <w:iCs/>
          <w:color w:val="000000"/>
        </w:rPr>
        <w:t>Tỉnh Đồng Nai khẩn trương triển khai các thủ tục cấp mỏ đất đắp để các nhà thầu khai thác phục vụ thi công dự án Biên Hòa - Vũng Tàu, hoàn thành trong tháng 8</w:t>
      </w:r>
      <w:r w:rsidR="00CA323E" w:rsidRPr="00B17BE0">
        <w:rPr>
          <w:bCs/>
          <w:iCs/>
          <w:color w:val="000000"/>
        </w:rPr>
        <w:t xml:space="preserve"> năm </w:t>
      </w:r>
      <w:r w:rsidR="00E02F14" w:rsidRPr="00B17BE0">
        <w:rPr>
          <w:bCs/>
          <w:iCs/>
          <w:color w:val="000000"/>
        </w:rPr>
        <w:t>2024.</w:t>
      </w:r>
    </w:p>
    <w:p w14:paraId="5878B120" w14:textId="702CCBB1" w:rsidR="00E02F14" w:rsidRPr="00B17BE0" w:rsidRDefault="00443CD9" w:rsidP="00E57C52">
      <w:pPr>
        <w:widowControl w:val="0"/>
        <w:tabs>
          <w:tab w:val="left" w:pos="3978"/>
        </w:tabs>
        <w:ind w:right="2" w:firstLine="720"/>
        <w:jc w:val="both"/>
        <w:rPr>
          <w:iCs/>
          <w:color w:val="000000"/>
        </w:rPr>
      </w:pPr>
      <w:r>
        <w:rPr>
          <w:iCs/>
          <w:color w:val="000000"/>
          <w:lang w:val="vi-VN"/>
        </w:rPr>
        <w:t xml:space="preserve">- </w:t>
      </w:r>
      <w:r w:rsidR="00E02F14" w:rsidRPr="00B17BE0">
        <w:rPr>
          <w:iCs/>
          <w:color w:val="000000"/>
        </w:rPr>
        <w:t xml:space="preserve">Các địa phương chỉ đạo các chủ đầu tư, nhà thầu xây dựng kế hoạch huy động vật liệu đá và chủ động làm việc với các địa phương có mỏ để xác định phương án cung ứng, tránh tập trung vào một thời điểm gây khan hiếm vật liệu. </w:t>
      </w:r>
    </w:p>
    <w:p w14:paraId="292FEDAC" w14:textId="77777777" w:rsidR="00E02F14" w:rsidRPr="00B17BE0" w:rsidRDefault="00E02F14" w:rsidP="00E57C52">
      <w:pPr>
        <w:widowControl w:val="0"/>
        <w:tabs>
          <w:tab w:val="left" w:pos="3978"/>
        </w:tabs>
        <w:ind w:right="2" w:firstLine="720"/>
        <w:jc w:val="both"/>
        <w:rPr>
          <w:iCs/>
          <w:color w:val="000000"/>
        </w:rPr>
      </w:pPr>
      <w:r w:rsidRPr="00B17BE0">
        <w:rPr>
          <w:iCs/>
          <w:color w:val="000000"/>
        </w:rPr>
        <w:lastRenderedPageBreak/>
        <w:t>d) Về triển khai thi công</w:t>
      </w:r>
    </w:p>
    <w:p w14:paraId="7BE3CDE8" w14:textId="2ACD8B1E" w:rsidR="00CA323E" w:rsidRPr="005752B4" w:rsidRDefault="00443CD9" w:rsidP="00E57C52">
      <w:pPr>
        <w:widowControl w:val="0"/>
        <w:tabs>
          <w:tab w:val="left" w:pos="3978"/>
        </w:tabs>
        <w:ind w:right="2" w:firstLine="720"/>
        <w:jc w:val="both"/>
        <w:rPr>
          <w:iCs/>
          <w:color w:val="000000"/>
          <w:spacing w:val="-2"/>
        </w:rPr>
      </w:pPr>
      <w:r w:rsidRPr="005752B4">
        <w:rPr>
          <w:iCs/>
          <w:color w:val="000000"/>
          <w:spacing w:val="-2"/>
          <w:lang w:val="vi-VN"/>
        </w:rPr>
        <w:t xml:space="preserve">- </w:t>
      </w:r>
      <w:r w:rsidR="00E02F14" w:rsidRPr="005752B4">
        <w:rPr>
          <w:iCs/>
          <w:color w:val="000000"/>
          <w:spacing w:val="-2"/>
        </w:rPr>
        <w:t xml:space="preserve">Các địa phương được giao làm cơ quan chủ quản các dự án nghiên cứu các giải pháp xử lý kỹ thuật phù hợp, kịp thời tháo gỡ khó khăn, vướng mắc; đôn đốc các nhà thầu huy động đầy đủ nhân, vật lực, tổ chức thi công đáp ứng kế hoạch đề ra, tăng cường công tác kiểm soát chất lượng công trình; với các dự án chậm tiến độ cần chỉ đạo các nhà thầu tăng cường máy móc, thiết bị, mũi thi công, tổ chức thi công </w:t>
      </w:r>
      <w:r w:rsidR="00CA323E" w:rsidRPr="005752B4">
        <w:rPr>
          <w:iCs/>
          <w:color w:val="000000"/>
          <w:spacing w:val="-2"/>
        </w:rPr>
        <w:t>“</w:t>
      </w:r>
      <w:r w:rsidR="00E02F14" w:rsidRPr="005752B4">
        <w:rPr>
          <w:iCs/>
          <w:color w:val="000000"/>
          <w:spacing w:val="-2"/>
        </w:rPr>
        <w:t>3 ca, 4 kíp</w:t>
      </w:r>
      <w:r w:rsidR="00CA323E" w:rsidRPr="005752B4">
        <w:rPr>
          <w:iCs/>
          <w:color w:val="000000"/>
          <w:spacing w:val="-2"/>
        </w:rPr>
        <w:t>”</w:t>
      </w:r>
      <w:r w:rsidR="00E02F14" w:rsidRPr="005752B4">
        <w:rPr>
          <w:iCs/>
          <w:color w:val="000000"/>
          <w:spacing w:val="-2"/>
        </w:rPr>
        <w:t xml:space="preserve"> để bù tiến độ</w:t>
      </w:r>
      <w:r w:rsidR="00CA323E" w:rsidRPr="005752B4">
        <w:rPr>
          <w:iCs/>
          <w:color w:val="000000"/>
          <w:spacing w:val="-2"/>
        </w:rPr>
        <w:t>;</w:t>
      </w:r>
      <w:r w:rsidR="00E02F14" w:rsidRPr="005752B4">
        <w:rPr>
          <w:iCs/>
          <w:color w:val="000000"/>
          <w:spacing w:val="-2"/>
        </w:rPr>
        <w:t xml:space="preserve"> kịp thời xử lý các nhà thầu không đáp ứng tiến độ</w:t>
      </w:r>
      <w:r w:rsidR="001E4FF8" w:rsidRPr="005752B4">
        <w:rPr>
          <w:iCs/>
          <w:color w:val="000000"/>
          <w:spacing w:val="-2"/>
        </w:rPr>
        <w:t>;</w:t>
      </w:r>
      <w:r w:rsidR="00E02F14" w:rsidRPr="005752B4">
        <w:rPr>
          <w:iCs/>
          <w:color w:val="000000"/>
          <w:spacing w:val="-2"/>
        </w:rPr>
        <w:t xml:space="preserve"> nhất là các tỉnh Hà Giang, Tuyên Quang, Đắk Lắk, Khánh H</w:t>
      </w:r>
      <w:r w:rsidR="001D5FA2" w:rsidRPr="005752B4">
        <w:rPr>
          <w:iCs/>
          <w:color w:val="000000"/>
          <w:spacing w:val="-2"/>
        </w:rPr>
        <w:t>òa</w:t>
      </w:r>
      <w:r w:rsidR="00E02F14" w:rsidRPr="005752B4">
        <w:rPr>
          <w:iCs/>
          <w:color w:val="000000"/>
          <w:spacing w:val="-2"/>
        </w:rPr>
        <w:t>, Long An, Thành phố Hồ Chí Minh, Đồng Nai, Bình Dương, Bắc Ninh, Cần Thơ, Sóc Trăng</w:t>
      </w:r>
      <w:r w:rsidR="00CA323E" w:rsidRPr="005752B4">
        <w:rPr>
          <w:iCs/>
          <w:color w:val="000000"/>
          <w:spacing w:val="-2"/>
        </w:rPr>
        <w:t>.</w:t>
      </w:r>
    </w:p>
    <w:p w14:paraId="3AAA4E4E" w14:textId="2DF62FD1" w:rsidR="00E02F14" w:rsidRPr="00443CD9" w:rsidRDefault="00443CD9" w:rsidP="00E57C52">
      <w:pPr>
        <w:widowControl w:val="0"/>
        <w:tabs>
          <w:tab w:val="left" w:pos="3978"/>
        </w:tabs>
        <w:ind w:right="2" w:firstLine="720"/>
        <w:jc w:val="both"/>
        <w:rPr>
          <w:iCs/>
          <w:color w:val="000000"/>
          <w:spacing w:val="-2"/>
        </w:rPr>
      </w:pPr>
      <w:r w:rsidRPr="00443CD9">
        <w:rPr>
          <w:iCs/>
          <w:color w:val="000000"/>
          <w:spacing w:val="-2"/>
          <w:lang w:val="vi-VN"/>
        </w:rPr>
        <w:t>- Các t</w:t>
      </w:r>
      <w:r w:rsidR="00E02F14" w:rsidRPr="00443CD9">
        <w:rPr>
          <w:iCs/>
          <w:color w:val="000000"/>
          <w:spacing w:val="-2"/>
        </w:rPr>
        <w:t>ỉnh Lạng Sơn và Cao Bằng đôn đốc nhà đầu tư hoàn thiện các thủ tục, đẩy nhanh tiến độ thi công dự án Hữu Nghị - Chi Lăng và Đồng Đăng - Trà Lĩnh.</w:t>
      </w:r>
    </w:p>
    <w:p w14:paraId="328AE2F3" w14:textId="6EF209C1" w:rsidR="00E02F14" w:rsidRPr="00B17BE0" w:rsidRDefault="00443CD9" w:rsidP="00E57C52">
      <w:pPr>
        <w:widowControl w:val="0"/>
        <w:tabs>
          <w:tab w:val="left" w:pos="3978"/>
        </w:tabs>
        <w:ind w:right="2" w:firstLine="720"/>
        <w:jc w:val="both"/>
        <w:rPr>
          <w:iCs/>
          <w:color w:val="000000"/>
        </w:rPr>
      </w:pPr>
      <w:r>
        <w:rPr>
          <w:iCs/>
          <w:color w:val="000000"/>
          <w:lang w:val="vi-VN"/>
        </w:rPr>
        <w:t xml:space="preserve">- </w:t>
      </w:r>
      <w:r w:rsidR="00E02F14" w:rsidRPr="00B17BE0">
        <w:rPr>
          <w:iCs/>
          <w:color w:val="000000"/>
        </w:rPr>
        <w:t>Thành phố Hà Nội, các tỉnh Hòa Bình, Sơn La, Tiền Giang đẩy nhanh các thủ tục để sớm khởi công các dự án Hòa Bình - Mộc Châu, Cao Lãnh - An Hữu</w:t>
      </w:r>
      <w:r w:rsidR="00FE60D3" w:rsidRPr="00B17BE0">
        <w:rPr>
          <w:iCs/>
          <w:color w:val="000000"/>
        </w:rPr>
        <w:t xml:space="preserve"> (đoạn qua tỉnh Tiền Giang)</w:t>
      </w:r>
      <w:r w:rsidR="00E02F14" w:rsidRPr="00B17BE0">
        <w:rPr>
          <w:iCs/>
          <w:color w:val="000000"/>
        </w:rPr>
        <w:t>, DATP</w:t>
      </w:r>
      <w:r w:rsidR="00CA323E" w:rsidRPr="00B17BE0">
        <w:rPr>
          <w:iCs/>
          <w:color w:val="000000"/>
        </w:rPr>
        <w:t xml:space="preserve"> </w:t>
      </w:r>
      <w:r w:rsidR="00E02F14" w:rsidRPr="00B17BE0">
        <w:rPr>
          <w:iCs/>
          <w:color w:val="000000"/>
        </w:rPr>
        <w:t>3 Vành đai 4 Hà Nội.</w:t>
      </w:r>
    </w:p>
    <w:p w14:paraId="15314B3D" w14:textId="0086EB85" w:rsidR="00E02F14" w:rsidRPr="00B17BE0" w:rsidRDefault="00443CD9" w:rsidP="00E57C52">
      <w:pPr>
        <w:widowControl w:val="0"/>
        <w:tabs>
          <w:tab w:val="left" w:pos="3978"/>
        </w:tabs>
        <w:ind w:right="2" w:firstLine="720"/>
        <w:jc w:val="both"/>
        <w:rPr>
          <w:iCs/>
          <w:color w:val="000000"/>
        </w:rPr>
      </w:pPr>
      <w:r>
        <w:rPr>
          <w:iCs/>
          <w:color w:val="000000"/>
          <w:lang w:val="vi-VN"/>
        </w:rPr>
        <w:t xml:space="preserve">- </w:t>
      </w:r>
      <w:r w:rsidR="00E02F14" w:rsidRPr="00B17BE0">
        <w:rPr>
          <w:iCs/>
          <w:color w:val="000000"/>
        </w:rPr>
        <w:t xml:space="preserve">Thành phố Hồ Chí Minh chủ động, quyết liệt, tích cực triển khai để đưa vào khai thác dự án đường sắt đô thị Bến Thành - Suối Tiên đúng tiến độ đề ra (phấn đấu đưa vào khai thác </w:t>
      </w:r>
      <w:r w:rsidR="007D635B">
        <w:rPr>
          <w:iCs/>
          <w:color w:val="000000"/>
          <w:lang w:val="vi-VN"/>
        </w:rPr>
        <w:t xml:space="preserve">trong </w:t>
      </w:r>
      <w:r w:rsidR="00E02F14" w:rsidRPr="00B17BE0">
        <w:rPr>
          <w:iCs/>
          <w:color w:val="000000"/>
        </w:rPr>
        <w:t>tháng 11 năm 2024).</w:t>
      </w:r>
    </w:p>
    <w:p w14:paraId="2D255BFC" w14:textId="08AEDEBE" w:rsidR="00E02F14" w:rsidRPr="00B17BE0" w:rsidRDefault="00F006B0" w:rsidP="00E57C52">
      <w:pPr>
        <w:ind w:firstLine="720"/>
        <w:jc w:val="both"/>
        <w:rPr>
          <w:rFonts w:eastAsia="Calibri"/>
          <w:iCs/>
          <w:color w:val="000000"/>
        </w:rPr>
      </w:pPr>
      <w:r w:rsidRPr="00B17BE0">
        <w:rPr>
          <w:rFonts w:eastAsia="Calibri"/>
          <w:iCs/>
          <w:color w:val="000000"/>
        </w:rPr>
        <w:t>8</w:t>
      </w:r>
      <w:r w:rsidR="00E02F14" w:rsidRPr="00B17BE0">
        <w:rPr>
          <w:rFonts w:eastAsia="Calibri"/>
          <w:iCs/>
          <w:color w:val="000000"/>
        </w:rPr>
        <w:t xml:space="preserve">. </w:t>
      </w:r>
      <w:r w:rsidRPr="00B17BE0">
        <w:rPr>
          <w:rFonts w:eastAsia="Calibri"/>
          <w:iCs/>
          <w:color w:val="000000"/>
        </w:rPr>
        <w:t xml:space="preserve">Bộ GTVT chủ trì phối hợp với </w:t>
      </w:r>
      <w:r w:rsidR="00FE60D3" w:rsidRPr="00B17BE0">
        <w:rPr>
          <w:rFonts w:eastAsia="Calibri"/>
          <w:iCs/>
          <w:color w:val="000000"/>
        </w:rPr>
        <w:t>Bộ KHĐT</w:t>
      </w:r>
      <w:r w:rsidRPr="00B17BE0">
        <w:rPr>
          <w:rFonts w:eastAsia="Calibri"/>
          <w:iCs/>
          <w:color w:val="000000"/>
        </w:rPr>
        <w:t xml:space="preserve"> và</w:t>
      </w:r>
      <w:r w:rsidR="00FE60D3" w:rsidRPr="00B17BE0">
        <w:rPr>
          <w:rFonts w:eastAsia="Calibri"/>
          <w:iCs/>
          <w:color w:val="000000"/>
        </w:rPr>
        <w:t xml:space="preserve"> </w:t>
      </w:r>
      <w:r w:rsidRPr="00B17BE0">
        <w:rPr>
          <w:rFonts w:eastAsia="Calibri"/>
          <w:iCs/>
          <w:color w:val="000000"/>
        </w:rPr>
        <w:t>các</w:t>
      </w:r>
      <w:r w:rsidR="00FE60D3" w:rsidRPr="00B17BE0">
        <w:rPr>
          <w:rFonts w:eastAsia="Calibri"/>
          <w:iCs/>
          <w:color w:val="000000"/>
        </w:rPr>
        <w:t xml:space="preserve"> địa phương rà soát</w:t>
      </w:r>
      <w:r w:rsidR="00E02F14" w:rsidRPr="00B17BE0">
        <w:rPr>
          <w:rFonts w:eastAsia="Calibri"/>
          <w:iCs/>
          <w:color w:val="000000"/>
        </w:rPr>
        <w:t xml:space="preserve"> điều chuyển vốn từ các dự án chậm tiến độ sang các dự án có đủ điều kiện và triển khai tố</w:t>
      </w:r>
      <w:r w:rsidR="00FE60D3" w:rsidRPr="00B17BE0">
        <w:rPr>
          <w:rFonts w:eastAsia="Calibri"/>
          <w:iCs/>
          <w:color w:val="000000"/>
        </w:rPr>
        <w:t>t nhưng</w:t>
      </w:r>
      <w:r w:rsidR="00E02F14" w:rsidRPr="00B17BE0">
        <w:rPr>
          <w:rFonts w:eastAsia="Calibri"/>
          <w:iCs/>
          <w:color w:val="000000"/>
        </w:rPr>
        <w:t xml:space="preserve"> thiếu vốn</w:t>
      </w:r>
      <w:r w:rsidRPr="00B17BE0">
        <w:rPr>
          <w:rFonts w:eastAsia="Calibri"/>
          <w:iCs/>
          <w:color w:val="000000"/>
        </w:rPr>
        <w:t xml:space="preserve"> (hoàn thành trong tháng 8 năm 2024)</w:t>
      </w:r>
      <w:r w:rsidR="00E02F14" w:rsidRPr="00B17BE0">
        <w:rPr>
          <w:rFonts w:eastAsia="Calibri"/>
          <w:iCs/>
          <w:color w:val="000000"/>
        </w:rPr>
        <w:t>.</w:t>
      </w:r>
    </w:p>
    <w:p w14:paraId="254D6D77" w14:textId="13B81D23" w:rsidR="005510E6" w:rsidRPr="00B17BE0" w:rsidRDefault="005510E6" w:rsidP="00E57C52">
      <w:pPr>
        <w:ind w:firstLine="720"/>
        <w:jc w:val="both"/>
        <w:rPr>
          <w:rFonts w:eastAsia="Calibri"/>
          <w:iCs/>
          <w:color w:val="000000"/>
        </w:rPr>
      </w:pPr>
      <w:r w:rsidRPr="00B17BE0">
        <w:rPr>
          <w:rFonts w:eastAsia="Calibri"/>
          <w:iCs/>
          <w:color w:val="000000"/>
        </w:rPr>
        <w:t>9. Các bộ</w:t>
      </w:r>
      <w:r w:rsidR="00B21A51">
        <w:rPr>
          <w:rFonts w:eastAsia="Calibri"/>
          <w:iCs/>
          <w:color w:val="000000"/>
        </w:rPr>
        <w:t>cơ quan</w:t>
      </w:r>
      <w:r w:rsidRPr="00B17BE0">
        <w:rPr>
          <w:rFonts w:eastAsia="Calibri"/>
          <w:iCs/>
          <w:color w:val="000000"/>
        </w:rPr>
        <w:t xml:space="preserve"> thực hiện nghiêm </w:t>
      </w:r>
      <w:r w:rsidRPr="00B17BE0">
        <w:rPr>
          <w:rFonts w:eastAsiaTheme="minorHAnsi"/>
          <w:color w:val="000000" w:themeColor="text1"/>
        </w:rPr>
        <w:t>quy chế làm việc của Ban Chỉ đạo về báo cáo kết quả thực hiện các nhiệm vụ được Thủ tướng Chính phủ giao tại các kỳ họp gửi về Bộ GTVT (Cơ quan thường trực) đúng thời gian quy định.</w:t>
      </w:r>
    </w:p>
    <w:p w14:paraId="58B71E3C" w14:textId="1942816A" w:rsidR="00E40933" w:rsidRPr="00B17BE0" w:rsidRDefault="00B652ED" w:rsidP="005752B4">
      <w:pPr>
        <w:tabs>
          <w:tab w:val="num" w:pos="0"/>
        </w:tabs>
        <w:spacing w:before="60" w:after="60"/>
        <w:ind w:firstLine="720"/>
        <w:jc w:val="both"/>
        <w:rPr>
          <w:b/>
          <w:bCs/>
          <w:color w:val="000000" w:themeColor="text1"/>
          <w:lang w:val="vi-VN"/>
        </w:rPr>
      </w:pPr>
      <w:r>
        <w:rPr>
          <w:b/>
          <w:bCs/>
          <w:color w:val="000000" w:themeColor="text1"/>
          <w:lang w:val="vi-VN"/>
        </w:rPr>
        <w:t>V</w:t>
      </w:r>
      <w:r w:rsidR="00E40933" w:rsidRPr="00B17BE0">
        <w:rPr>
          <w:b/>
          <w:bCs/>
          <w:color w:val="000000" w:themeColor="text1"/>
        </w:rPr>
        <w:t>.</w:t>
      </w:r>
      <w:r w:rsidR="00E40933" w:rsidRPr="00B17BE0">
        <w:rPr>
          <w:b/>
          <w:bCs/>
          <w:color w:val="000000" w:themeColor="text1"/>
          <w:lang w:val="vi-VN"/>
        </w:rPr>
        <w:t xml:space="preserve"> KIẾN NGHỊ CỦA CÁC ĐỊA PHƯƠNG</w:t>
      </w:r>
    </w:p>
    <w:p w14:paraId="3696AA92" w14:textId="2FF09355" w:rsidR="00043014" w:rsidRPr="00003717" w:rsidRDefault="00E40933" w:rsidP="00E57C52">
      <w:pPr>
        <w:ind w:firstLine="720"/>
        <w:jc w:val="both"/>
        <w:rPr>
          <w:rFonts w:eastAsiaTheme="minorHAnsi"/>
          <w:spacing w:val="-4"/>
          <w:lang w:val="vi-VN"/>
        </w:rPr>
      </w:pPr>
      <w:r w:rsidRPr="00003717">
        <w:rPr>
          <w:rFonts w:eastAsiaTheme="minorHAnsi"/>
          <w:spacing w:val="-4"/>
          <w:lang w:val="vi-VN"/>
        </w:rPr>
        <w:t xml:space="preserve">1. </w:t>
      </w:r>
      <w:r w:rsidR="00003717" w:rsidRPr="00003717">
        <w:rPr>
          <w:rFonts w:eastAsiaTheme="minorHAnsi"/>
          <w:spacing w:val="-4"/>
          <w:lang w:val="vi-VN"/>
        </w:rPr>
        <w:t>D</w:t>
      </w:r>
      <w:r w:rsidR="00043014" w:rsidRPr="00003717">
        <w:rPr>
          <w:rFonts w:eastAsiaTheme="minorHAnsi"/>
          <w:spacing w:val="-4"/>
          <w:lang w:val="vi-VN"/>
        </w:rPr>
        <w:t>ự án</w:t>
      </w:r>
      <w:r w:rsidR="00BE29E6">
        <w:rPr>
          <w:rFonts w:eastAsiaTheme="minorHAnsi"/>
          <w:spacing w:val="-4"/>
          <w:lang w:val="vi-VN"/>
        </w:rPr>
        <w:t xml:space="preserve"> đầu tư xây dựng tuyến đường</w:t>
      </w:r>
      <w:r w:rsidR="00043014" w:rsidRPr="00003717">
        <w:rPr>
          <w:rFonts w:eastAsiaTheme="minorHAnsi"/>
          <w:spacing w:val="-4"/>
          <w:lang w:val="vi-VN"/>
        </w:rPr>
        <w:t xml:space="preserve"> cao tốc Ninh Bình - Hải Phòng đoạn qua tỉnh </w:t>
      </w:r>
      <w:r w:rsidR="00E57C52">
        <w:rPr>
          <w:rFonts w:eastAsiaTheme="minorHAnsi"/>
          <w:spacing w:val="-4"/>
          <w:lang w:val="vi-VN"/>
        </w:rPr>
        <w:t xml:space="preserve">Nam Định và </w:t>
      </w:r>
      <w:r w:rsidR="00043014" w:rsidRPr="00003717">
        <w:rPr>
          <w:rFonts w:eastAsiaTheme="minorHAnsi"/>
          <w:spacing w:val="-4"/>
          <w:lang w:val="vi-VN"/>
        </w:rPr>
        <w:t>Thái Bình</w:t>
      </w:r>
      <w:r w:rsidR="00E57C52">
        <w:rPr>
          <w:rFonts w:eastAsiaTheme="minorHAnsi"/>
          <w:spacing w:val="-4"/>
          <w:lang w:val="vi-VN"/>
        </w:rPr>
        <w:t xml:space="preserve"> theo phương thức đối tác công tư:</w:t>
      </w:r>
      <w:r w:rsidR="00043014" w:rsidRPr="00003717">
        <w:rPr>
          <w:rFonts w:eastAsiaTheme="minorHAnsi"/>
          <w:spacing w:val="-4"/>
          <w:lang w:val="vi-VN"/>
        </w:rPr>
        <w:t xml:space="preserve"> </w:t>
      </w:r>
    </w:p>
    <w:p w14:paraId="14CCC334" w14:textId="5F5DC845" w:rsidR="00E40933" w:rsidRPr="00D74318" w:rsidRDefault="00043014" w:rsidP="00E57C52">
      <w:pPr>
        <w:ind w:firstLine="720"/>
        <w:jc w:val="both"/>
        <w:rPr>
          <w:rFonts w:eastAsiaTheme="minorHAnsi"/>
        </w:rPr>
      </w:pPr>
      <w:r w:rsidRPr="00B17BE0">
        <w:rPr>
          <w:rFonts w:eastAsiaTheme="minorHAnsi"/>
          <w:lang w:val="vi-VN"/>
        </w:rPr>
        <w:t xml:space="preserve">a) </w:t>
      </w:r>
      <w:r w:rsidR="00554050">
        <w:rPr>
          <w:rFonts w:eastAsiaTheme="minorHAnsi"/>
          <w:lang w:val="vi-VN"/>
        </w:rPr>
        <w:t>C</w:t>
      </w:r>
      <w:r w:rsidR="00E40933" w:rsidRPr="00B17BE0">
        <w:rPr>
          <w:rFonts w:eastAsiaTheme="minorHAnsi"/>
          <w:lang w:val="vi-VN"/>
        </w:rPr>
        <w:t>ác t</w:t>
      </w:r>
      <w:r w:rsidR="00E40933" w:rsidRPr="00B17BE0">
        <w:rPr>
          <w:rFonts w:eastAsiaTheme="minorHAnsi"/>
        </w:rPr>
        <w:t xml:space="preserve">ỉnh </w:t>
      </w:r>
      <w:r w:rsidR="00E57C52">
        <w:rPr>
          <w:rFonts w:eastAsiaTheme="minorHAnsi"/>
          <w:lang w:val="vi-VN"/>
        </w:rPr>
        <w:t xml:space="preserve">Nam Định, </w:t>
      </w:r>
      <w:r w:rsidR="00E40933" w:rsidRPr="00B17BE0">
        <w:rPr>
          <w:rFonts w:eastAsiaTheme="minorHAnsi"/>
        </w:rPr>
        <w:t xml:space="preserve">Ninh Bình, </w:t>
      </w:r>
      <w:r w:rsidR="00E57C52">
        <w:rPr>
          <w:rFonts w:eastAsiaTheme="minorHAnsi"/>
          <w:lang w:val="vi-VN"/>
        </w:rPr>
        <w:t>Thanh Hóa phối hợp</w:t>
      </w:r>
      <w:r w:rsidR="00F1460E">
        <w:rPr>
          <w:rFonts w:eastAsiaTheme="minorHAnsi"/>
          <w:lang w:val="vi-VN"/>
        </w:rPr>
        <w:t xml:space="preserve"> </w:t>
      </w:r>
      <w:r w:rsidR="00E57C52">
        <w:rPr>
          <w:rFonts w:eastAsiaTheme="minorHAnsi"/>
          <w:lang w:val="vi-VN"/>
        </w:rPr>
        <w:t xml:space="preserve">với tỉnh Thái Bình trong việc </w:t>
      </w:r>
      <w:r w:rsidR="004F6D04">
        <w:rPr>
          <w:rFonts w:eastAsiaTheme="minorHAnsi"/>
          <w:lang w:val="vi-VN"/>
        </w:rPr>
        <w:t xml:space="preserve">khảo sát, đánh giá nguồn cung </w:t>
      </w:r>
      <w:r w:rsidR="00E40933" w:rsidRPr="00B17BE0">
        <w:rPr>
          <w:rFonts w:eastAsiaTheme="minorHAnsi"/>
        </w:rPr>
        <w:t xml:space="preserve">vật liệu </w:t>
      </w:r>
      <w:r w:rsidR="00F1460E">
        <w:rPr>
          <w:rFonts w:eastAsiaTheme="minorHAnsi"/>
          <w:lang w:val="vi-VN"/>
        </w:rPr>
        <w:t xml:space="preserve">san lấp </w:t>
      </w:r>
      <w:r w:rsidR="0088633C">
        <w:rPr>
          <w:rFonts w:eastAsiaTheme="minorHAnsi"/>
          <w:lang w:val="vi-VN"/>
        </w:rPr>
        <w:t>(</w:t>
      </w:r>
      <w:r w:rsidR="00E57C52">
        <w:rPr>
          <w:rFonts w:eastAsiaTheme="minorHAnsi"/>
          <w:lang w:val="vi-VN"/>
        </w:rPr>
        <w:t xml:space="preserve">đất, đá, </w:t>
      </w:r>
      <w:r w:rsidR="00E40933" w:rsidRPr="00B17BE0">
        <w:rPr>
          <w:rFonts w:eastAsiaTheme="minorHAnsi"/>
        </w:rPr>
        <w:t>cát</w:t>
      </w:r>
      <w:r w:rsidR="00E57C52">
        <w:rPr>
          <w:rFonts w:eastAsiaTheme="minorHAnsi"/>
          <w:lang w:val="vi-VN"/>
        </w:rPr>
        <w:t>)</w:t>
      </w:r>
      <w:r w:rsidR="00E40933" w:rsidRPr="00B17BE0">
        <w:rPr>
          <w:rFonts w:eastAsiaTheme="minorHAnsi"/>
        </w:rPr>
        <w:t xml:space="preserve"> cho </w:t>
      </w:r>
      <w:r w:rsidR="00E57C52">
        <w:rPr>
          <w:rFonts w:eastAsiaTheme="minorHAnsi"/>
          <w:lang w:val="vi-VN"/>
        </w:rPr>
        <w:t>D</w:t>
      </w:r>
      <w:r w:rsidR="00E40933" w:rsidRPr="00B17BE0">
        <w:rPr>
          <w:rFonts w:eastAsiaTheme="minorHAnsi"/>
        </w:rPr>
        <w:t xml:space="preserve">ự án </w:t>
      </w:r>
      <w:r w:rsidR="00E57C52">
        <w:rPr>
          <w:rFonts w:eastAsiaTheme="minorHAnsi"/>
          <w:lang w:val="vi-VN"/>
        </w:rPr>
        <w:t>theo Nghị quyết số 106/2023/QH15 ngày 28 tháng 11 năm 2023 của Quốc hội</w:t>
      </w:r>
      <w:r w:rsidR="0056702E">
        <w:rPr>
          <w:rFonts w:eastAsiaTheme="minorHAnsi"/>
        </w:rPr>
        <w:t>;</w:t>
      </w:r>
    </w:p>
    <w:p w14:paraId="54F29889" w14:textId="2BD8EC63" w:rsidR="00E40933" w:rsidRPr="00D74318" w:rsidRDefault="00043014" w:rsidP="00E57C52">
      <w:pPr>
        <w:widowControl w:val="0"/>
        <w:tabs>
          <w:tab w:val="left" w:pos="3978"/>
        </w:tabs>
        <w:ind w:right="2" w:firstLine="720"/>
        <w:jc w:val="both"/>
        <w:rPr>
          <w:iCs/>
        </w:rPr>
      </w:pPr>
      <w:r w:rsidRPr="00B17BE0">
        <w:rPr>
          <w:iCs/>
          <w:lang w:val="vi-VN"/>
        </w:rPr>
        <w:t>b</w:t>
      </w:r>
      <w:r w:rsidR="00E40933" w:rsidRPr="00B17BE0">
        <w:rPr>
          <w:iCs/>
        </w:rPr>
        <w:t xml:space="preserve">) </w:t>
      </w:r>
      <w:r w:rsidRPr="00B17BE0">
        <w:rPr>
          <w:iCs/>
          <w:lang w:val="vi-VN"/>
        </w:rPr>
        <w:t>Bộ Kế hoạch và Đầu tư s</w:t>
      </w:r>
      <w:r w:rsidR="00E40933" w:rsidRPr="00B17BE0">
        <w:rPr>
          <w:iCs/>
        </w:rPr>
        <w:t xml:space="preserve">ớm hoàn thành thẩm định </w:t>
      </w:r>
      <w:r w:rsidR="00E57C52">
        <w:rPr>
          <w:iCs/>
          <w:lang w:val="vi-VN"/>
        </w:rPr>
        <w:t>D</w:t>
      </w:r>
      <w:r w:rsidR="00E40933" w:rsidRPr="00B17BE0">
        <w:rPr>
          <w:iCs/>
        </w:rPr>
        <w:t xml:space="preserve">ự án </w:t>
      </w:r>
      <w:r w:rsidRPr="00B17BE0">
        <w:rPr>
          <w:iCs/>
          <w:lang w:val="vi-VN"/>
        </w:rPr>
        <w:t>trong tháng 8 năm 2024</w:t>
      </w:r>
      <w:r w:rsidR="0056702E">
        <w:rPr>
          <w:iCs/>
        </w:rPr>
        <w:t>;</w:t>
      </w:r>
    </w:p>
    <w:p w14:paraId="7958DBD9" w14:textId="32DAC4C8" w:rsidR="00E57C52" w:rsidRPr="00E57C52" w:rsidRDefault="00E57C52" w:rsidP="00E57C52">
      <w:pPr>
        <w:widowControl w:val="0"/>
        <w:tabs>
          <w:tab w:val="left" w:pos="3978"/>
        </w:tabs>
        <w:ind w:right="2" w:firstLine="720"/>
        <w:jc w:val="both"/>
        <w:rPr>
          <w:iCs/>
          <w:spacing w:val="-4"/>
          <w:lang w:val="vi-VN"/>
        </w:rPr>
      </w:pPr>
      <w:r w:rsidRPr="00E57C52">
        <w:rPr>
          <w:iCs/>
          <w:spacing w:val="-4"/>
          <w:lang w:val="vi-VN"/>
        </w:rPr>
        <w:t>c) Bộ Tài nguyên và Môi trường khẩn trương thẩm định phê duyệt hồ sơ báo cáo đánh giá tác động môi trường Dự án theo quy định</w:t>
      </w:r>
      <w:r w:rsidR="00662614">
        <w:rPr>
          <w:iCs/>
          <w:spacing w:val="-4"/>
          <w:lang w:val="vi-VN"/>
        </w:rPr>
        <w:t xml:space="preserve">, </w:t>
      </w:r>
      <w:r w:rsidR="00662614" w:rsidRPr="00E57C52">
        <w:rPr>
          <w:iCs/>
          <w:spacing w:val="-4"/>
          <w:lang w:val="vi-VN"/>
        </w:rPr>
        <w:t>hoàn thành</w:t>
      </w:r>
      <w:r w:rsidR="00662614">
        <w:rPr>
          <w:iCs/>
          <w:spacing w:val="-4"/>
          <w:lang w:val="vi-VN"/>
        </w:rPr>
        <w:t xml:space="preserve"> trong tháng 8 năm 2024</w:t>
      </w:r>
      <w:r w:rsidRPr="00E57C52">
        <w:rPr>
          <w:iCs/>
          <w:spacing w:val="-4"/>
          <w:lang w:val="vi-VN"/>
        </w:rPr>
        <w:t>.</w:t>
      </w:r>
    </w:p>
    <w:p w14:paraId="574736B0" w14:textId="77777777" w:rsidR="00043014" w:rsidRPr="00B17BE0" w:rsidRDefault="00043014" w:rsidP="00E77667">
      <w:pPr>
        <w:widowControl w:val="0"/>
        <w:tabs>
          <w:tab w:val="left" w:pos="3978"/>
        </w:tabs>
        <w:spacing w:before="60"/>
        <w:ind w:right="2" w:firstLine="720"/>
        <w:jc w:val="both"/>
        <w:rPr>
          <w:iCs/>
          <w:lang w:val="vi-VN"/>
        </w:rPr>
      </w:pPr>
      <w:r w:rsidRPr="00B17BE0">
        <w:rPr>
          <w:iCs/>
          <w:lang w:val="vi-VN"/>
        </w:rPr>
        <w:t>2. Dự án cao tốc Tân Phú - Bảo Lộc và Bảo Lộc - Liên Khương</w:t>
      </w:r>
    </w:p>
    <w:p w14:paraId="79D2AFDC" w14:textId="35D7DF10" w:rsidR="00E40933" w:rsidRPr="00B17BE0" w:rsidRDefault="00043014" w:rsidP="005752B4">
      <w:pPr>
        <w:widowControl w:val="0"/>
        <w:tabs>
          <w:tab w:val="left" w:pos="3978"/>
        </w:tabs>
        <w:spacing w:before="60"/>
        <w:ind w:firstLine="720"/>
        <w:jc w:val="both"/>
        <w:rPr>
          <w:iCs/>
        </w:rPr>
      </w:pPr>
      <w:r w:rsidRPr="00B17BE0">
        <w:rPr>
          <w:iCs/>
          <w:lang w:val="vi-VN"/>
        </w:rPr>
        <w:t xml:space="preserve">a) Bộ </w:t>
      </w:r>
      <w:r w:rsidR="0056702E">
        <w:rPr>
          <w:iCs/>
        </w:rPr>
        <w:t>KHĐT</w:t>
      </w:r>
      <w:r w:rsidRPr="00B17BE0">
        <w:rPr>
          <w:iCs/>
          <w:lang w:val="vi-VN"/>
        </w:rPr>
        <w:t xml:space="preserve"> chủ trì, phối hợp với các bộ, cơ quan r</w:t>
      </w:r>
      <w:r w:rsidR="00E40933" w:rsidRPr="00B17BE0">
        <w:rPr>
          <w:iCs/>
        </w:rPr>
        <w:t>à soát các kiến nghị của tỉnh Lâm Đồng để đề xuất giải pháp tháo gỡ nhằm đẩy nh</w:t>
      </w:r>
      <w:r w:rsidR="003354EB">
        <w:rPr>
          <w:iCs/>
        </w:rPr>
        <w:t>a</w:t>
      </w:r>
      <w:r w:rsidR="00E40933" w:rsidRPr="00B17BE0">
        <w:rPr>
          <w:iCs/>
        </w:rPr>
        <w:t xml:space="preserve">nh tiến độ triển khai </w:t>
      </w:r>
      <w:r w:rsidR="00344657">
        <w:rPr>
          <w:iCs/>
          <w:lang w:val="vi-VN"/>
        </w:rPr>
        <w:t>các D</w:t>
      </w:r>
      <w:r w:rsidR="00E40933" w:rsidRPr="00B17BE0">
        <w:rPr>
          <w:iCs/>
        </w:rPr>
        <w:t>ự án</w:t>
      </w:r>
      <w:r w:rsidR="00344657">
        <w:rPr>
          <w:iCs/>
          <w:lang w:val="vi-VN"/>
        </w:rPr>
        <w:t>, báo cáo Thủ tướng Chính phủ trong tháng 8 năm 2024</w:t>
      </w:r>
      <w:r w:rsidR="00E40933" w:rsidRPr="00B17BE0">
        <w:rPr>
          <w:iCs/>
        </w:rPr>
        <w:t>;</w:t>
      </w:r>
    </w:p>
    <w:p w14:paraId="0AE67232" w14:textId="6AFDA990" w:rsidR="00043014" w:rsidRPr="00B17BE0" w:rsidRDefault="00043014" w:rsidP="005752B4">
      <w:pPr>
        <w:widowControl w:val="0"/>
        <w:tabs>
          <w:tab w:val="left" w:pos="3978"/>
        </w:tabs>
        <w:spacing w:before="60"/>
        <w:ind w:firstLine="720"/>
        <w:jc w:val="both"/>
        <w:rPr>
          <w:iCs/>
          <w:lang w:val="vi-VN"/>
        </w:rPr>
      </w:pPr>
      <w:r w:rsidRPr="00B17BE0">
        <w:rPr>
          <w:iCs/>
          <w:lang w:val="vi-VN"/>
        </w:rPr>
        <w:t xml:space="preserve">b) Bộ </w:t>
      </w:r>
      <w:r w:rsidR="0056702E">
        <w:rPr>
          <w:iCs/>
        </w:rPr>
        <w:t>NN&amp;PTNT</w:t>
      </w:r>
      <w:r w:rsidRPr="00B17BE0">
        <w:rPr>
          <w:iCs/>
          <w:lang w:val="vi-VN"/>
        </w:rPr>
        <w:t xml:space="preserve"> khẩn trương thực hiện ý kiến chỉ đạo của Phó Thủ tướng </w:t>
      </w:r>
      <w:r w:rsidR="0056702E">
        <w:rPr>
          <w:iCs/>
        </w:rPr>
        <w:t xml:space="preserve">Chính phủ </w:t>
      </w:r>
      <w:r w:rsidRPr="00B17BE0">
        <w:rPr>
          <w:iCs/>
          <w:lang w:val="vi-VN"/>
        </w:rPr>
        <w:t xml:space="preserve">Trần Lưu Quang tại văn bản số </w:t>
      </w:r>
      <w:r w:rsidR="00DF4085">
        <w:rPr>
          <w:iCs/>
          <w:lang w:val="vi-VN"/>
        </w:rPr>
        <w:t xml:space="preserve">5286/VPCP-CN ngày 25 tháng 7 năm 2024, hướng dẫn UBND tỉnh Lâm Đồng </w:t>
      </w:r>
      <w:r w:rsidR="001A3535">
        <w:rPr>
          <w:iCs/>
          <w:lang w:val="vi-VN"/>
        </w:rPr>
        <w:t xml:space="preserve">thực hiện điều chỉnh chủ trương chuyển mục đích sử dụng rừng </w:t>
      </w:r>
      <w:r w:rsidR="00DF4085">
        <w:rPr>
          <w:iCs/>
          <w:lang w:val="vi-VN"/>
        </w:rPr>
        <w:t>theo quy định của Nghị định s</w:t>
      </w:r>
      <w:r w:rsidR="00CC5264">
        <w:rPr>
          <w:iCs/>
        </w:rPr>
        <w:t>ố</w:t>
      </w:r>
      <w:r w:rsidR="00DF4085">
        <w:rPr>
          <w:iCs/>
          <w:lang w:val="vi-VN"/>
        </w:rPr>
        <w:t xml:space="preserve"> 91/2024/NĐ-CP ngày 18 tháng 7 năm 2024.</w:t>
      </w:r>
    </w:p>
    <w:p w14:paraId="22B180F0" w14:textId="24AB59FF" w:rsidR="00E40933" w:rsidRPr="00B17BE0" w:rsidRDefault="005510E6" w:rsidP="0081696F">
      <w:pPr>
        <w:widowControl w:val="0"/>
        <w:tabs>
          <w:tab w:val="left" w:pos="3978"/>
        </w:tabs>
        <w:spacing w:before="40"/>
        <w:ind w:right="2" w:firstLine="720"/>
        <w:jc w:val="both"/>
        <w:rPr>
          <w:iCs/>
        </w:rPr>
      </w:pPr>
      <w:r w:rsidRPr="00B17BE0">
        <w:rPr>
          <w:iCs/>
          <w:lang w:val="vi-VN"/>
        </w:rPr>
        <w:lastRenderedPageBreak/>
        <w:t xml:space="preserve">3. </w:t>
      </w:r>
      <w:r w:rsidR="00B17BE0" w:rsidRPr="00B17BE0">
        <w:rPr>
          <w:iCs/>
          <w:lang w:val="vi-VN"/>
        </w:rPr>
        <w:t>D</w:t>
      </w:r>
      <w:r w:rsidRPr="00B17BE0">
        <w:rPr>
          <w:iCs/>
        </w:rPr>
        <w:t>ự án Vành đai 4 Thủ đô Hà Nội</w:t>
      </w:r>
      <w:r w:rsidRPr="00B17BE0">
        <w:rPr>
          <w:iCs/>
          <w:lang w:val="vi-VN"/>
        </w:rPr>
        <w:t xml:space="preserve">: Bộ </w:t>
      </w:r>
      <w:r w:rsidR="0056702E">
        <w:rPr>
          <w:iCs/>
        </w:rPr>
        <w:t>KHĐT</w:t>
      </w:r>
      <w:r w:rsidRPr="00B17BE0">
        <w:rPr>
          <w:iCs/>
          <w:lang w:val="vi-VN"/>
        </w:rPr>
        <w:t xml:space="preserve"> chủ trì, phối hợp với các bộ</w:t>
      </w:r>
      <w:r w:rsidR="0056702E">
        <w:rPr>
          <w:iCs/>
        </w:rPr>
        <w:t>,</w:t>
      </w:r>
      <w:r w:rsidRPr="00B17BE0">
        <w:rPr>
          <w:iCs/>
          <w:lang w:val="vi-VN"/>
        </w:rPr>
        <w:t xml:space="preserve"> cơ quan t</w:t>
      </w:r>
      <w:r w:rsidR="00E40933" w:rsidRPr="00B17BE0">
        <w:rPr>
          <w:iCs/>
        </w:rPr>
        <w:t>iếp tục hướng dẫn thành phố Hà Nội</w:t>
      </w:r>
      <w:r w:rsidRPr="00B17BE0">
        <w:rPr>
          <w:iCs/>
          <w:lang w:val="vi-VN"/>
        </w:rPr>
        <w:t xml:space="preserve"> </w:t>
      </w:r>
      <w:r w:rsidR="00E40933" w:rsidRPr="00B17BE0">
        <w:rPr>
          <w:iCs/>
        </w:rPr>
        <w:t xml:space="preserve">tháo gỡ các vướng mắc trong triển khai </w:t>
      </w:r>
      <w:r w:rsidR="0056702E">
        <w:rPr>
          <w:iCs/>
        </w:rPr>
        <w:t>D</w:t>
      </w:r>
      <w:r w:rsidR="00E40933" w:rsidRPr="00B17BE0">
        <w:rPr>
          <w:iCs/>
        </w:rPr>
        <w:t>ự án</w:t>
      </w:r>
      <w:r w:rsidRPr="00B17BE0">
        <w:rPr>
          <w:iCs/>
          <w:lang w:val="vi-VN"/>
        </w:rPr>
        <w:t>,</w:t>
      </w:r>
      <w:r w:rsidR="00E40933" w:rsidRPr="00B17BE0">
        <w:rPr>
          <w:iCs/>
        </w:rPr>
        <w:t xml:space="preserve"> nhấ</w:t>
      </w:r>
      <w:r w:rsidRPr="00B17BE0">
        <w:rPr>
          <w:iCs/>
          <w:lang w:val="vi-VN"/>
        </w:rPr>
        <w:t>t</w:t>
      </w:r>
      <w:r w:rsidR="00E40933" w:rsidRPr="00B17BE0">
        <w:rPr>
          <w:iCs/>
        </w:rPr>
        <w:t xml:space="preserve"> là thủ tục giao thành phố Hà Nội là cơ quan đầu mối rà soát, điều hòa, cân đối và thống nhất điều chỉnh tăng hoặc giảm tổng mức đầu tư giữa các </w:t>
      </w:r>
      <w:r w:rsidR="0056702E">
        <w:rPr>
          <w:iCs/>
        </w:rPr>
        <w:t>DATP</w:t>
      </w:r>
      <w:r w:rsidR="00E40933" w:rsidRPr="00B17BE0">
        <w:rPr>
          <w:iCs/>
        </w:rPr>
        <w:t>.</w:t>
      </w:r>
    </w:p>
    <w:p w14:paraId="3A0D5744" w14:textId="5CA84E19" w:rsidR="005510E6" w:rsidRPr="00D34160" w:rsidRDefault="005510E6" w:rsidP="0081696F">
      <w:pPr>
        <w:spacing w:before="40"/>
        <w:ind w:firstLine="720"/>
        <w:jc w:val="both"/>
        <w:rPr>
          <w:iCs/>
          <w:lang w:val="vi-VN"/>
        </w:rPr>
      </w:pPr>
      <w:r w:rsidRPr="00B17BE0">
        <w:rPr>
          <w:iCs/>
          <w:lang w:val="vi-VN"/>
        </w:rPr>
        <w:t>4. D</w:t>
      </w:r>
      <w:r w:rsidRPr="00B17BE0">
        <w:rPr>
          <w:iCs/>
        </w:rPr>
        <w:t>ự án Biên Hòa - Vũng Tàu</w:t>
      </w:r>
      <w:r w:rsidRPr="00B17BE0">
        <w:rPr>
          <w:iCs/>
          <w:lang w:val="vi-VN"/>
        </w:rPr>
        <w:t xml:space="preserve">: Bộ </w:t>
      </w:r>
      <w:r w:rsidR="0056702E">
        <w:rPr>
          <w:iCs/>
        </w:rPr>
        <w:t>TNMT</w:t>
      </w:r>
      <w:r w:rsidRPr="00B17BE0">
        <w:rPr>
          <w:iCs/>
          <w:lang w:val="vi-VN"/>
        </w:rPr>
        <w:t xml:space="preserve"> </w:t>
      </w:r>
      <w:r w:rsidR="00F9667E" w:rsidRPr="00B17BE0">
        <w:rPr>
          <w:iCs/>
        </w:rPr>
        <w:t>hướng dẫn tỉnh Đồng Nai về thủ tục hạ cốt nền cải tạo đất nông nghiệp</w:t>
      </w:r>
      <w:r w:rsidR="00D34160">
        <w:rPr>
          <w:iCs/>
          <w:lang w:val="vi-VN"/>
        </w:rPr>
        <w:t>,</w:t>
      </w:r>
      <w:r w:rsidR="00F9667E" w:rsidRPr="00B17BE0">
        <w:rPr>
          <w:iCs/>
        </w:rPr>
        <w:t xml:space="preserve"> nâng cao hiệu quả cây trồng, kết hợp thu hồi vật liệu san lấp</w:t>
      </w:r>
      <w:r w:rsidR="00D34160">
        <w:rPr>
          <w:iCs/>
          <w:lang w:val="vi-VN"/>
        </w:rPr>
        <w:t>.</w:t>
      </w:r>
    </w:p>
    <w:p w14:paraId="5F0AF8D4" w14:textId="0B4AC7B9" w:rsidR="00E40933" w:rsidRDefault="005510E6" w:rsidP="0081696F">
      <w:pPr>
        <w:spacing w:before="40"/>
        <w:ind w:firstLine="720"/>
        <w:jc w:val="both"/>
        <w:rPr>
          <w:iCs/>
        </w:rPr>
      </w:pPr>
      <w:r w:rsidRPr="00B17BE0">
        <w:rPr>
          <w:iCs/>
          <w:lang w:val="vi-VN"/>
        </w:rPr>
        <w:t xml:space="preserve">5. </w:t>
      </w:r>
      <w:r w:rsidR="00B17BE0" w:rsidRPr="00B17BE0">
        <w:rPr>
          <w:iCs/>
          <w:lang w:val="vi-VN"/>
        </w:rPr>
        <w:t>D</w:t>
      </w:r>
      <w:r w:rsidRPr="00B17BE0">
        <w:rPr>
          <w:iCs/>
        </w:rPr>
        <w:t>ự án Đồng Đăng - Trà Lĩnh và Hữu Nghị - Chi Lăng</w:t>
      </w:r>
      <w:r w:rsidRPr="00B17BE0">
        <w:rPr>
          <w:iCs/>
          <w:lang w:val="vi-VN"/>
        </w:rPr>
        <w:t xml:space="preserve">: Bộ </w:t>
      </w:r>
      <w:r w:rsidR="0056702E">
        <w:rPr>
          <w:iCs/>
        </w:rPr>
        <w:t xml:space="preserve">TNMT </w:t>
      </w:r>
      <w:r w:rsidR="00F9667E" w:rsidRPr="00B17BE0">
        <w:rPr>
          <w:iCs/>
        </w:rPr>
        <w:t>hướng dẫn tỉnh Lạng Sơn về đi</w:t>
      </w:r>
      <w:r w:rsidR="00C15577">
        <w:rPr>
          <w:iCs/>
          <w:lang w:val="vi-VN"/>
        </w:rPr>
        <w:t>ề</w:t>
      </w:r>
      <w:r w:rsidR="00F9667E" w:rsidRPr="00B17BE0">
        <w:rPr>
          <w:iCs/>
        </w:rPr>
        <w:t xml:space="preserve">u chỉnh chỉ tiêu quy hoạch đất dành cho giao thông tại </w:t>
      </w:r>
      <w:r w:rsidR="0056702E">
        <w:rPr>
          <w:iCs/>
        </w:rPr>
        <w:t>các D</w:t>
      </w:r>
      <w:r w:rsidR="00F9667E" w:rsidRPr="00B17BE0">
        <w:rPr>
          <w:iCs/>
        </w:rPr>
        <w:t>ự án.</w:t>
      </w:r>
    </w:p>
    <w:p w14:paraId="2C10CB88" w14:textId="3661E523" w:rsidR="00821ACD" w:rsidRPr="00926A71" w:rsidRDefault="00821ACD" w:rsidP="0081696F">
      <w:pPr>
        <w:spacing w:before="40"/>
        <w:ind w:firstLine="720"/>
        <w:jc w:val="both"/>
        <w:rPr>
          <w:rFonts w:eastAsia="Calibri"/>
          <w:iCs/>
          <w:lang w:val="vi-VN"/>
        </w:rPr>
      </w:pPr>
      <w:r>
        <w:rPr>
          <w:rFonts w:eastAsia="Calibri"/>
          <w:iCs/>
          <w:lang w:val="vi-VN"/>
        </w:rPr>
        <w:t xml:space="preserve">6. </w:t>
      </w:r>
      <w:r w:rsidR="0056702E">
        <w:rPr>
          <w:rFonts w:eastAsia="Calibri"/>
          <w:iCs/>
        </w:rPr>
        <w:t>DATP</w:t>
      </w:r>
      <w:r>
        <w:rPr>
          <w:rFonts w:eastAsia="Calibri"/>
          <w:iCs/>
          <w:lang w:val="vi-VN"/>
        </w:rPr>
        <w:t xml:space="preserve"> 4 CHKQT Long Thành: </w:t>
      </w:r>
      <w:r w:rsidR="0056702E">
        <w:rPr>
          <w:rFonts w:eastAsia="Calibri"/>
          <w:iCs/>
        </w:rPr>
        <w:t>g</w:t>
      </w:r>
      <w:r>
        <w:rPr>
          <w:rFonts w:eastAsia="Calibri"/>
          <w:iCs/>
          <w:lang w:val="vi-VN"/>
        </w:rPr>
        <w:t xml:space="preserve">iao </w:t>
      </w:r>
      <w:r w:rsidR="00926A71">
        <w:rPr>
          <w:rFonts w:eastAsia="Calibri"/>
          <w:iCs/>
          <w:lang w:val="vi-VN"/>
        </w:rPr>
        <w:t xml:space="preserve">Bộ GTVT </w:t>
      </w:r>
      <w:r w:rsidR="00F82B4E">
        <w:rPr>
          <w:rFonts w:eastAsia="Calibri"/>
          <w:iCs/>
          <w:lang w:val="vi-VN"/>
        </w:rPr>
        <w:t>kh</w:t>
      </w:r>
      <w:r w:rsidR="00926A71">
        <w:rPr>
          <w:rFonts w:eastAsia="Calibri"/>
          <w:iCs/>
          <w:lang w:val="vi-VN"/>
        </w:rPr>
        <w:t>ẩn</w:t>
      </w:r>
      <w:r w:rsidR="00F82B4E">
        <w:rPr>
          <w:rFonts w:eastAsia="Calibri"/>
          <w:iCs/>
          <w:lang w:val="vi-VN"/>
        </w:rPr>
        <w:t xml:space="preserve"> </w:t>
      </w:r>
      <w:r w:rsidR="00926A71">
        <w:rPr>
          <w:rFonts w:eastAsia="Calibri"/>
          <w:iCs/>
          <w:lang w:val="vi-VN"/>
        </w:rPr>
        <w:t xml:space="preserve">trương thực hiện ý kiến chỉ đạo của Phó Thủ tướng Chính phủ Trần Hồng Hà tại Thông báo số 306/TB-VPCP ngày 09 tháng 7 năm 2024, bảo đảm khai thác đồng bộ với các </w:t>
      </w:r>
      <w:r w:rsidR="0056702E">
        <w:rPr>
          <w:rFonts w:eastAsia="Calibri"/>
          <w:iCs/>
        </w:rPr>
        <w:t>DATP</w:t>
      </w:r>
      <w:r w:rsidR="00926A71">
        <w:rPr>
          <w:rFonts w:eastAsia="Calibri"/>
          <w:iCs/>
          <w:lang w:val="vi-VN"/>
        </w:rPr>
        <w:t xml:space="preserve"> khác của Dự án</w:t>
      </w:r>
      <w:r w:rsidR="00926A71">
        <w:rPr>
          <w:iCs/>
          <w:color w:val="000000"/>
          <w:lang w:val="vi-VN"/>
        </w:rPr>
        <w:t>.</w:t>
      </w:r>
    </w:p>
    <w:p w14:paraId="72ABFAF6" w14:textId="153AEBCB" w:rsidR="008402E3" w:rsidRPr="00B17BE0" w:rsidRDefault="00526238" w:rsidP="00FC77BC">
      <w:pPr>
        <w:widowControl w:val="0"/>
        <w:tabs>
          <w:tab w:val="num" w:pos="0"/>
        </w:tabs>
        <w:spacing w:before="120" w:after="360"/>
        <w:ind w:firstLine="720"/>
        <w:jc w:val="both"/>
        <w:rPr>
          <w:lang w:val="vi-VN"/>
        </w:rPr>
      </w:pPr>
      <w:r w:rsidRPr="00B17BE0">
        <w:rPr>
          <w:lang w:val="vi-VN"/>
        </w:rPr>
        <w:t>Văn</w:t>
      </w:r>
      <w:r w:rsidR="00922EE0" w:rsidRPr="00B17BE0">
        <w:rPr>
          <w:lang w:val="vi-VN"/>
        </w:rPr>
        <w:t xml:space="preserve"> </w:t>
      </w:r>
      <w:r w:rsidRPr="00B17BE0">
        <w:rPr>
          <w:lang w:val="vi-VN"/>
        </w:rPr>
        <w:t>phòng</w:t>
      </w:r>
      <w:r w:rsidR="00922EE0" w:rsidRPr="00B17BE0">
        <w:rPr>
          <w:lang w:val="vi-VN"/>
        </w:rPr>
        <w:t xml:space="preserve"> </w:t>
      </w:r>
      <w:r w:rsidRPr="00B17BE0">
        <w:rPr>
          <w:lang w:val="vi-VN"/>
        </w:rPr>
        <w:t>Chính</w:t>
      </w:r>
      <w:r w:rsidR="00922EE0" w:rsidRPr="00B17BE0">
        <w:rPr>
          <w:lang w:val="vi-VN"/>
        </w:rPr>
        <w:t xml:space="preserve"> </w:t>
      </w:r>
      <w:r w:rsidRPr="00B17BE0">
        <w:rPr>
          <w:lang w:val="vi-VN"/>
        </w:rPr>
        <w:t>phủ</w:t>
      </w:r>
      <w:r w:rsidR="00922EE0" w:rsidRPr="00B17BE0">
        <w:t xml:space="preserve"> </w:t>
      </w:r>
      <w:r w:rsidRPr="00B17BE0">
        <w:t>xin</w:t>
      </w:r>
      <w:r w:rsidR="00922EE0" w:rsidRPr="00B17BE0">
        <w:rPr>
          <w:lang w:val="vi-VN"/>
        </w:rPr>
        <w:t xml:space="preserve"> </w:t>
      </w:r>
      <w:r w:rsidRPr="00B17BE0">
        <w:rPr>
          <w:lang w:val="vi-VN"/>
        </w:rPr>
        <w:t>thông</w:t>
      </w:r>
      <w:r w:rsidR="00922EE0" w:rsidRPr="00B17BE0">
        <w:rPr>
          <w:lang w:val="vi-VN"/>
        </w:rPr>
        <w:t xml:space="preserve"> </w:t>
      </w:r>
      <w:r w:rsidRPr="00B17BE0">
        <w:rPr>
          <w:lang w:val="vi-VN"/>
        </w:rPr>
        <w:t>báo</w:t>
      </w:r>
      <w:r w:rsidR="00922EE0" w:rsidRPr="00B17BE0">
        <w:rPr>
          <w:lang w:val="vi-VN"/>
        </w:rPr>
        <w:t xml:space="preserve"> </w:t>
      </w:r>
      <w:r w:rsidRPr="00B17BE0">
        <w:rPr>
          <w:lang w:val="vi-VN"/>
        </w:rPr>
        <w:t>để</w:t>
      </w:r>
      <w:r w:rsidR="00922EE0" w:rsidRPr="00B17BE0">
        <w:rPr>
          <w:lang w:val="vi-VN"/>
        </w:rPr>
        <w:t xml:space="preserve"> </w:t>
      </w:r>
      <w:r w:rsidRPr="00B17BE0">
        <w:t>các</w:t>
      </w:r>
      <w:r w:rsidR="00922EE0" w:rsidRPr="00B17BE0">
        <w:t xml:space="preserve"> </w:t>
      </w:r>
      <w:r w:rsidR="004A3E17" w:rsidRPr="00B17BE0">
        <w:t>b</w:t>
      </w:r>
      <w:r w:rsidRPr="00B17BE0">
        <w:t>ộ,</w:t>
      </w:r>
      <w:r w:rsidR="00922EE0" w:rsidRPr="00B17BE0">
        <w:t xml:space="preserve"> </w:t>
      </w:r>
      <w:r w:rsidRPr="00B17BE0">
        <w:t>ngành,</w:t>
      </w:r>
      <w:r w:rsidR="00922EE0" w:rsidRPr="00B17BE0">
        <w:t xml:space="preserve"> </w:t>
      </w:r>
      <w:r w:rsidRPr="00B17BE0">
        <w:t>địa</w:t>
      </w:r>
      <w:r w:rsidR="00922EE0" w:rsidRPr="00B17BE0">
        <w:t xml:space="preserve"> </w:t>
      </w:r>
      <w:r w:rsidRPr="00B17BE0">
        <w:t>phương</w:t>
      </w:r>
      <w:r w:rsidR="00922EE0" w:rsidRPr="00B17BE0">
        <w:t xml:space="preserve"> </w:t>
      </w:r>
      <w:r w:rsidRPr="00B17BE0">
        <w:t>và</w:t>
      </w:r>
      <w:r w:rsidR="00922EE0" w:rsidRPr="00B17BE0">
        <w:rPr>
          <w:lang w:val="vi-VN"/>
        </w:rPr>
        <w:t xml:space="preserve"> </w:t>
      </w:r>
      <w:r w:rsidRPr="00B17BE0">
        <w:rPr>
          <w:lang w:val="vi-VN"/>
        </w:rPr>
        <w:t>các</w:t>
      </w:r>
      <w:r w:rsidR="00922EE0" w:rsidRPr="00B17BE0">
        <w:rPr>
          <w:lang w:val="vi-VN"/>
        </w:rPr>
        <w:t xml:space="preserve"> </w:t>
      </w:r>
      <w:r w:rsidRPr="00B17BE0">
        <w:rPr>
          <w:lang w:val="vi-VN"/>
        </w:rPr>
        <w:t>cơ</w:t>
      </w:r>
      <w:r w:rsidR="00922EE0" w:rsidRPr="00B17BE0">
        <w:rPr>
          <w:lang w:val="vi-VN"/>
        </w:rPr>
        <w:t xml:space="preserve"> </w:t>
      </w:r>
      <w:r w:rsidRPr="00B17BE0">
        <w:rPr>
          <w:lang w:val="vi-VN"/>
        </w:rPr>
        <w:t>quan</w:t>
      </w:r>
      <w:r w:rsidR="00A768F5" w:rsidRPr="00B17BE0">
        <w:t>,</w:t>
      </w:r>
      <w:r w:rsidR="00922EE0" w:rsidRPr="00B17BE0">
        <w:t xml:space="preserve"> </w:t>
      </w:r>
      <w:r w:rsidR="00A768F5" w:rsidRPr="00B17BE0">
        <w:t>đơn</w:t>
      </w:r>
      <w:r w:rsidR="00922EE0" w:rsidRPr="00B17BE0">
        <w:t xml:space="preserve"> </w:t>
      </w:r>
      <w:r w:rsidR="00A768F5" w:rsidRPr="00B17BE0">
        <w:t>vị</w:t>
      </w:r>
      <w:r w:rsidR="00922EE0" w:rsidRPr="00B17BE0">
        <w:rPr>
          <w:lang w:val="vi-VN"/>
        </w:rPr>
        <w:t xml:space="preserve"> </w:t>
      </w:r>
      <w:r w:rsidRPr="00B17BE0">
        <w:rPr>
          <w:lang w:val="vi-VN"/>
        </w:rPr>
        <w:t>liên</w:t>
      </w:r>
      <w:r w:rsidR="00922EE0" w:rsidRPr="00B17BE0">
        <w:rPr>
          <w:lang w:val="vi-VN"/>
        </w:rPr>
        <w:t xml:space="preserve"> </w:t>
      </w:r>
      <w:r w:rsidRPr="00B17BE0">
        <w:rPr>
          <w:lang w:val="vi-VN"/>
        </w:rPr>
        <w:t>quan</w:t>
      </w:r>
      <w:r w:rsidR="00922EE0" w:rsidRPr="00B17BE0">
        <w:rPr>
          <w:lang w:val="vi-VN"/>
        </w:rPr>
        <w:t xml:space="preserve"> </w:t>
      </w:r>
      <w:r w:rsidRPr="00B17BE0">
        <w:rPr>
          <w:lang w:val="vi-VN"/>
        </w:rPr>
        <w:t>biết,</w:t>
      </w:r>
      <w:r w:rsidR="00922EE0" w:rsidRPr="00B17BE0">
        <w:rPr>
          <w:lang w:val="vi-VN"/>
        </w:rPr>
        <w:t xml:space="preserve"> </w:t>
      </w:r>
      <w:r w:rsidRPr="00B17BE0">
        <w:rPr>
          <w:lang w:val="vi-VN"/>
        </w:rPr>
        <w:t>thực</w:t>
      </w:r>
      <w:r w:rsidR="00922EE0" w:rsidRPr="00B17BE0">
        <w:rPr>
          <w:lang w:val="vi-VN"/>
        </w:rPr>
        <w:t xml:space="preserve"> </w:t>
      </w:r>
      <w:r w:rsidRPr="00B17BE0">
        <w:rPr>
          <w:lang w:val="vi-VN"/>
        </w:rPr>
        <w:t>hiện./.</w:t>
      </w:r>
    </w:p>
    <w:tbl>
      <w:tblPr>
        <w:tblW w:w="9464" w:type="dxa"/>
        <w:tblLook w:val="01E0" w:firstRow="1" w:lastRow="1" w:firstColumn="1" w:lastColumn="1" w:noHBand="0" w:noVBand="0"/>
      </w:tblPr>
      <w:tblGrid>
        <w:gridCol w:w="4928"/>
        <w:gridCol w:w="4536"/>
      </w:tblGrid>
      <w:tr w:rsidR="00712A24" w:rsidRPr="001F66CA" w14:paraId="05E05ED4" w14:textId="77777777" w:rsidTr="00F1368F">
        <w:trPr>
          <w:trHeight w:val="384"/>
        </w:trPr>
        <w:tc>
          <w:tcPr>
            <w:tcW w:w="4928" w:type="dxa"/>
          </w:tcPr>
          <w:p w14:paraId="4AC7A4A1" w14:textId="10403CEB" w:rsidR="007F2B6A" w:rsidRPr="001F66CA" w:rsidRDefault="007F2B6A" w:rsidP="00764727">
            <w:pPr>
              <w:keepNext/>
              <w:widowControl w:val="0"/>
              <w:tabs>
                <w:tab w:val="left" w:pos="567"/>
              </w:tabs>
              <w:jc w:val="both"/>
              <w:rPr>
                <w:sz w:val="22"/>
                <w:szCs w:val="18"/>
              </w:rPr>
            </w:pPr>
            <w:r w:rsidRPr="001F66CA">
              <w:rPr>
                <w:b/>
                <w:i/>
                <w:sz w:val="24"/>
              </w:rPr>
              <w:t>Nơi</w:t>
            </w:r>
            <w:r w:rsidR="00922EE0">
              <w:rPr>
                <w:b/>
                <w:i/>
                <w:sz w:val="24"/>
              </w:rPr>
              <w:t xml:space="preserve"> </w:t>
            </w:r>
            <w:r w:rsidRPr="001F66CA">
              <w:rPr>
                <w:b/>
                <w:i/>
                <w:sz w:val="24"/>
              </w:rPr>
              <w:t>nhận:</w:t>
            </w:r>
          </w:p>
          <w:p w14:paraId="680398AA" w14:textId="0C7F241E" w:rsidR="007F2B6A" w:rsidRPr="001F66CA" w:rsidRDefault="001B222B" w:rsidP="00142512">
            <w:pPr>
              <w:keepNext/>
              <w:widowControl w:val="0"/>
              <w:tabs>
                <w:tab w:val="left" w:pos="567"/>
              </w:tabs>
              <w:spacing w:line="228" w:lineRule="auto"/>
              <w:jc w:val="both"/>
              <w:rPr>
                <w:sz w:val="22"/>
                <w:szCs w:val="22"/>
              </w:rPr>
            </w:pPr>
            <w:r w:rsidRPr="001F66CA">
              <w:rPr>
                <w:sz w:val="22"/>
                <w:szCs w:val="22"/>
              </w:rPr>
              <w:t>-</w:t>
            </w:r>
            <w:r w:rsidR="00922EE0">
              <w:rPr>
                <w:sz w:val="22"/>
                <w:szCs w:val="22"/>
              </w:rPr>
              <w:t xml:space="preserve"> </w:t>
            </w:r>
            <w:r w:rsidRPr="001F66CA">
              <w:rPr>
                <w:sz w:val="22"/>
                <w:szCs w:val="22"/>
              </w:rPr>
              <w:t>Thủ</w:t>
            </w:r>
            <w:r w:rsidR="00922EE0">
              <w:rPr>
                <w:sz w:val="22"/>
                <w:szCs w:val="22"/>
              </w:rPr>
              <w:t xml:space="preserve"> </w:t>
            </w:r>
            <w:r w:rsidRPr="001F66CA">
              <w:rPr>
                <w:sz w:val="22"/>
                <w:szCs w:val="22"/>
              </w:rPr>
              <w:t>tướng,</w:t>
            </w:r>
            <w:r w:rsidR="00922EE0">
              <w:rPr>
                <w:sz w:val="22"/>
                <w:szCs w:val="22"/>
              </w:rPr>
              <w:t xml:space="preserve"> </w:t>
            </w:r>
            <w:r w:rsidR="00F1368F" w:rsidRPr="001F66CA">
              <w:rPr>
                <w:sz w:val="22"/>
                <w:szCs w:val="22"/>
              </w:rPr>
              <w:t>các</w:t>
            </w:r>
            <w:r w:rsidR="00922EE0">
              <w:rPr>
                <w:sz w:val="22"/>
                <w:szCs w:val="22"/>
              </w:rPr>
              <w:t xml:space="preserve"> </w:t>
            </w:r>
            <w:r w:rsidR="00F1368F" w:rsidRPr="001F66CA">
              <w:rPr>
                <w:sz w:val="22"/>
                <w:szCs w:val="22"/>
              </w:rPr>
              <w:t>Phó</w:t>
            </w:r>
            <w:r w:rsidR="00922EE0">
              <w:rPr>
                <w:sz w:val="22"/>
                <w:szCs w:val="22"/>
              </w:rPr>
              <w:t xml:space="preserve"> </w:t>
            </w:r>
            <w:r w:rsidR="00F1368F" w:rsidRPr="001F66CA">
              <w:rPr>
                <w:sz w:val="22"/>
                <w:szCs w:val="22"/>
              </w:rPr>
              <w:t>Thủ</w:t>
            </w:r>
            <w:r w:rsidR="00922EE0">
              <w:rPr>
                <w:sz w:val="22"/>
                <w:szCs w:val="22"/>
              </w:rPr>
              <w:t xml:space="preserve"> </w:t>
            </w:r>
            <w:r w:rsidR="00F1368F" w:rsidRPr="001F66CA">
              <w:rPr>
                <w:sz w:val="22"/>
                <w:szCs w:val="22"/>
              </w:rPr>
              <w:t>tướng</w:t>
            </w:r>
            <w:r w:rsidR="00922EE0">
              <w:rPr>
                <w:sz w:val="22"/>
                <w:szCs w:val="22"/>
              </w:rPr>
              <w:t xml:space="preserve"> </w:t>
            </w:r>
            <w:r w:rsidR="008A0B96">
              <w:rPr>
                <w:sz w:val="22"/>
                <w:szCs w:val="22"/>
              </w:rPr>
              <w:t>(để</w:t>
            </w:r>
            <w:r w:rsidR="00922EE0">
              <w:rPr>
                <w:sz w:val="22"/>
                <w:szCs w:val="22"/>
              </w:rPr>
              <w:t xml:space="preserve"> </w:t>
            </w:r>
            <w:r w:rsidR="008A0B96">
              <w:rPr>
                <w:sz w:val="22"/>
                <w:szCs w:val="22"/>
              </w:rPr>
              <w:t>b/c)</w:t>
            </w:r>
            <w:r w:rsidR="007F2B6A" w:rsidRPr="001F66CA">
              <w:rPr>
                <w:sz w:val="22"/>
                <w:szCs w:val="22"/>
              </w:rPr>
              <w:t>;</w:t>
            </w:r>
          </w:p>
          <w:p w14:paraId="2BCFDF4D" w14:textId="68B6CDD5" w:rsidR="007F2B6A" w:rsidRDefault="007F2B6A" w:rsidP="00142512">
            <w:pPr>
              <w:keepNext/>
              <w:widowControl w:val="0"/>
              <w:tabs>
                <w:tab w:val="left" w:pos="567"/>
              </w:tabs>
              <w:spacing w:line="228" w:lineRule="auto"/>
              <w:rPr>
                <w:sz w:val="22"/>
                <w:szCs w:val="22"/>
              </w:rPr>
            </w:pPr>
            <w:r w:rsidRPr="001F66CA">
              <w:rPr>
                <w:sz w:val="22"/>
                <w:szCs w:val="22"/>
              </w:rPr>
              <w:t>-</w:t>
            </w:r>
            <w:r w:rsidR="00922EE0">
              <w:rPr>
                <w:sz w:val="22"/>
                <w:szCs w:val="22"/>
              </w:rPr>
              <w:t xml:space="preserve"> </w:t>
            </w:r>
            <w:r w:rsidR="009F2743" w:rsidRPr="001F66CA">
              <w:rPr>
                <w:spacing w:val="-8"/>
                <w:sz w:val="22"/>
                <w:szCs w:val="22"/>
              </w:rPr>
              <w:t>Các</w:t>
            </w:r>
            <w:r w:rsidR="00922EE0">
              <w:rPr>
                <w:spacing w:val="-8"/>
                <w:sz w:val="22"/>
                <w:szCs w:val="22"/>
              </w:rPr>
              <w:t xml:space="preserve"> </w:t>
            </w:r>
            <w:r w:rsidR="00E442B3" w:rsidRPr="001F66CA">
              <w:rPr>
                <w:spacing w:val="-8"/>
                <w:sz w:val="22"/>
                <w:szCs w:val="22"/>
              </w:rPr>
              <w:t>Thành</w:t>
            </w:r>
            <w:r w:rsidR="00922EE0">
              <w:rPr>
                <w:spacing w:val="-8"/>
                <w:sz w:val="22"/>
                <w:szCs w:val="22"/>
              </w:rPr>
              <w:t xml:space="preserve"> </w:t>
            </w:r>
            <w:r w:rsidR="00E442B3" w:rsidRPr="001F66CA">
              <w:rPr>
                <w:spacing w:val="-8"/>
                <w:sz w:val="22"/>
                <w:szCs w:val="22"/>
              </w:rPr>
              <w:t>viên</w:t>
            </w:r>
            <w:r w:rsidR="00922EE0">
              <w:rPr>
                <w:spacing w:val="-8"/>
                <w:sz w:val="22"/>
                <w:szCs w:val="22"/>
              </w:rPr>
              <w:t xml:space="preserve"> </w:t>
            </w:r>
            <w:r w:rsidR="00E442B3" w:rsidRPr="001F66CA">
              <w:rPr>
                <w:spacing w:val="-8"/>
                <w:sz w:val="22"/>
                <w:szCs w:val="22"/>
              </w:rPr>
              <w:t>Ban</w:t>
            </w:r>
            <w:r w:rsidR="00922EE0">
              <w:rPr>
                <w:spacing w:val="-8"/>
                <w:sz w:val="22"/>
                <w:szCs w:val="22"/>
              </w:rPr>
              <w:t xml:space="preserve"> </w:t>
            </w:r>
            <w:r w:rsidR="002E492F" w:rsidRPr="001F66CA">
              <w:rPr>
                <w:spacing w:val="-8"/>
                <w:sz w:val="22"/>
                <w:szCs w:val="22"/>
              </w:rPr>
              <w:t>C</w:t>
            </w:r>
            <w:r w:rsidR="00E442B3" w:rsidRPr="001F66CA">
              <w:rPr>
                <w:spacing w:val="-8"/>
                <w:sz w:val="22"/>
                <w:szCs w:val="22"/>
              </w:rPr>
              <w:t>hỉ</w:t>
            </w:r>
            <w:r w:rsidR="00922EE0">
              <w:rPr>
                <w:spacing w:val="-8"/>
                <w:sz w:val="22"/>
                <w:szCs w:val="22"/>
              </w:rPr>
              <w:t xml:space="preserve"> </w:t>
            </w:r>
            <w:r w:rsidR="00E442B3" w:rsidRPr="001F66CA">
              <w:rPr>
                <w:spacing w:val="-8"/>
                <w:sz w:val="22"/>
                <w:szCs w:val="22"/>
              </w:rPr>
              <w:t>đạo</w:t>
            </w:r>
            <w:r w:rsidR="003C06BC" w:rsidRPr="001F66CA">
              <w:rPr>
                <w:sz w:val="22"/>
                <w:szCs w:val="22"/>
              </w:rPr>
              <w:t>;</w:t>
            </w:r>
          </w:p>
          <w:p w14:paraId="21A93067" w14:textId="77777777" w:rsidR="00777B0C" w:rsidRDefault="00777B0C" w:rsidP="00142512">
            <w:pPr>
              <w:keepNext/>
              <w:widowControl w:val="0"/>
              <w:tabs>
                <w:tab w:val="left" w:pos="567"/>
              </w:tabs>
              <w:spacing w:line="228" w:lineRule="auto"/>
              <w:rPr>
                <w:sz w:val="22"/>
                <w:szCs w:val="22"/>
              </w:rPr>
            </w:pPr>
            <w:r>
              <w:rPr>
                <w:sz w:val="22"/>
                <w:szCs w:val="22"/>
              </w:rPr>
              <w:t>- Các bộ, cơ quan ngang bộ, cơ quan thuộc CP;</w:t>
            </w:r>
          </w:p>
          <w:p w14:paraId="48035333" w14:textId="41D92581" w:rsidR="00777B0C" w:rsidRDefault="00777B0C" w:rsidP="00142512">
            <w:pPr>
              <w:keepNext/>
              <w:widowControl w:val="0"/>
              <w:tabs>
                <w:tab w:val="left" w:pos="567"/>
              </w:tabs>
              <w:spacing w:line="228" w:lineRule="auto"/>
              <w:rPr>
                <w:sz w:val="22"/>
                <w:szCs w:val="22"/>
              </w:rPr>
            </w:pPr>
            <w:r>
              <w:rPr>
                <w:sz w:val="22"/>
                <w:szCs w:val="22"/>
              </w:rPr>
              <w:t xml:space="preserve">- Kiểm toán Nhà nước; </w:t>
            </w:r>
          </w:p>
          <w:p w14:paraId="097A4EDE" w14:textId="49807E70" w:rsidR="001F1D6D" w:rsidRDefault="001F1D6D" w:rsidP="00142512">
            <w:pPr>
              <w:keepNext/>
              <w:widowControl w:val="0"/>
              <w:tabs>
                <w:tab w:val="left" w:pos="567"/>
              </w:tabs>
              <w:spacing w:line="228" w:lineRule="auto"/>
              <w:jc w:val="both"/>
              <w:rPr>
                <w:sz w:val="22"/>
                <w:szCs w:val="22"/>
              </w:rPr>
            </w:pPr>
            <w:r>
              <w:rPr>
                <w:sz w:val="22"/>
                <w:szCs w:val="22"/>
              </w:rPr>
              <w:t xml:space="preserve">- </w:t>
            </w:r>
            <w:r w:rsidR="00EA61FB">
              <w:rPr>
                <w:sz w:val="22"/>
                <w:szCs w:val="22"/>
              </w:rPr>
              <w:t xml:space="preserve">Tỉnh ủy, </w:t>
            </w:r>
            <w:r>
              <w:rPr>
                <w:sz w:val="22"/>
                <w:szCs w:val="22"/>
              </w:rPr>
              <w:t xml:space="preserve">UBND các tỉnh, thành phố: </w:t>
            </w:r>
            <w:r w:rsidR="00457AC7" w:rsidRPr="00457AC7">
              <w:rPr>
                <w:sz w:val="22"/>
                <w:szCs w:val="22"/>
              </w:rPr>
              <w:t xml:space="preserve">Thành phố </w:t>
            </w:r>
            <w:r w:rsidR="00DE4046">
              <w:rPr>
                <w:sz w:val="22"/>
                <w:szCs w:val="22"/>
              </w:rPr>
              <w:br/>
            </w:r>
            <w:r w:rsidR="00457AC7" w:rsidRPr="00457AC7">
              <w:rPr>
                <w:sz w:val="22"/>
                <w:szCs w:val="22"/>
              </w:rPr>
              <w:t>Hồ Chí Minh, Hà Nội, Đà Nẵng, Hải Phòng, Cần Thơ, Tuyên Quang, Hà Giang,Thái Nguyên, Hòa Bình</w:t>
            </w:r>
            <w:r w:rsidR="00783054">
              <w:rPr>
                <w:sz w:val="22"/>
                <w:szCs w:val="22"/>
                <w:lang w:val="vi-VN"/>
              </w:rPr>
              <w:t xml:space="preserve">, </w:t>
            </w:r>
            <w:r w:rsidR="00D360BA">
              <w:rPr>
                <w:sz w:val="22"/>
                <w:szCs w:val="22"/>
                <w:lang w:val="vi-VN"/>
              </w:rPr>
              <w:br/>
            </w:r>
            <w:r w:rsidR="00457AC7" w:rsidRPr="00457AC7">
              <w:rPr>
                <w:sz w:val="22"/>
                <w:szCs w:val="22"/>
              </w:rPr>
              <w:t xml:space="preserve">Sơn La, Lạng Sơn, Cao Bằng, Hưng Yên, Bắc Ninh, Nam Định, Thái Bình, Ninh Bình, Hà Tĩnh, </w:t>
            </w:r>
            <w:r w:rsidR="00D360BA">
              <w:rPr>
                <w:sz w:val="22"/>
                <w:szCs w:val="22"/>
              </w:rPr>
              <w:br/>
            </w:r>
            <w:r w:rsidR="00457AC7" w:rsidRPr="00457AC7">
              <w:rPr>
                <w:sz w:val="22"/>
                <w:szCs w:val="22"/>
              </w:rPr>
              <w:t xml:space="preserve">Quảng Bình, Quảng Trị, Quảng Ngãi, Bình Định, </w:t>
            </w:r>
            <w:r w:rsidR="00D360BA">
              <w:rPr>
                <w:sz w:val="22"/>
                <w:szCs w:val="22"/>
              </w:rPr>
              <w:br/>
            </w:r>
            <w:r w:rsidR="00457AC7" w:rsidRPr="00457AC7">
              <w:rPr>
                <w:sz w:val="22"/>
                <w:szCs w:val="22"/>
              </w:rPr>
              <w:t xml:space="preserve">Phú Yên, Khánh Hòa, Đắk Lắk, Đắk Nông, </w:t>
            </w:r>
            <w:r w:rsidR="00D360BA">
              <w:rPr>
                <w:sz w:val="22"/>
                <w:szCs w:val="22"/>
              </w:rPr>
              <w:br/>
            </w:r>
            <w:r w:rsidR="00457AC7" w:rsidRPr="00457AC7">
              <w:rPr>
                <w:sz w:val="22"/>
                <w:szCs w:val="22"/>
              </w:rPr>
              <w:t xml:space="preserve">Lâm Đồng, Bình Phước, Tây Ninh, Bình Dương, Đồng Nai, Long An, Bà Rịa - Vũng Tàu, </w:t>
            </w:r>
            <w:r w:rsidR="00457AC7" w:rsidRPr="00AB3F0F">
              <w:rPr>
                <w:spacing w:val="-4"/>
                <w:sz w:val="22"/>
                <w:szCs w:val="22"/>
              </w:rPr>
              <w:t xml:space="preserve">Tiền Giang, Vĩnh Long, Đồng Tháp, Bạc Liêu, Kiên Giang, </w:t>
            </w:r>
            <w:r w:rsidR="00D360BA">
              <w:rPr>
                <w:spacing w:val="-4"/>
                <w:sz w:val="22"/>
                <w:szCs w:val="22"/>
              </w:rPr>
              <w:br/>
            </w:r>
            <w:r w:rsidR="00457AC7" w:rsidRPr="00AB3F0F">
              <w:rPr>
                <w:spacing w:val="-4"/>
                <w:sz w:val="22"/>
                <w:szCs w:val="22"/>
              </w:rPr>
              <w:t>An Giang, Hậu Giang, Sóc Trăng, Bến</w:t>
            </w:r>
            <w:r w:rsidR="009E7A7C" w:rsidRPr="00AB3F0F">
              <w:rPr>
                <w:spacing w:val="-4"/>
                <w:sz w:val="22"/>
                <w:szCs w:val="22"/>
                <w:lang w:val="vi-VN"/>
              </w:rPr>
              <w:t xml:space="preserve"> </w:t>
            </w:r>
            <w:r w:rsidR="00457AC7" w:rsidRPr="00AB3F0F">
              <w:rPr>
                <w:spacing w:val="-4"/>
                <w:sz w:val="22"/>
                <w:szCs w:val="22"/>
              </w:rPr>
              <w:t>Tre,</w:t>
            </w:r>
            <w:r w:rsidR="00F86938">
              <w:rPr>
                <w:spacing w:val="-4"/>
                <w:sz w:val="22"/>
                <w:szCs w:val="22"/>
              </w:rPr>
              <w:t xml:space="preserve"> </w:t>
            </w:r>
            <w:r w:rsidR="00457AC7" w:rsidRPr="00457AC7">
              <w:rPr>
                <w:sz w:val="22"/>
                <w:szCs w:val="22"/>
              </w:rPr>
              <w:t xml:space="preserve">Cà Mau, </w:t>
            </w:r>
            <w:r w:rsidR="00D360BA">
              <w:rPr>
                <w:sz w:val="22"/>
                <w:szCs w:val="22"/>
              </w:rPr>
              <w:br/>
            </w:r>
            <w:r w:rsidR="00457AC7" w:rsidRPr="00457AC7">
              <w:rPr>
                <w:sz w:val="22"/>
                <w:szCs w:val="22"/>
              </w:rPr>
              <w:t>Trà Vinh</w:t>
            </w:r>
            <w:r>
              <w:rPr>
                <w:sz w:val="22"/>
                <w:szCs w:val="22"/>
              </w:rPr>
              <w:t>;</w:t>
            </w:r>
          </w:p>
          <w:p w14:paraId="02AD22C0" w14:textId="198335A7" w:rsidR="00611D2F" w:rsidRPr="001F66CA" w:rsidRDefault="00C704AB" w:rsidP="00764727">
            <w:pPr>
              <w:keepNext/>
              <w:widowControl w:val="0"/>
              <w:tabs>
                <w:tab w:val="left" w:pos="567"/>
              </w:tabs>
              <w:rPr>
                <w:sz w:val="22"/>
                <w:szCs w:val="22"/>
                <w:lang w:val="vi-VN"/>
              </w:rPr>
            </w:pPr>
            <w:r>
              <w:rPr>
                <w:sz w:val="22"/>
                <w:szCs w:val="22"/>
              </w:rPr>
              <w:t>-</w:t>
            </w:r>
            <w:r w:rsidR="00922EE0">
              <w:rPr>
                <w:sz w:val="22"/>
                <w:szCs w:val="22"/>
              </w:rPr>
              <w:t xml:space="preserve"> </w:t>
            </w:r>
            <w:r w:rsidR="00DA11CD">
              <w:rPr>
                <w:sz w:val="22"/>
                <w:szCs w:val="22"/>
              </w:rPr>
              <w:t xml:space="preserve">Các Tập đoàn, Tổng công ty: </w:t>
            </w:r>
            <w:r>
              <w:rPr>
                <w:sz w:val="22"/>
                <w:szCs w:val="22"/>
              </w:rPr>
              <w:t>EVN</w:t>
            </w:r>
            <w:r w:rsidR="0056702E">
              <w:rPr>
                <w:sz w:val="22"/>
                <w:szCs w:val="22"/>
              </w:rPr>
              <w:t>,</w:t>
            </w:r>
            <w:r w:rsidR="00922EE0">
              <w:rPr>
                <w:sz w:val="22"/>
                <w:szCs w:val="22"/>
                <w:lang w:val="vi-VN"/>
              </w:rPr>
              <w:t xml:space="preserve"> </w:t>
            </w:r>
            <w:r w:rsidR="00611D2F" w:rsidRPr="001F66CA">
              <w:rPr>
                <w:sz w:val="22"/>
                <w:szCs w:val="22"/>
              </w:rPr>
              <w:t>VEC,</w:t>
            </w:r>
            <w:r w:rsidR="00922EE0">
              <w:rPr>
                <w:sz w:val="22"/>
                <w:szCs w:val="22"/>
              </w:rPr>
              <w:t xml:space="preserve"> </w:t>
            </w:r>
            <w:r w:rsidR="00611D2F" w:rsidRPr="001F66CA">
              <w:rPr>
                <w:sz w:val="22"/>
                <w:szCs w:val="22"/>
              </w:rPr>
              <w:t>ACV,</w:t>
            </w:r>
            <w:r w:rsidR="00922EE0">
              <w:rPr>
                <w:sz w:val="22"/>
                <w:szCs w:val="22"/>
                <w:lang w:val="vi-VN"/>
              </w:rPr>
              <w:t xml:space="preserve"> </w:t>
            </w:r>
            <w:r w:rsidR="00611D2F" w:rsidRPr="001F66CA">
              <w:rPr>
                <w:sz w:val="22"/>
                <w:szCs w:val="22"/>
                <w:lang w:val="vi-VN"/>
              </w:rPr>
              <w:t>VATM;</w:t>
            </w:r>
          </w:p>
          <w:p w14:paraId="60B64611" w14:textId="4B55D7AF" w:rsidR="007B46D6" w:rsidRPr="001F66CA" w:rsidRDefault="007F2B6A" w:rsidP="00764727">
            <w:pPr>
              <w:keepNext/>
              <w:widowControl w:val="0"/>
              <w:tabs>
                <w:tab w:val="left" w:pos="567"/>
              </w:tabs>
              <w:jc w:val="both"/>
              <w:rPr>
                <w:sz w:val="22"/>
                <w:szCs w:val="22"/>
              </w:rPr>
            </w:pPr>
            <w:r w:rsidRPr="001F66CA">
              <w:rPr>
                <w:sz w:val="22"/>
                <w:szCs w:val="22"/>
              </w:rPr>
              <w:t>-</w:t>
            </w:r>
            <w:r w:rsidR="00922EE0">
              <w:rPr>
                <w:sz w:val="22"/>
                <w:szCs w:val="22"/>
              </w:rPr>
              <w:t xml:space="preserve"> </w:t>
            </w:r>
            <w:r w:rsidRPr="001F66CA">
              <w:rPr>
                <w:sz w:val="22"/>
                <w:szCs w:val="22"/>
              </w:rPr>
              <w:t>VPCP:</w:t>
            </w:r>
            <w:r w:rsidR="00922EE0">
              <w:rPr>
                <w:sz w:val="22"/>
                <w:szCs w:val="22"/>
              </w:rPr>
              <w:t xml:space="preserve"> </w:t>
            </w:r>
            <w:r w:rsidRPr="001F66CA">
              <w:rPr>
                <w:sz w:val="22"/>
                <w:szCs w:val="22"/>
              </w:rPr>
              <w:t>BTCN</w:t>
            </w:r>
            <w:r w:rsidR="007B46D6" w:rsidRPr="001F66CA">
              <w:rPr>
                <w:sz w:val="22"/>
                <w:szCs w:val="22"/>
              </w:rPr>
              <w:t>,</w:t>
            </w:r>
            <w:r w:rsidR="00922EE0">
              <w:rPr>
                <w:sz w:val="22"/>
                <w:szCs w:val="22"/>
              </w:rPr>
              <w:t xml:space="preserve"> </w:t>
            </w:r>
            <w:r w:rsidR="007524B8" w:rsidRPr="001F66CA">
              <w:rPr>
                <w:sz w:val="22"/>
                <w:szCs w:val="22"/>
                <w:lang w:val="vi-VN"/>
              </w:rPr>
              <w:t>các</w:t>
            </w:r>
            <w:r w:rsidR="00922EE0">
              <w:rPr>
                <w:sz w:val="22"/>
                <w:szCs w:val="22"/>
                <w:lang w:val="vi-VN"/>
              </w:rPr>
              <w:t xml:space="preserve"> </w:t>
            </w:r>
            <w:r w:rsidRPr="001F66CA">
              <w:rPr>
                <w:sz w:val="22"/>
                <w:szCs w:val="22"/>
              </w:rPr>
              <w:t>PCN</w:t>
            </w:r>
            <w:r w:rsidR="007524B8" w:rsidRPr="001F66CA">
              <w:rPr>
                <w:sz w:val="22"/>
                <w:szCs w:val="22"/>
                <w:lang w:val="vi-VN"/>
              </w:rPr>
              <w:t>,</w:t>
            </w:r>
            <w:r w:rsidR="00922EE0">
              <w:rPr>
                <w:sz w:val="22"/>
                <w:szCs w:val="22"/>
                <w:lang w:val="vi-VN"/>
              </w:rPr>
              <w:t xml:space="preserve"> </w:t>
            </w:r>
            <w:r w:rsidR="008507BC" w:rsidRPr="001F66CA">
              <w:rPr>
                <w:sz w:val="22"/>
                <w:szCs w:val="22"/>
              </w:rPr>
              <w:t>Trợ</w:t>
            </w:r>
            <w:r w:rsidR="00922EE0">
              <w:rPr>
                <w:sz w:val="22"/>
                <w:szCs w:val="22"/>
              </w:rPr>
              <w:t xml:space="preserve"> </w:t>
            </w:r>
            <w:r w:rsidR="008507BC" w:rsidRPr="001F66CA">
              <w:rPr>
                <w:sz w:val="22"/>
                <w:szCs w:val="22"/>
              </w:rPr>
              <w:t>lý</w:t>
            </w:r>
            <w:r w:rsidR="007524B8" w:rsidRPr="001F66CA">
              <w:rPr>
                <w:sz w:val="22"/>
                <w:szCs w:val="22"/>
                <w:lang w:val="vi-VN"/>
              </w:rPr>
              <w:t>,</w:t>
            </w:r>
            <w:r w:rsidR="00922EE0">
              <w:rPr>
                <w:sz w:val="22"/>
                <w:szCs w:val="22"/>
                <w:lang w:val="vi-VN"/>
              </w:rPr>
              <w:t xml:space="preserve"> </w:t>
            </w:r>
            <w:r w:rsidR="007524B8" w:rsidRPr="001F66CA">
              <w:rPr>
                <w:sz w:val="22"/>
                <w:szCs w:val="22"/>
                <w:lang w:val="vi-VN"/>
              </w:rPr>
              <w:t>Thư</w:t>
            </w:r>
            <w:r w:rsidR="00922EE0">
              <w:rPr>
                <w:sz w:val="22"/>
                <w:szCs w:val="22"/>
                <w:lang w:val="vi-VN"/>
              </w:rPr>
              <w:t xml:space="preserve"> </w:t>
            </w:r>
            <w:r w:rsidR="007524B8" w:rsidRPr="001F66CA">
              <w:rPr>
                <w:sz w:val="22"/>
                <w:szCs w:val="22"/>
                <w:lang w:val="vi-VN"/>
              </w:rPr>
              <w:t>ký</w:t>
            </w:r>
            <w:r w:rsidR="00922EE0">
              <w:rPr>
                <w:sz w:val="22"/>
                <w:szCs w:val="22"/>
              </w:rPr>
              <w:t xml:space="preserve"> </w:t>
            </w:r>
            <w:r w:rsidR="008507BC" w:rsidRPr="001F66CA">
              <w:rPr>
                <w:sz w:val="22"/>
                <w:szCs w:val="22"/>
              </w:rPr>
              <w:t>TTg</w:t>
            </w:r>
            <w:r w:rsidR="007524B8" w:rsidRPr="001F66CA">
              <w:rPr>
                <w:sz w:val="22"/>
                <w:szCs w:val="22"/>
                <w:lang w:val="vi-VN"/>
              </w:rPr>
              <w:t>,</w:t>
            </w:r>
            <w:r w:rsidR="00DA11CD">
              <w:rPr>
                <w:sz w:val="22"/>
                <w:szCs w:val="22"/>
                <w:lang w:val="vi-VN"/>
              </w:rPr>
              <w:br/>
            </w:r>
            <w:r w:rsidR="00DA11CD">
              <w:rPr>
                <w:sz w:val="22"/>
                <w:szCs w:val="22"/>
              </w:rPr>
              <w:t xml:space="preserve">          </w:t>
            </w:r>
            <w:r w:rsidR="00922EE0">
              <w:rPr>
                <w:sz w:val="22"/>
                <w:szCs w:val="22"/>
                <w:lang w:val="vi-VN"/>
              </w:rPr>
              <w:t xml:space="preserve"> </w:t>
            </w:r>
            <w:r w:rsidR="00DA11CD">
              <w:rPr>
                <w:sz w:val="22"/>
                <w:szCs w:val="22"/>
              </w:rPr>
              <w:t xml:space="preserve">  </w:t>
            </w:r>
            <w:r w:rsidR="007524B8" w:rsidRPr="001F66CA">
              <w:rPr>
                <w:sz w:val="22"/>
                <w:szCs w:val="22"/>
              </w:rPr>
              <w:t>TGĐ</w:t>
            </w:r>
            <w:r w:rsidR="00922EE0">
              <w:rPr>
                <w:sz w:val="22"/>
                <w:szCs w:val="22"/>
              </w:rPr>
              <w:t xml:space="preserve"> </w:t>
            </w:r>
            <w:r w:rsidR="007524B8" w:rsidRPr="001F66CA">
              <w:rPr>
                <w:sz w:val="22"/>
                <w:szCs w:val="22"/>
              </w:rPr>
              <w:t>Cổng</w:t>
            </w:r>
            <w:r w:rsidR="00922EE0">
              <w:rPr>
                <w:sz w:val="22"/>
                <w:szCs w:val="22"/>
              </w:rPr>
              <w:t xml:space="preserve"> </w:t>
            </w:r>
            <w:r w:rsidR="007524B8" w:rsidRPr="001F66CA">
              <w:rPr>
                <w:sz w:val="22"/>
                <w:szCs w:val="22"/>
              </w:rPr>
              <w:t>TTĐT</w:t>
            </w:r>
            <w:r w:rsidR="00922EE0">
              <w:rPr>
                <w:sz w:val="22"/>
                <w:szCs w:val="22"/>
              </w:rPr>
              <w:t xml:space="preserve"> </w:t>
            </w:r>
            <w:r w:rsidR="007524B8" w:rsidRPr="001F66CA">
              <w:rPr>
                <w:sz w:val="22"/>
                <w:szCs w:val="22"/>
              </w:rPr>
              <w:t>CP</w:t>
            </w:r>
            <w:r w:rsidR="007524B8" w:rsidRPr="001F66CA">
              <w:rPr>
                <w:sz w:val="22"/>
                <w:szCs w:val="22"/>
                <w:lang w:val="vi-VN"/>
              </w:rPr>
              <w:t>,</w:t>
            </w:r>
            <w:r w:rsidR="00922EE0">
              <w:rPr>
                <w:sz w:val="22"/>
                <w:szCs w:val="22"/>
              </w:rPr>
              <w:t xml:space="preserve"> </w:t>
            </w:r>
          </w:p>
          <w:p w14:paraId="4BAAE3C0" w14:textId="06E2C89F" w:rsidR="007524B8" w:rsidRPr="001F66CA" w:rsidRDefault="00922EE0" w:rsidP="00764727">
            <w:pPr>
              <w:keepNext/>
              <w:widowControl w:val="0"/>
              <w:tabs>
                <w:tab w:val="left" w:pos="567"/>
              </w:tabs>
              <w:rPr>
                <w:sz w:val="22"/>
                <w:szCs w:val="22"/>
              </w:rPr>
            </w:pPr>
            <w:r>
              <w:rPr>
                <w:sz w:val="22"/>
                <w:szCs w:val="22"/>
              </w:rPr>
              <w:t xml:space="preserve"> </w:t>
            </w:r>
            <w:r w:rsidR="001A1A34" w:rsidRPr="001F66CA">
              <w:rPr>
                <w:sz w:val="22"/>
                <w:szCs w:val="22"/>
              </w:rPr>
              <w:t>các</w:t>
            </w:r>
            <w:r>
              <w:rPr>
                <w:sz w:val="22"/>
                <w:szCs w:val="22"/>
              </w:rPr>
              <w:t xml:space="preserve"> </w:t>
            </w:r>
            <w:r w:rsidR="001A1A34" w:rsidRPr="001F66CA">
              <w:rPr>
                <w:sz w:val="22"/>
                <w:szCs w:val="22"/>
              </w:rPr>
              <w:t>Vụ</w:t>
            </w:r>
            <w:r w:rsidR="00815D2F" w:rsidRPr="001F66CA">
              <w:rPr>
                <w:sz w:val="22"/>
                <w:szCs w:val="22"/>
              </w:rPr>
              <w:t>,</w:t>
            </w:r>
            <w:r>
              <w:rPr>
                <w:sz w:val="22"/>
                <w:szCs w:val="22"/>
              </w:rPr>
              <w:t xml:space="preserve"> </w:t>
            </w:r>
            <w:r w:rsidR="00815D2F" w:rsidRPr="001F66CA">
              <w:rPr>
                <w:sz w:val="22"/>
                <w:szCs w:val="22"/>
              </w:rPr>
              <w:t>Cục</w:t>
            </w:r>
            <w:r w:rsidR="001A1A34" w:rsidRPr="001F66CA">
              <w:rPr>
                <w:sz w:val="22"/>
                <w:szCs w:val="22"/>
              </w:rPr>
              <w:t>:</w:t>
            </w:r>
            <w:r>
              <w:rPr>
                <w:sz w:val="22"/>
                <w:szCs w:val="22"/>
              </w:rPr>
              <w:t xml:space="preserve"> </w:t>
            </w:r>
            <w:r w:rsidR="001A1A34" w:rsidRPr="001F66CA">
              <w:rPr>
                <w:sz w:val="22"/>
                <w:szCs w:val="22"/>
              </w:rPr>
              <w:t>TH,</w:t>
            </w:r>
            <w:r>
              <w:rPr>
                <w:sz w:val="22"/>
                <w:szCs w:val="22"/>
              </w:rPr>
              <w:t xml:space="preserve"> </w:t>
            </w:r>
            <w:r w:rsidR="007524B8" w:rsidRPr="001F66CA">
              <w:rPr>
                <w:sz w:val="22"/>
                <w:szCs w:val="22"/>
                <w:lang w:val="vi-VN"/>
              </w:rPr>
              <w:t>KTTH,</w:t>
            </w:r>
            <w:r>
              <w:rPr>
                <w:sz w:val="22"/>
                <w:szCs w:val="22"/>
                <w:lang w:val="vi-VN"/>
              </w:rPr>
              <w:t xml:space="preserve"> </w:t>
            </w:r>
            <w:r w:rsidR="00F1368F" w:rsidRPr="001F66CA">
              <w:rPr>
                <w:sz w:val="22"/>
                <w:szCs w:val="22"/>
              </w:rPr>
              <w:t>NN,</w:t>
            </w:r>
            <w:r>
              <w:rPr>
                <w:sz w:val="22"/>
                <w:szCs w:val="22"/>
                <w:lang w:val="vi-VN"/>
              </w:rPr>
              <w:t xml:space="preserve"> </w:t>
            </w:r>
            <w:r w:rsidR="007524B8" w:rsidRPr="001F66CA">
              <w:rPr>
                <w:sz w:val="22"/>
                <w:szCs w:val="22"/>
                <w:lang w:val="vi-VN"/>
              </w:rPr>
              <w:t>PL,</w:t>
            </w:r>
            <w:r>
              <w:rPr>
                <w:sz w:val="22"/>
                <w:szCs w:val="22"/>
                <w:lang w:val="vi-VN"/>
              </w:rPr>
              <w:t xml:space="preserve"> </w:t>
            </w:r>
            <w:r w:rsidR="007524B8" w:rsidRPr="001F66CA">
              <w:rPr>
                <w:sz w:val="22"/>
                <w:szCs w:val="22"/>
                <w:lang w:val="vi-VN"/>
              </w:rPr>
              <w:t>QHĐP</w:t>
            </w:r>
            <w:r w:rsidR="00A32CB3" w:rsidRPr="001F66CA">
              <w:rPr>
                <w:sz w:val="22"/>
                <w:szCs w:val="22"/>
              </w:rPr>
              <w:t>,</w:t>
            </w:r>
            <w:r>
              <w:rPr>
                <w:sz w:val="22"/>
                <w:szCs w:val="22"/>
              </w:rPr>
              <w:t xml:space="preserve"> </w:t>
            </w:r>
            <w:r w:rsidR="00A32CB3" w:rsidRPr="001F66CA">
              <w:rPr>
                <w:sz w:val="22"/>
                <w:szCs w:val="22"/>
              </w:rPr>
              <w:t>QHQT</w:t>
            </w:r>
            <w:r w:rsidR="007524B8" w:rsidRPr="001F66CA">
              <w:rPr>
                <w:sz w:val="22"/>
                <w:szCs w:val="22"/>
                <w:lang w:val="vi-VN"/>
              </w:rPr>
              <w:t>;</w:t>
            </w:r>
          </w:p>
          <w:p w14:paraId="163AD50E" w14:textId="3BBBBA71" w:rsidR="00712A24" w:rsidRPr="001F66CA" w:rsidRDefault="007F2B6A" w:rsidP="00764727">
            <w:pPr>
              <w:keepNext/>
              <w:widowControl w:val="0"/>
              <w:autoSpaceDE w:val="0"/>
              <w:autoSpaceDN w:val="0"/>
              <w:adjustRightInd w:val="0"/>
              <w:jc w:val="both"/>
              <w:rPr>
                <w:color w:val="000000"/>
                <w:sz w:val="24"/>
                <w:szCs w:val="24"/>
                <w:lang w:val="vi-VN"/>
              </w:rPr>
            </w:pPr>
            <w:r w:rsidRPr="001F66CA">
              <w:rPr>
                <w:sz w:val="22"/>
                <w:szCs w:val="22"/>
              </w:rPr>
              <w:t>-</w:t>
            </w:r>
            <w:r w:rsidR="00922EE0">
              <w:rPr>
                <w:sz w:val="22"/>
                <w:szCs w:val="22"/>
              </w:rPr>
              <w:t xml:space="preserve"> </w:t>
            </w:r>
            <w:r w:rsidRPr="001F66CA">
              <w:rPr>
                <w:sz w:val="22"/>
                <w:szCs w:val="22"/>
              </w:rPr>
              <w:t>Lưu:</w:t>
            </w:r>
            <w:r w:rsidR="00922EE0">
              <w:rPr>
                <w:sz w:val="22"/>
                <w:szCs w:val="22"/>
              </w:rPr>
              <w:t xml:space="preserve"> </w:t>
            </w:r>
            <w:r w:rsidRPr="001F66CA">
              <w:rPr>
                <w:sz w:val="22"/>
                <w:szCs w:val="22"/>
              </w:rPr>
              <w:t>VT,</w:t>
            </w:r>
            <w:r w:rsidR="00922EE0">
              <w:rPr>
                <w:sz w:val="22"/>
                <w:szCs w:val="22"/>
              </w:rPr>
              <w:t xml:space="preserve"> </w:t>
            </w:r>
            <w:r w:rsidRPr="001F66CA">
              <w:rPr>
                <w:sz w:val="22"/>
                <w:szCs w:val="22"/>
              </w:rPr>
              <w:t>CN</w:t>
            </w:r>
            <w:r w:rsidR="00922EE0">
              <w:rPr>
                <w:sz w:val="22"/>
                <w:szCs w:val="22"/>
              </w:rPr>
              <w:t xml:space="preserve"> </w:t>
            </w:r>
            <w:r w:rsidRPr="001F66CA">
              <w:rPr>
                <w:sz w:val="22"/>
                <w:szCs w:val="22"/>
              </w:rPr>
              <w:t>(</w:t>
            </w:r>
            <w:r w:rsidR="00F1368F" w:rsidRPr="001F66CA">
              <w:rPr>
                <w:sz w:val="22"/>
                <w:szCs w:val="22"/>
              </w:rPr>
              <w:t>2</w:t>
            </w:r>
            <w:r w:rsidRPr="001F66CA">
              <w:rPr>
                <w:sz w:val="22"/>
                <w:szCs w:val="22"/>
              </w:rPr>
              <w:t>).</w:t>
            </w:r>
            <w:r w:rsidR="007524B8" w:rsidRPr="001F66CA">
              <w:rPr>
                <w:sz w:val="16"/>
                <w:szCs w:val="16"/>
                <w:lang w:val="vi-VN"/>
              </w:rPr>
              <w:t>THH</w:t>
            </w:r>
          </w:p>
        </w:tc>
        <w:tc>
          <w:tcPr>
            <w:tcW w:w="4536" w:type="dxa"/>
          </w:tcPr>
          <w:p w14:paraId="3559740E" w14:textId="15B23A08" w:rsidR="003D6454" w:rsidRPr="00DE4046" w:rsidRDefault="003D6454" w:rsidP="003D6454">
            <w:pPr>
              <w:keepNext/>
              <w:widowControl w:val="0"/>
              <w:autoSpaceDE w:val="0"/>
              <w:autoSpaceDN w:val="0"/>
              <w:adjustRightInd w:val="0"/>
              <w:jc w:val="center"/>
              <w:rPr>
                <w:b/>
                <w:bCs/>
                <w:color w:val="000000"/>
              </w:rPr>
            </w:pPr>
            <w:r w:rsidRPr="00DE4046">
              <w:rPr>
                <w:b/>
                <w:bCs/>
                <w:color w:val="000000"/>
              </w:rPr>
              <w:t>BỘ</w:t>
            </w:r>
            <w:r w:rsidR="00922EE0" w:rsidRPr="00DE4046">
              <w:rPr>
                <w:b/>
                <w:bCs/>
                <w:color w:val="000000"/>
              </w:rPr>
              <w:t xml:space="preserve"> </w:t>
            </w:r>
            <w:r w:rsidRPr="00DE4046">
              <w:rPr>
                <w:b/>
                <w:bCs/>
                <w:color w:val="000000"/>
              </w:rPr>
              <w:t>TRƯỞNG,</w:t>
            </w:r>
            <w:r w:rsidR="00922EE0" w:rsidRPr="00DE4046">
              <w:rPr>
                <w:b/>
                <w:bCs/>
                <w:color w:val="000000"/>
              </w:rPr>
              <w:t xml:space="preserve"> </w:t>
            </w:r>
            <w:r w:rsidRPr="00DE4046">
              <w:rPr>
                <w:b/>
                <w:bCs/>
                <w:color w:val="000000"/>
              </w:rPr>
              <w:t>CHỦ</w:t>
            </w:r>
            <w:r w:rsidR="00922EE0" w:rsidRPr="00DE4046">
              <w:rPr>
                <w:b/>
                <w:bCs/>
                <w:color w:val="000000"/>
              </w:rPr>
              <w:t xml:space="preserve"> </w:t>
            </w:r>
            <w:r w:rsidRPr="00DE4046">
              <w:rPr>
                <w:b/>
                <w:bCs/>
                <w:color w:val="000000"/>
              </w:rPr>
              <w:t>NHIỆM</w:t>
            </w:r>
          </w:p>
          <w:p w14:paraId="1F1FEE28" w14:textId="7169147A" w:rsidR="003D6454" w:rsidRPr="00DE4046" w:rsidRDefault="003D6454" w:rsidP="003D6454">
            <w:pPr>
              <w:keepNext/>
              <w:widowControl w:val="0"/>
              <w:autoSpaceDE w:val="0"/>
              <w:autoSpaceDN w:val="0"/>
              <w:adjustRightInd w:val="0"/>
              <w:jc w:val="center"/>
              <w:textAlignment w:val="center"/>
              <w:rPr>
                <w:b/>
                <w:color w:val="FFFFFF" w:themeColor="background1"/>
                <w:sz w:val="32"/>
                <w:szCs w:val="32"/>
              </w:rPr>
            </w:pPr>
            <w:r w:rsidRPr="00DE4046">
              <w:rPr>
                <w:b/>
                <w:color w:val="FFFFFF" w:themeColor="background1"/>
                <w:sz w:val="32"/>
                <w:szCs w:val="32"/>
              </w:rPr>
              <w:t>[daky]</w:t>
            </w:r>
          </w:p>
          <w:p w14:paraId="2C2AED5A" w14:textId="5F40893B" w:rsidR="00712A24" w:rsidRPr="00777B0C" w:rsidRDefault="005C68A9" w:rsidP="003D6454">
            <w:pPr>
              <w:keepNext/>
              <w:widowControl w:val="0"/>
              <w:autoSpaceDE w:val="0"/>
              <w:autoSpaceDN w:val="0"/>
              <w:adjustRightInd w:val="0"/>
              <w:jc w:val="center"/>
              <w:rPr>
                <w:b/>
                <w:bCs/>
                <w:color w:val="000000"/>
                <w:highlight w:val="yellow"/>
              </w:rPr>
            </w:pPr>
            <w:r w:rsidRPr="00DE4046">
              <w:rPr>
                <w:b/>
                <w:bCs/>
                <w:color w:val="000000"/>
              </w:rPr>
              <w:t>Trần Văn Sơn</w:t>
            </w:r>
          </w:p>
        </w:tc>
      </w:tr>
    </w:tbl>
    <w:p w14:paraId="0BA2A949" w14:textId="77777777" w:rsidR="0000726E" w:rsidRPr="001F66CA" w:rsidRDefault="0000726E" w:rsidP="004B167F">
      <w:pPr>
        <w:keepNext/>
        <w:widowControl w:val="0"/>
      </w:pPr>
    </w:p>
    <w:sectPr w:rsidR="0000726E" w:rsidRPr="001F66CA" w:rsidSect="00316D91">
      <w:headerReference w:type="default" r:id="rId11"/>
      <w:footerReference w:type="default" r:id="rId12"/>
      <w:pgSz w:w="11909" w:h="16834" w:code="9"/>
      <w:pgMar w:top="1021" w:right="1134" w:bottom="1021" w:left="1701" w:header="567" w:footer="567" w:gutter="0"/>
      <w:cols w:space="6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CB32B6" w14:textId="77777777" w:rsidR="00DC3579" w:rsidRDefault="00DC3579">
      <w:r>
        <w:separator/>
      </w:r>
    </w:p>
  </w:endnote>
  <w:endnote w:type="continuationSeparator" w:id="0">
    <w:p w14:paraId="42C8BEC3" w14:textId="77777777" w:rsidR="00DC3579" w:rsidRDefault="00DC3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TimeH">
    <w:altName w:val="Times New Roman"/>
    <w:charset w:val="00"/>
    <w:family w:val="swiss"/>
    <w:pitch w:val="variable"/>
    <w:sig w:usb0="00000007" w:usb1="00000000" w:usb2="00000000" w:usb3="00000000" w:csb0="00000013" w:csb1="00000000"/>
  </w:font>
  <w:font w:name="Verdana">
    <w:panose1 w:val="020B0604030504040204"/>
    <w:charset w:val="00"/>
    <w:family w:val="swiss"/>
    <w:pitch w:val="variable"/>
    <w:sig w:usb0="A00006FF" w:usb1="4000205B" w:usb2="00000010" w:usb3="00000000" w:csb0="0000019F" w:csb1="00000000"/>
  </w:font>
  <w:font w:name="VNtimes new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default"/>
  </w:font>
  <w:font w:name="Calibri">
    <w:panose1 w:val="020F0502020204030204"/>
    <w:charset w:val="00"/>
    <w:family w:val="swiss"/>
    <w:pitch w:val="variable"/>
    <w:sig w:usb0="E4002EFF" w:usb1="C000247B" w:usb2="00000009" w:usb3="00000000" w:csb0="000001FF" w:csb1="00000000"/>
  </w:font>
  <w:font w:name=".VnTime">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00"/>
    <w:family w:val="auto"/>
    <w:pitch w:val="default"/>
  </w:font>
  <w:font w:name="PMingLiU">
    <w:altName w:val="新細明體"/>
    <w:panose1 w:val="02010601000101010101"/>
    <w:charset w:val="88"/>
    <w:family w:val="roman"/>
    <w:pitch w:val="variable"/>
    <w:sig w:usb0="A00002FF" w:usb1="28CFFCFA" w:usb2="00000016" w:usb3="00000000" w:csb0="00100001" w:csb1="00000000"/>
  </w:font>
  <w:font w:name="Times New Roman Italic">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1E534" w14:textId="77777777" w:rsidR="00F006B0" w:rsidRDefault="00F006B0">
    <w:pPr>
      <w:pStyle w:val="Footer"/>
      <w:jc w:val="right"/>
    </w:pPr>
  </w:p>
  <w:p w14:paraId="6AD2B4C2" w14:textId="77777777" w:rsidR="00F006B0" w:rsidRDefault="00F006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FBA7C" w14:textId="77777777" w:rsidR="00DC3579" w:rsidRDefault="00DC3579">
      <w:r>
        <w:separator/>
      </w:r>
    </w:p>
  </w:footnote>
  <w:footnote w:type="continuationSeparator" w:id="0">
    <w:p w14:paraId="64A4D826" w14:textId="77777777" w:rsidR="00DC3579" w:rsidRDefault="00DC35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9916130"/>
      <w:docPartObj>
        <w:docPartGallery w:val="Page Numbers (Top of Page)"/>
        <w:docPartUnique/>
      </w:docPartObj>
    </w:sdtPr>
    <w:sdtEndPr>
      <w:rPr>
        <w:sz w:val="28"/>
        <w:szCs w:val="28"/>
      </w:rPr>
    </w:sdtEndPr>
    <w:sdtContent>
      <w:p w14:paraId="2CE75975" w14:textId="360A5AB7" w:rsidR="00F006B0" w:rsidRDefault="00F006B0" w:rsidP="006224F4">
        <w:pPr>
          <w:pStyle w:val="Header"/>
          <w:jc w:val="center"/>
        </w:pPr>
        <w:r w:rsidRPr="004C6504">
          <w:rPr>
            <w:sz w:val="28"/>
            <w:szCs w:val="28"/>
          </w:rPr>
          <w:fldChar w:fldCharType="begin"/>
        </w:r>
        <w:r w:rsidRPr="004C6504">
          <w:rPr>
            <w:sz w:val="28"/>
            <w:szCs w:val="28"/>
          </w:rPr>
          <w:instrText xml:space="preserve"> PAGE   \* MERGEFORMAT </w:instrText>
        </w:r>
        <w:r w:rsidRPr="004C6504">
          <w:rPr>
            <w:sz w:val="28"/>
            <w:szCs w:val="28"/>
          </w:rPr>
          <w:fldChar w:fldCharType="separate"/>
        </w:r>
        <w:r w:rsidR="004734C6">
          <w:rPr>
            <w:noProof/>
            <w:sz w:val="28"/>
            <w:szCs w:val="28"/>
          </w:rPr>
          <w:t>6</w:t>
        </w:r>
        <w:r w:rsidRPr="004C6504">
          <w:rPr>
            <w:sz w:val="28"/>
            <w:szCs w:val="28"/>
          </w:rPr>
          <w:fldChar w:fldCharType="end"/>
        </w:r>
      </w:p>
    </w:sdtContent>
  </w:sdt>
  <w:p w14:paraId="425FB312" w14:textId="77777777" w:rsidR="00F006B0" w:rsidRDefault="00F006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054C06"/>
    <w:multiLevelType w:val="hybridMultilevel"/>
    <w:tmpl w:val="A72E19F6"/>
    <w:lvl w:ilvl="0" w:tplc="CDCEF9E2">
      <w:start w:val="4"/>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8467C5"/>
    <w:multiLevelType w:val="hybridMultilevel"/>
    <w:tmpl w:val="E6701550"/>
    <w:lvl w:ilvl="0" w:tplc="804E9C2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465165AD"/>
    <w:multiLevelType w:val="hybridMultilevel"/>
    <w:tmpl w:val="A2FC0FAC"/>
    <w:lvl w:ilvl="0" w:tplc="CE7047B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835"/>
    <w:rsid w:val="00000DC7"/>
    <w:rsid w:val="000013F5"/>
    <w:rsid w:val="000024D3"/>
    <w:rsid w:val="00002508"/>
    <w:rsid w:val="000027DD"/>
    <w:rsid w:val="00002880"/>
    <w:rsid w:val="000031AC"/>
    <w:rsid w:val="00003717"/>
    <w:rsid w:val="00004004"/>
    <w:rsid w:val="0000432E"/>
    <w:rsid w:val="0000462F"/>
    <w:rsid w:val="00005AA3"/>
    <w:rsid w:val="00006C2A"/>
    <w:rsid w:val="0000726E"/>
    <w:rsid w:val="0000734C"/>
    <w:rsid w:val="00007E75"/>
    <w:rsid w:val="0001029C"/>
    <w:rsid w:val="000102F8"/>
    <w:rsid w:val="00010A5E"/>
    <w:rsid w:val="0001332F"/>
    <w:rsid w:val="00013D02"/>
    <w:rsid w:val="00015872"/>
    <w:rsid w:val="000159A9"/>
    <w:rsid w:val="000161F1"/>
    <w:rsid w:val="000169C6"/>
    <w:rsid w:val="00016C24"/>
    <w:rsid w:val="00016CFB"/>
    <w:rsid w:val="00017FDD"/>
    <w:rsid w:val="00020AD1"/>
    <w:rsid w:val="0002207A"/>
    <w:rsid w:val="00022729"/>
    <w:rsid w:val="00023123"/>
    <w:rsid w:val="0002620B"/>
    <w:rsid w:val="0002741F"/>
    <w:rsid w:val="00027D57"/>
    <w:rsid w:val="00030E77"/>
    <w:rsid w:val="0003240E"/>
    <w:rsid w:val="000335FF"/>
    <w:rsid w:val="000336A1"/>
    <w:rsid w:val="000340B7"/>
    <w:rsid w:val="0003432D"/>
    <w:rsid w:val="0003467A"/>
    <w:rsid w:val="00034747"/>
    <w:rsid w:val="00034839"/>
    <w:rsid w:val="0003666B"/>
    <w:rsid w:val="0003758D"/>
    <w:rsid w:val="00037ECE"/>
    <w:rsid w:val="00043014"/>
    <w:rsid w:val="000438C3"/>
    <w:rsid w:val="00044F75"/>
    <w:rsid w:val="00046569"/>
    <w:rsid w:val="00050CC1"/>
    <w:rsid w:val="00052DAB"/>
    <w:rsid w:val="0005382D"/>
    <w:rsid w:val="00055CF3"/>
    <w:rsid w:val="000566CF"/>
    <w:rsid w:val="00056D7A"/>
    <w:rsid w:val="0005797B"/>
    <w:rsid w:val="00057C52"/>
    <w:rsid w:val="0006097B"/>
    <w:rsid w:val="00061D0E"/>
    <w:rsid w:val="00062D55"/>
    <w:rsid w:val="00063015"/>
    <w:rsid w:val="00064F1B"/>
    <w:rsid w:val="00065996"/>
    <w:rsid w:val="00066A04"/>
    <w:rsid w:val="0006743B"/>
    <w:rsid w:val="000704BE"/>
    <w:rsid w:val="00071626"/>
    <w:rsid w:val="00073311"/>
    <w:rsid w:val="00074297"/>
    <w:rsid w:val="000746F9"/>
    <w:rsid w:val="00074E65"/>
    <w:rsid w:val="0007521E"/>
    <w:rsid w:val="00076BEF"/>
    <w:rsid w:val="0007782F"/>
    <w:rsid w:val="000811E6"/>
    <w:rsid w:val="000814FC"/>
    <w:rsid w:val="00081613"/>
    <w:rsid w:val="00081CC1"/>
    <w:rsid w:val="000829E8"/>
    <w:rsid w:val="00082D63"/>
    <w:rsid w:val="0008406C"/>
    <w:rsid w:val="00084926"/>
    <w:rsid w:val="00086496"/>
    <w:rsid w:val="000902CE"/>
    <w:rsid w:val="0009217B"/>
    <w:rsid w:val="00092666"/>
    <w:rsid w:val="000946C4"/>
    <w:rsid w:val="00094DB6"/>
    <w:rsid w:val="00094EFB"/>
    <w:rsid w:val="000954D3"/>
    <w:rsid w:val="000969D2"/>
    <w:rsid w:val="000A0D95"/>
    <w:rsid w:val="000A17F2"/>
    <w:rsid w:val="000A2785"/>
    <w:rsid w:val="000A309B"/>
    <w:rsid w:val="000A3423"/>
    <w:rsid w:val="000A5B07"/>
    <w:rsid w:val="000A60DD"/>
    <w:rsid w:val="000A69C1"/>
    <w:rsid w:val="000A6DF5"/>
    <w:rsid w:val="000A7E18"/>
    <w:rsid w:val="000B1CA2"/>
    <w:rsid w:val="000B2D89"/>
    <w:rsid w:val="000B33A0"/>
    <w:rsid w:val="000B387D"/>
    <w:rsid w:val="000B3AD9"/>
    <w:rsid w:val="000B3D56"/>
    <w:rsid w:val="000B5937"/>
    <w:rsid w:val="000B7063"/>
    <w:rsid w:val="000C10D4"/>
    <w:rsid w:val="000C2F87"/>
    <w:rsid w:val="000C3C61"/>
    <w:rsid w:val="000C3FBF"/>
    <w:rsid w:val="000C4BA4"/>
    <w:rsid w:val="000C4C7E"/>
    <w:rsid w:val="000C5ACE"/>
    <w:rsid w:val="000C5B33"/>
    <w:rsid w:val="000D0044"/>
    <w:rsid w:val="000D0A08"/>
    <w:rsid w:val="000D3E47"/>
    <w:rsid w:val="000D4595"/>
    <w:rsid w:val="000D687B"/>
    <w:rsid w:val="000D6CE2"/>
    <w:rsid w:val="000D7340"/>
    <w:rsid w:val="000D75AF"/>
    <w:rsid w:val="000E03D2"/>
    <w:rsid w:val="000E1062"/>
    <w:rsid w:val="000E1337"/>
    <w:rsid w:val="000E140F"/>
    <w:rsid w:val="000E192A"/>
    <w:rsid w:val="000E1E4D"/>
    <w:rsid w:val="000E23AE"/>
    <w:rsid w:val="000E2C77"/>
    <w:rsid w:val="000E3457"/>
    <w:rsid w:val="000E3557"/>
    <w:rsid w:val="000E4983"/>
    <w:rsid w:val="000E63CE"/>
    <w:rsid w:val="000E6BC5"/>
    <w:rsid w:val="000E6FA8"/>
    <w:rsid w:val="000E77F5"/>
    <w:rsid w:val="000E7988"/>
    <w:rsid w:val="000E7A55"/>
    <w:rsid w:val="000F15DD"/>
    <w:rsid w:val="000F1839"/>
    <w:rsid w:val="000F185F"/>
    <w:rsid w:val="000F2775"/>
    <w:rsid w:val="000F286C"/>
    <w:rsid w:val="000F368B"/>
    <w:rsid w:val="000F4EAF"/>
    <w:rsid w:val="000F5127"/>
    <w:rsid w:val="000F606E"/>
    <w:rsid w:val="000F7603"/>
    <w:rsid w:val="000F79DC"/>
    <w:rsid w:val="000F7FD2"/>
    <w:rsid w:val="0010030D"/>
    <w:rsid w:val="00100CC8"/>
    <w:rsid w:val="0010352E"/>
    <w:rsid w:val="0010485F"/>
    <w:rsid w:val="00105F9C"/>
    <w:rsid w:val="00107D62"/>
    <w:rsid w:val="00110BB2"/>
    <w:rsid w:val="00110FBE"/>
    <w:rsid w:val="0011107F"/>
    <w:rsid w:val="00112044"/>
    <w:rsid w:val="001128CC"/>
    <w:rsid w:val="001174F1"/>
    <w:rsid w:val="001179B1"/>
    <w:rsid w:val="00121855"/>
    <w:rsid w:val="00122511"/>
    <w:rsid w:val="00122D4F"/>
    <w:rsid w:val="001234E4"/>
    <w:rsid w:val="00124DC8"/>
    <w:rsid w:val="001319D9"/>
    <w:rsid w:val="00132415"/>
    <w:rsid w:val="00132585"/>
    <w:rsid w:val="00133421"/>
    <w:rsid w:val="0013349B"/>
    <w:rsid w:val="001344E9"/>
    <w:rsid w:val="00134DCB"/>
    <w:rsid w:val="001356C1"/>
    <w:rsid w:val="00135C4A"/>
    <w:rsid w:val="001372FF"/>
    <w:rsid w:val="00140EB2"/>
    <w:rsid w:val="00140FCD"/>
    <w:rsid w:val="00141EF0"/>
    <w:rsid w:val="00142512"/>
    <w:rsid w:val="00142A5B"/>
    <w:rsid w:val="00142D45"/>
    <w:rsid w:val="00144762"/>
    <w:rsid w:val="0014515B"/>
    <w:rsid w:val="0014586A"/>
    <w:rsid w:val="00150459"/>
    <w:rsid w:val="001505A3"/>
    <w:rsid w:val="00151C5F"/>
    <w:rsid w:val="00151D0B"/>
    <w:rsid w:val="00152969"/>
    <w:rsid w:val="00153491"/>
    <w:rsid w:val="001535FF"/>
    <w:rsid w:val="001544D9"/>
    <w:rsid w:val="001553DA"/>
    <w:rsid w:val="0015612F"/>
    <w:rsid w:val="001565BF"/>
    <w:rsid w:val="001571C6"/>
    <w:rsid w:val="00160811"/>
    <w:rsid w:val="00161287"/>
    <w:rsid w:val="00162660"/>
    <w:rsid w:val="00164D6F"/>
    <w:rsid w:val="00170243"/>
    <w:rsid w:val="001718F8"/>
    <w:rsid w:val="0017221D"/>
    <w:rsid w:val="0017537F"/>
    <w:rsid w:val="00176EDF"/>
    <w:rsid w:val="00176FDB"/>
    <w:rsid w:val="001801DD"/>
    <w:rsid w:val="001801FA"/>
    <w:rsid w:val="001802EC"/>
    <w:rsid w:val="00181D15"/>
    <w:rsid w:val="001821B6"/>
    <w:rsid w:val="00182C0B"/>
    <w:rsid w:val="001830FF"/>
    <w:rsid w:val="001846D4"/>
    <w:rsid w:val="0018505B"/>
    <w:rsid w:val="0018534F"/>
    <w:rsid w:val="00190BEF"/>
    <w:rsid w:val="0019119B"/>
    <w:rsid w:val="001923B8"/>
    <w:rsid w:val="00194286"/>
    <w:rsid w:val="00194973"/>
    <w:rsid w:val="0019634D"/>
    <w:rsid w:val="00196D3B"/>
    <w:rsid w:val="00197D35"/>
    <w:rsid w:val="00197FE0"/>
    <w:rsid w:val="001A01E9"/>
    <w:rsid w:val="001A0BA3"/>
    <w:rsid w:val="001A0CBD"/>
    <w:rsid w:val="001A147A"/>
    <w:rsid w:val="001A1A34"/>
    <w:rsid w:val="001A3101"/>
    <w:rsid w:val="001A3535"/>
    <w:rsid w:val="001A36DC"/>
    <w:rsid w:val="001A55A4"/>
    <w:rsid w:val="001A66B8"/>
    <w:rsid w:val="001A6811"/>
    <w:rsid w:val="001A6E8D"/>
    <w:rsid w:val="001A783D"/>
    <w:rsid w:val="001A7A18"/>
    <w:rsid w:val="001B0C15"/>
    <w:rsid w:val="001B0F22"/>
    <w:rsid w:val="001B17F3"/>
    <w:rsid w:val="001B222B"/>
    <w:rsid w:val="001B2D30"/>
    <w:rsid w:val="001B3E39"/>
    <w:rsid w:val="001B6A25"/>
    <w:rsid w:val="001B754E"/>
    <w:rsid w:val="001C0143"/>
    <w:rsid w:val="001C14E7"/>
    <w:rsid w:val="001C1E37"/>
    <w:rsid w:val="001C2AB6"/>
    <w:rsid w:val="001C38EC"/>
    <w:rsid w:val="001C463B"/>
    <w:rsid w:val="001C4F5F"/>
    <w:rsid w:val="001C5F92"/>
    <w:rsid w:val="001C65FB"/>
    <w:rsid w:val="001C6922"/>
    <w:rsid w:val="001C6CBF"/>
    <w:rsid w:val="001C7950"/>
    <w:rsid w:val="001D0F23"/>
    <w:rsid w:val="001D1AC6"/>
    <w:rsid w:val="001D1DC8"/>
    <w:rsid w:val="001D20B3"/>
    <w:rsid w:val="001D3543"/>
    <w:rsid w:val="001D3C30"/>
    <w:rsid w:val="001D5FA2"/>
    <w:rsid w:val="001D67C1"/>
    <w:rsid w:val="001E0057"/>
    <w:rsid w:val="001E0E21"/>
    <w:rsid w:val="001E0EC5"/>
    <w:rsid w:val="001E0FB6"/>
    <w:rsid w:val="001E28A2"/>
    <w:rsid w:val="001E33D2"/>
    <w:rsid w:val="001E3702"/>
    <w:rsid w:val="001E3C1C"/>
    <w:rsid w:val="001E3C94"/>
    <w:rsid w:val="001E3D04"/>
    <w:rsid w:val="001E495E"/>
    <w:rsid w:val="001E4FF8"/>
    <w:rsid w:val="001E5259"/>
    <w:rsid w:val="001E5E7C"/>
    <w:rsid w:val="001E6ED4"/>
    <w:rsid w:val="001E73FE"/>
    <w:rsid w:val="001F13A1"/>
    <w:rsid w:val="001F1626"/>
    <w:rsid w:val="001F1D6D"/>
    <w:rsid w:val="001F38EF"/>
    <w:rsid w:val="001F5609"/>
    <w:rsid w:val="001F5973"/>
    <w:rsid w:val="001F65DA"/>
    <w:rsid w:val="001F66CA"/>
    <w:rsid w:val="001F784B"/>
    <w:rsid w:val="001F7EE3"/>
    <w:rsid w:val="00200CD1"/>
    <w:rsid w:val="00204483"/>
    <w:rsid w:val="00204A58"/>
    <w:rsid w:val="00205529"/>
    <w:rsid w:val="002059D0"/>
    <w:rsid w:val="00206032"/>
    <w:rsid w:val="00206A27"/>
    <w:rsid w:val="00206C6F"/>
    <w:rsid w:val="00211A2B"/>
    <w:rsid w:val="002139DE"/>
    <w:rsid w:val="002144B0"/>
    <w:rsid w:val="00216CD0"/>
    <w:rsid w:val="00216D00"/>
    <w:rsid w:val="00216EDF"/>
    <w:rsid w:val="002229DD"/>
    <w:rsid w:val="00222F6E"/>
    <w:rsid w:val="002273A6"/>
    <w:rsid w:val="00230E91"/>
    <w:rsid w:val="002311B3"/>
    <w:rsid w:val="0023409C"/>
    <w:rsid w:val="002344A0"/>
    <w:rsid w:val="00234CF3"/>
    <w:rsid w:val="00235A88"/>
    <w:rsid w:val="00235B15"/>
    <w:rsid w:val="00235B5B"/>
    <w:rsid w:val="00235CEE"/>
    <w:rsid w:val="00235D9B"/>
    <w:rsid w:val="00236BCB"/>
    <w:rsid w:val="00237C86"/>
    <w:rsid w:val="0024007D"/>
    <w:rsid w:val="002404B2"/>
    <w:rsid w:val="00240F30"/>
    <w:rsid w:val="002425F1"/>
    <w:rsid w:val="00242B64"/>
    <w:rsid w:val="00242DB8"/>
    <w:rsid w:val="00243899"/>
    <w:rsid w:val="00243C0F"/>
    <w:rsid w:val="002452F5"/>
    <w:rsid w:val="0024744F"/>
    <w:rsid w:val="002506EB"/>
    <w:rsid w:val="0025111B"/>
    <w:rsid w:val="00252E14"/>
    <w:rsid w:val="0025306C"/>
    <w:rsid w:val="002531F1"/>
    <w:rsid w:val="00253315"/>
    <w:rsid w:val="00253637"/>
    <w:rsid w:val="0025558E"/>
    <w:rsid w:val="002561C2"/>
    <w:rsid w:val="00256815"/>
    <w:rsid w:val="00256A8F"/>
    <w:rsid w:val="00260CFB"/>
    <w:rsid w:val="00262A30"/>
    <w:rsid w:val="00262F94"/>
    <w:rsid w:val="002634C3"/>
    <w:rsid w:val="00264DDD"/>
    <w:rsid w:val="00265473"/>
    <w:rsid w:val="002658AE"/>
    <w:rsid w:val="00266093"/>
    <w:rsid w:val="00266416"/>
    <w:rsid w:val="00267C2B"/>
    <w:rsid w:val="00267FF0"/>
    <w:rsid w:val="0027051E"/>
    <w:rsid w:val="0027212D"/>
    <w:rsid w:val="0027294B"/>
    <w:rsid w:val="00273A6B"/>
    <w:rsid w:val="002759A3"/>
    <w:rsid w:val="00275C7F"/>
    <w:rsid w:val="002766D8"/>
    <w:rsid w:val="002838C0"/>
    <w:rsid w:val="0028401E"/>
    <w:rsid w:val="0028526A"/>
    <w:rsid w:val="00285304"/>
    <w:rsid w:val="002859E3"/>
    <w:rsid w:val="0028673C"/>
    <w:rsid w:val="002868B2"/>
    <w:rsid w:val="00286963"/>
    <w:rsid w:val="00286DA9"/>
    <w:rsid w:val="00287100"/>
    <w:rsid w:val="00287AD7"/>
    <w:rsid w:val="0029053E"/>
    <w:rsid w:val="00290771"/>
    <w:rsid w:val="0029181A"/>
    <w:rsid w:val="002922BB"/>
    <w:rsid w:val="00293FE8"/>
    <w:rsid w:val="00295114"/>
    <w:rsid w:val="002954DE"/>
    <w:rsid w:val="00296DF7"/>
    <w:rsid w:val="002A0A1C"/>
    <w:rsid w:val="002A0B54"/>
    <w:rsid w:val="002A12B3"/>
    <w:rsid w:val="002A1FD7"/>
    <w:rsid w:val="002A47B8"/>
    <w:rsid w:val="002A5124"/>
    <w:rsid w:val="002A54B0"/>
    <w:rsid w:val="002A5D6D"/>
    <w:rsid w:val="002A63EF"/>
    <w:rsid w:val="002B00EF"/>
    <w:rsid w:val="002B0273"/>
    <w:rsid w:val="002B1270"/>
    <w:rsid w:val="002B1293"/>
    <w:rsid w:val="002B19F6"/>
    <w:rsid w:val="002B1DA7"/>
    <w:rsid w:val="002B1E3A"/>
    <w:rsid w:val="002B214E"/>
    <w:rsid w:val="002B24B8"/>
    <w:rsid w:val="002B26F1"/>
    <w:rsid w:val="002B2EB1"/>
    <w:rsid w:val="002B48CC"/>
    <w:rsid w:val="002B643D"/>
    <w:rsid w:val="002B6454"/>
    <w:rsid w:val="002B65C4"/>
    <w:rsid w:val="002C1B8F"/>
    <w:rsid w:val="002C1C79"/>
    <w:rsid w:val="002C21A4"/>
    <w:rsid w:val="002C2A2A"/>
    <w:rsid w:val="002C3068"/>
    <w:rsid w:val="002C33FC"/>
    <w:rsid w:val="002C36ED"/>
    <w:rsid w:val="002C3F24"/>
    <w:rsid w:val="002C3F7C"/>
    <w:rsid w:val="002C5956"/>
    <w:rsid w:val="002C624F"/>
    <w:rsid w:val="002C6257"/>
    <w:rsid w:val="002C69FF"/>
    <w:rsid w:val="002C78B7"/>
    <w:rsid w:val="002C798F"/>
    <w:rsid w:val="002D02A0"/>
    <w:rsid w:val="002D14E9"/>
    <w:rsid w:val="002D1566"/>
    <w:rsid w:val="002D3359"/>
    <w:rsid w:val="002D414E"/>
    <w:rsid w:val="002D6990"/>
    <w:rsid w:val="002D7317"/>
    <w:rsid w:val="002E1D06"/>
    <w:rsid w:val="002E2A55"/>
    <w:rsid w:val="002E3360"/>
    <w:rsid w:val="002E454C"/>
    <w:rsid w:val="002E492F"/>
    <w:rsid w:val="002E52FA"/>
    <w:rsid w:val="002E532C"/>
    <w:rsid w:val="002E5393"/>
    <w:rsid w:val="002E559A"/>
    <w:rsid w:val="002E609A"/>
    <w:rsid w:val="002E74B8"/>
    <w:rsid w:val="002F1738"/>
    <w:rsid w:val="002F19C0"/>
    <w:rsid w:val="002F1E60"/>
    <w:rsid w:val="002F23B8"/>
    <w:rsid w:val="002F3A6F"/>
    <w:rsid w:val="002F4594"/>
    <w:rsid w:val="002F45B6"/>
    <w:rsid w:val="002F493F"/>
    <w:rsid w:val="002F588E"/>
    <w:rsid w:val="002F5B72"/>
    <w:rsid w:val="002F7628"/>
    <w:rsid w:val="002F78F1"/>
    <w:rsid w:val="002F799C"/>
    <w:rsid w:val="00301473"/>
    <w:rsid w:val="00301DF3"/>
    <w:rsid w:val="003022DB"/>
    <w:rsid w:val="0030247F"/>
    <w:rsid w:val="00302CFF"/>
    <w:rsid w:val="003046F3"/>
    <w:rsid w:val="0030472B"/>
    <w:rsid w:val="00304E59"/>
    <w:rsid w:val="00305008"/>
    <w:rsid w:val="003052D8"/>
    <w:rsid w:val="003068B7"/>
    <w:rsid w:val="003108D6"/>
    <w:rsid w:val="00312675"/>
    <w:rsid w:val="003127CA"/>
    <w:rsid w:val="00312FD5"/>
    <w:rsid w:val="003130DF"/>
    <w:rsid w:val="00313B45"/>
    <w:rsid w:val="00314925"/>
    <w:rsid w:val="003149B2"/>
    <w:rsid w:val="00314EB8"/>
    <w:rsid w:val="003151C2"/>
    <w:rsid w:val="003161D7"/>
    <w:rsid w:val="00316D91"/>
    <w:rsid w:val="00317914"/>
    <w:rsid w:val="0032000C"/>
    <w:rsid w:val="00320D36"/>
    <w:rsid w:val="00321206"/>
    <w:rsid w:val="00321C16"/>
    <w:rsid w:val="00322817"/>
    <w:rsid w:val="003229B1"/>
    <w:rsid w:val="003230A8"/>
    <w:rsid w:val="003232CF"/>
    <w:rsid w:val="003237DE"/>
    <w:rsid w:val="003238FE"/>
    <w:rsid w:val="003240BC"/>
    <w:rsid w:val="0032515E"/>
    <w:rsid w:val="00325FA0"/>
    <w:rsid w:val="00326652"/>
    <w:rsid w:val="00326945"/>
    <w:rsid w:val="00326A9F"/>
    <w:rsid w:val="00326B81"/>
    <w:rsid w:val="003273C0"/>
    <w:rsid w:val="00330517"/>
    <w:rsid w:val="00330B51"/>
    <w:rsid w:val="003311C9"/>
    <w:rsid w:val="0033132F"/>
    <w:rsid w:val="00331D1A"/>
    <w:rsid w:val="003322A9"/>
    <w:rsid w:val="00334205"/>
    <w:rsid w:val="0033427F"/>
    <w:rsid w:val="00334F1E"/>
    <w:rsid w:val="00335258"/>
    <w:rsid w:val="003352BD"/>
    <w:rsid w:val="0033542F"/>
    <w:rsid w:val="003354EB"/>
    <w:rsid w:val="00336813"/>
    <w:rsid w:val="003375E0"/>
    <w:rsid w:val="00340AA6"/>
    <w:rsid w:val="00341E45"/>
    <w:rsid w:val="00342FBC"/>
    <w:rsid w:val="003441B8"/>
    <w:rsid w:val="00344657"/>
    <w:rsid w:val="003446F2"/>
    <w:rsid w:val="003451E0"/>
    <w:rsid w:val="0034537B"/>
    <w:rsid w:val="00345668"/>
    <w:rsid w:val="003462FD"/>
    <w:rsid w:val="00346418"/>
    <w:rsid w:val="00346E4F"/>
    <w:rsid w:val="00347E6D"/>
    <w:rsid w:val="00351AC5"/>
    <w:rsid w:val="003526D3"/>
    <w:rsid w:val="003532A4"/>
    <w:rsid w:val="003538C8"/>
    <w:rsid w:val="003553DF"/>
    <w:rsid w:val="00357B14"/>
    <w:rsid w:val="00357E1A"/>
    <w:rsid w:val="0036048D"/>
    <w:rsid w:val="00361F36"/>
    <w:rsid w:val="0036213B"/>
    <w:rsid w:val="00362A26"/>
    <w:rsid w:val="00364A3D"/>
    <w:rsid w:val="003654F5"/>
    <w:rsid w:val="00365979"/>
    <w:rsid w:val="00365F73"/>
    <w:rsid w:val="003666A3"/>
    <w:rsid w:val="00371901"/>
    <w:rsid w:val="003720D7"/>
    <w:rsid w:val="00373156"/>
    <w:rsid w:val="0037352E"/>
    <w:rsid w:val="003758FC"/>
    <w:rsid w:val="003759D1"/>
    <w:rsid w:val="00375FF2"/>
    <w:rsid w:val="0037663E"/>
    <w:rsid w:val="003810E1"/>
    <w:rsid w:val="00381433"/>
    <w:rsid w:val="003816D1"/>
    <w:rsid w:val="00381A46"/>
    <w:rsid w:val="00382E73"/>
    <w:rsid w:val="00384D91"/>
    <w:rsid w:val="003856B7"/>
    <w:rsid w:val="00385716"/>
    <w:rsid w:val="003875BB"/>
    <w:rsid w:val="00387BFA"/>
    <w:rsid w:val="00390115"/>
    <w:rsid w:val="003902E4"/>
    <w:rsid w:val="00391B31"/>
    <w:rsid w:val="00392645"/>
    <w:rsid w:val="00393C73"/>
    <w:rsid w:val="00394465"/>
    <w:rsid w:val="00394DDE"/>
    <w:rsid w:val="00395495"/>
    <w:rsid w:val="003958DD"/>
    <w:rsid w:val="00395D93"/>
    <w:rsid w:val="003962FD"/>
    <w:rsid w:val="003A0703"/>
    <w:rsid w:val="003A0879"/>
    <w:rsid w:val="003A252C"/>
    <w:rsid w:val="003A3455"/>
    <w:rsid w:val="003A34BE"/>
    <w:rsid w:val="003A3803"/>
    <w:rsid w:val="003A3FC2"/>
    <w:rsid w:val="003A4B52"/>
    <w:rsid w:val="003A5C4E"/>
    <w:rsid w:val="003A6955"/>
    <w:rsid w:val="003A6C85"/>
    <w:rsid w:val="003A6D7A"/>
    <w:rsid w:val="003A6EB7"/>
    <w:rsid w:val="003A7B9D"/>
    <w:rsid w:val="003B0338"/>
    <w:rsid w:val="003B0CDC"/>
    <w:rsid w:val="003B0DE3"/>
    <w:rsid w:val="003B23FC"/>
    <w:rsid w:val="003B4D4D"/>
    <w:rsid w:val="003B4DC1"/>
    <w:rsid w:val="003B54B0"/>
    <w:rsid w:val="003B5A99"/>
    <w:rsid w:val="003C06BC"/>
    <w:rsid w:val="003C07A6"/>
    <w:rsid w:val="003C110F"/>
    <w:rsid w:val="003C1409"/>
    <w:rsid w:val="003C1DAE"/>
    <w:rsid w:val="003C1DE7"/>
    <w:rsid w:val="003C284E"/>
    <w:rsid w:val="003C2C34"/>
    <w:rsid w:val="003C53EE"/>
    <w:rsid w:val="003C58B9"/>
    <w:rsid w:val="003C6413"/>
    <w:rsid w:val="003C67FF"/>
    <w:rsid w:val="003C73A2"/>
    <w:rsid w:val="003D0A4D"/>
    <w:rsid w:val="003D0AA8"/>
    <w:rsid w:val="003D0BF1"/>
    <w:rsid w:val="003D1B1B"/>
    <w:rsid w:val="003D1B26"/>
    <w:rsid w:val="003D1E79"/>
    <w:rsid w:val="003D36EB"/>
    <w:rsid w:val="003D3F9C"/>
    <w:rsid w:val="003D6454"/>
    <w:rsid w:val="003D7F57"/>
    <w:rsid w:val="003E039D"/>
    <w:rsid w:val="003E0D54"/>
    <w:rsid w:val="003E12E6"/>
    <w:rsid w:val="003E172C"/>
    <w:rsid w:val="003E21C5"/>
    <w:rsid w:val="003E28EC"/>
    <w:rsid w:val="003E3282"/>
    <w:rsid w:val="003E4BD9"/>
    <w:rsid w:val="003E606A"/>
    <w:rsid w:val="003E6EF5"/>
    <w:rsid w:val="003E76BC"/>
    <w:rsid w:val="003E78C6"/>
    <w:rsid w:val="003F0DC4"/>
    <w:rsid w:val="003F2C5F"/>
    <w:rsid w:val="003F2E87"/>
    <w:rsid w:val="003F35BC"/>
    <w:rsid w:val="003F38CB"/>
    <w:rsid w:val="003F4BA7"/>
    <w:rsid w:val="003F5338"/>
    <w:rsid w:val="003F7CDC"/>
    <w:rsid w:val="00400B17"/>
    <w:rsid w:val="00400BFE"/>
    <w:rsid w:val="004016BD"/>
    <w:rsid w:val="004016F6"/>
    <w:rsid w:val="0040225D"/>
    <w:rsid w:val="004036E8"/>
    <w:rsid w:val="004043F4"/>
    <w:rsid w:val="004052E7"/>
    <w:rsid w:val="00406164"/>
    <w:rsid w:val="0040645F"/>
    <w:rsid w:val="00406554"/>
    <w:rsid w:val="00410CFA"/>
    <w:rsid w:val="00410F79"/>
    <w:rsid w:val="004115A1"/>
    <w:rsid w:val="004118B1"/>
    <w:rsid w:val="00412B45"/>
    <w:rsid w:val="0041301A"/>
    <w:rsid w:val="004130E9"/>
    <w:rsid w:val="00413201"/>
    <w:rsid w:val="004132F7"/>
    <w:rsid w:val="004145B8"/>
    <w:rsid w:val="004146C9"/>
    <w:rsid w:val="004160A8"/>
    <w:rsid w:val="00417509"/>
    <w:rsid w:val="004200AC"/>
    <w:rsid w:val="00420906"/>
    <w:rsid w:val="00423CAD"/>
    <w:rsid w:val="0042411C"/>
    <w:rsid w:val="00424843"/>
    <w:rsid w:val="00424979"/>
    <w:rsid w:val="00424F83"/>
    <w:rsid w:val="00425025"/>
    <w:rsid w:val="00426C2D"/>
    <w:rsid w:val="00426DFF"/>
    <w:rsid w:val="004278FA"/>
    <w:rsid w:val="004326DC"/>
    <w:rsid w:val="0043357D"/>
    <w:rsid w:val="004336C5"/>
    <w:rsid w:val="00433BBB"/>
    <w:rsid w:val="004343D1"/>
    <w:rsid w:val="00434CAA"/>
    <w:rsid w:val="0043591D"/>
    <w:rsid w:val="0043610C"/>
    <w:rsid w:val="00436ACA"/>
    <w:rsid w:val="0043791E"/>
    <w:rsid w:val="00442112"/>
    <w:rsid w:val="00442899"/>
    <w:rsid w:val="004429D5"/>
    <w:rsid w:val="00443927"/>
    <w:rsid w:val="00443CD9"/>
    <w:rsid w:val="00446313"/>
    <w:rsid w:val="00451971"/>
    <w:rsid w:val="00452BD8"/>
    <w:rsid w:val="0045423A"/>
    <w:rsid w:val="004543EC"/>
    <w:rsid w:val="004544F4"/>
    <w:rsid w:val="00455858"/>
    <w:rsid w:val="00456016"/>
    <w:rsid w:val="00456316"/>
    <w:rsid w:val="00457AC7"/>
    <w:rsid w:val="0046010E"/>
    <w:rsid w:val="00460DE7"/>
    <w:rsid w:val="004621D5"/>
    <w:rsid w:val="004625F3"/>
    <w:rsid w:val="0046596E"/>
    <w:rsid w:val="00465E76"/>
    <w:rsid w:val="00466286"/>
    <w:rsid w:val="004669F8"/>
    <w:rsid w:val="00466C4F"/>
    <w:rsid w:val="004673C0"/>
    <w:rsid w:val="00467BD4"/>
    <w:rsid w:val="00470E6B"/>
    <w:rsid w:val="00472031"/>
    <w:rsid w:val="00472C92"/>
    <w:rsid w:val="00473256"/>
    <w:rsid w:val="004734C6"/>
    <w:rsid w:val="00473872"/>
    <w:rsid w:val="004739EC"/>
    <w:rsid w:val="00473CDC"/>
    <w:rsid w:val="004740D8"/>
    <w:rsid w:val="00474182"/>
    <w:rsid w:val="00474D14"/>
    <w:rsid w:val="00475013"/>
    <w:rsid w:val="00476084"/>
    <w:rsid w:val="004763E3"/>
    <w:rsid w:val="00477655"/>
    <w:rsid w:val="0048198F"/>
    <w:rsid w:val="004823AD"/>
    <w:rsid w:val="0048309C"/>
    <w:rsid w:val="004834DF"/>
    <w:rsid w:val="00485B5D"/>
    <w:rsid w:val="004860B8"/>
    <w:rsid w:val="00486378"/>
    <w:rsid w:val="0048688D"/>
    <w:rsid w:val="0048738E"/>
    <w:rsid w:val="0049057B"/>
    <w:rsid w:val="00490A47"/>
    <w:rsid w:val="004916FD"/>
    <w:rsid w:val="0049174D"/>
    <w:rsid w:val="00491836"/>
    <w:rsid w:val="00492EFA"/>
    <w:rsid w:val="00495185"/>
    <w:rsid w:val="0049550E"/>
    <w:rsid w:val="00495807"/>
    <w:rsid w:val="00496467"/>
    <w:rsid w:val="0049776F"/>
    <w:rsid w:val="00497795"/>
    <w:rsid w:val="00497CC5"/>
    <w:rsid w:val="004A0AF8"/>
    <w:rsid w:val="004A2D24"/>
    <w:rsid w:val="004A3E17"/>
    <w:rsid w:val="004A4CAE"/>
    <w:rsid w:val="004A4EE1"/>
    <w:rsid w:val="004A50E1"/>
    <w:rsid w:val="004A51AB"/>
    <w:rsid w:val="004A5E73"/>
    <w:rsid w:val="004A6483"/>
    <w:rsid w:val="004A7AE3"/>
    <w:rsid w:val="004B1133"/>
    <w:rsid w:val="004B167F"/>
    <w:rsid w:val="004B24B5"/>
    <w:rsid w:val="004B313D"/>
    <w:rsid w:val="004B5C47"/>
    <w:rsid w:val="004B6E8B"/>
    <w:rsid w:val="004B7F37"/>
    <w:rsid w:val="004C0245"/>
    <w:rsid w:val="004C0532"/>
    <w:rsid w:val="004C1290"/>
    <w:rsid w:val="004C1DA0"/>
    <w:rsid w:val="004C20D3"/>
    <w:rsid w:val="004C310A"/>
    <w:rsid w:val="004C3525"/>
    <w:rsid w:val="004C4895"/>
    <w:rsid w:val="004C6504"/>
    <w:rsid w:val="004C6A36"/>
    <w:rsid w:val="004C6E5A"/>
    <w:rsid w:val="004C6EEE"/>
    <w:rsid w:val="004C788D"/>
    <w:rsid w:val="004D1572"/>
    <w:rsid w:val="004D1E4D"/>
    <w:rsid w:val="004D2178"/>
    <w:rsid w:val="004D2F0E"/>
    <w:rsid w:val="004D38C8"/>
    <w:rsid w:val="004D4934"/>
    <w:rsid w:val="004D56DF"/>
    <w:rsid w:val="004D631C"/>
    <w:rsid w:val="004D64ED"/>
    <w:rsid w:val="004E048F"/>
    <w:rsid w:val="004E0890"/>
    <w:rsid w:val="004E0F2E"/>
    <w:rsid w:val="004E13B5"/>
    <w:rsid w:val="004E1626"/>
    <w:rsid w:val="004E3128"/>
    <w:rsid w:val="004E42BC"/>
    <w:rsid w:val="004E56BD"/>
    <w:rsid w:val="004E6491"/>
    <w:rsid w:val="004E6E79"/>
    <w:rsid w:val="004F0216"/>
    <w:rsid w:val="004F046B"/>
    <w:rsid w:val="004F0812"/>
    <w:rsid w:val="004F0DBB"/>
    <w:rsid w:val="004F18DB"/>
    <w:rsid w:val="004F2020"/>
    <w:rsid w:val="004F29FE"/>
    <w:rsid w:val="004F2C0B"/>
    <w:rsid w:val="004F3DB5"/>
    <w:rsid w:val="004F4A95"/>
    <w:rsid w:val="004F5AA6"/>
    <w:rsid w:val="004F6291"/>
    <w:rsid w:val="004F6D04"/>
    <w:rsid w:val="005008F3"/>
    <w:rsid w:val="0050207D"/>
    <w:rsid w:val="0050263C"/>
    <w:rsid w:val="005026FA"/>
    <w:rsid w:val="00502CD8"/>
    <w:rsid w:val="00503E3F"/>
    <w:rsid w:val="005045B9"/>
    <w:rsid w:val="005048D1"/>
    <w:rsid w:val="00504982"/>
    <w:rsid w:val="00505537"/>
    <w:rsid w:val="00507CA0"/>
    <w:rsid w:val="00507EE4"/>
    <w:rsid w:val="005103A1"/>
    <w:rsid w:val="00510A38"/>
    <w:rsid w:val="00510AF6"/>
    <w:rsid w:val="00510C6A"/>
    <w:rsid w:val="00511A08"/>
    <w:rsid w:val="00512453"/>
    <w:rsid w:val="005128E7"/>
    <w:rsid w:val="00513634"/>
    <w:rsid w:val="00513E46"/>
    <w:rsid w:val="005143B3"/>
    <w:rsid w:val="00514AA6"/>
    <w:rsid w:val="00515823"/>
    <w:rsid w:val="0051685A"/>
    <w:rsid w:val="0052019A"/>
    <w:rsid w:val="005202A0"/>
    <w:rsid w:val="0052034F"/>
    <w:rsid w:val="0052186C"/>
    <w:rsid w:val="0052215F"/>
    <w:rsid w:val="00522358"/>
    <w:rsid w:val="00522D0F"/>
    <w:rsid w:val="00523ED9"/>
    <w:rsid w:val="0052427B"/>
    <w:rsid w:val="00524715"/>
    <w:rsid w:val="00524FCA"/>
    <w:rsid w:val="00525747"/>
    <w:rsid w:val="00526238"/>
    <w:rsid w:val="0052645C"/>
    <w:rsid w:val="00527336"/>
    <w:rsid w:val="005273D6"/>
    <w:rsid w:val="00527BE7"/>
    <w:rsid w:val="005301DE"/>
    <w:rsid w:val="005318EF"/>
    <w:rsid w:val="0053379D"/>
    <w:rsid w:val="0053424F"/>
    <w:rsid w:val="00534344"/>
    <w:rsid w:val="0053551D"/>
    <w:rsid w:val="0053588C"/>
    <w:rsid w:val="0053608A"/>
    <w:rsid w:val="00536469"/>
    <w:rsid w:val="005367D5"/>
    <w:rsid w:val="00536D5B"/>
    <w:rsid w:val="00537187"/>
    <w:rsid w:val="005379AF"/>
    <w:rsid w:val="00537B8F"/>
    <w:rsid w:val="00537E4F"/>
    <w:rsid w:val="005407E3"/>
    <w:rsid w:val="00542E78"/>
    <w:rsid w:val="00542EFB"/>
    <w:rsid w:val="005440AB"/>
    <w:rsid w:val="0054547C"/>
    <w:rsid w:val="005456EA"/>
    <w:rsid w:val="00545FE9"/>
    <w:rsid w:val="005476C2"/>
    <w:rsid w:val="00547F93"/>
    <w:rsid w:val="005505B7"/>
    <w:rsid w:val="0055079F"/>
    <w:rsid w:val="00550F0B"/>
    <w:rsid w:val="005510E6"/>
    <w:rsid w:val="005512DD"/>
    <w:rsid w:val="00551826"/>
    <w:rsid w:val="005522A1"/>
    <w:rsid w:val="005526A6"/>
    <w:rsid w:val="00554050"/>
    <w:rsid w:val="00554E28"/>
    <w:rsid w:val="00556CF6"/>
    <w:rsid w:val="00557542"/>
    <w:rsid w:val="00557707"/>
    <w:rsid w:val="00557821"/>
    <w:rsid w:val="00560343"/>
    <w:rsid w:val="005620E3"/>
    <w:rsid w:val="0056253B"/>
    <w:rsid w:val="00563017"/>
    <w:rsid w:val="005635F9"/>
    <w:rsid w:val="00563CF1"/>
    <w:rsid w:val="00564488"/>
    <w:rsid w:val="0056702E"/>
    <w:rsid w:val="005670A2"/>
    <w:rsid w:val="0057174D"/>
    <w:rsid w:val="005727EB"/>
    <w:rsid w:val="00573516"/>
    <w:rsid w:val="00573816"/>
    <w:rsid w:val="00574AF8"/>
    <w:rsid w:val="005752B4"/>
    <w:rsid w:val="005756DE"/>
    <w:rsid w:val="00577BAB"/>
    <w:rsid w:val="00577D87"/>
    <w:rsid w:val="005807BA"/>
    <w:rsid w:val="00581D6D"/>
    <w:rsid w:val="0058364B"/>
    <w:rsid w:val="00585C79"/>
    <w:rsid w:val="00586FC3"/>
    <w:rsid w:val="0059001C"/>
    <w:rsid w:val="005906F8"/>
    <w:rsid w:val="00590C4A"/>
    <w:rsid w:val="005913E0"/>
    <w:rsid w:val="00591968"/>
    <w:rsid w:val="00593479"/>
    <w:rsid w:val="005937AF"/>
    <w:rsid w:val="00594A1B"/>
    <w:rsid w:val="005967F1"/>
    <w:rsid w:val="00597031"/>
    <w:rsid w:val="005977BD"/>
    <w:rsid w:val="005A0218"/>
    <w:rsid w:val="005A1639"/>
    <w:rsid w:val="005A21A9"/>
    <w:rsid w:val="005A2AF7"/>
    <w:rsid w:val="005A3C4F"/>
    <w:rsid w:val="005A549E"/>
    <w:rsid w:val="005A5650"/>
    <w:rsid w:val="005A60B6"/>
    <w:rsid w:val="005A6A62"/>
    <w:rsid w:val="005A7A09"/>
    <w:rsid w:val="005B085F"/>
    <w:rsid w:val="005B13BD"/>
    <w:rsid w:val="005B29E0"/>
    <w:rsid w:val="005B2C92"/>
    <w:rsid w:val="005B3598"/>
    <w:rsid w:val="005B3BE5"/>
    <w:rsid w:val="005B44C2"/>
    <w:rsid w:val="005B4AE7"/>
    <w:rsid w:val="005B4C42"/>
    <w:rsid w:val="005B4D10"/>
    <w:rsid w:val="005B5BCD"/>
    <w:rsid w:val="005B7225"/>
    <w:rsid w:val="005B7BD2"/>
    <w:rsid w:val="005B7D3B"/>
    <w:rsid w:val="005C061A"/>
    <w:rsid w:val="005C0D19"/>
    <w:rsid w:val="005C1AC2"/>
    <w:rsid w:val="005C1AD7"/>
    <w:rsid w:val="005C2824"/>
    <w:rsid w:val="005C34E9"/>
    <w:rsid w:val="005C416A"/>
    <w:rsid w:val="005C4F30"/>
    <w:rsid w:val="005C5851"/>
    <w:rsid w:val="005C68A9"/>
    <w:rsid w:val="005C7515"/>
    <w:rsid w:val="005C7BCA"/>
    <w:rsid w:val="005D093F"/>
    <w:rsid w:val="005D1000"/>
    <w:rsid w:val="005D16A9"/>
    <w:rsid w:val="005D1DCD"/>
    <w:rsid w:val="005D45D6"/>
    <w:rsid w:val="005D4ED7"/>
    <w:rsid w:val="005D507F"/>
    <w:rsid w:val="005D5BC7"/>
    <w:rsid w:val="005D6387"/>
    <w:rsid w:val="005D65FF"/>
    <w:rsid w:val="005D676C"/>
    <w:rsid w:val="005D72DC"/>
    <w:rsid w:val="005D73FA"/>
    <w:rsid w:val="005D7B07"/>
    <w:rsid w:val="005E0107"/>
    <w:rsid w:val="005E021B"/>
    <w:rsid w:val="005E1110"/>
    <w:rsid w:val="005E1641"/>
    <w:rsid w:val="005E1890"/>
    <w:rsid w:val="005E2BCF"/>
    <w:rsid w:val="005E3938"/>
    <w:rsid w:val="005E3A76"/>
    <w:rsid w:val="005E4890"/>
    <w:rsid w:val="005E4B84"/>
    <w:rsid w:val="005E67B8"/>
    <w:rsid w:val="005E778B"/>
    <w:rsid w:val="005E79E0"/>
    <w:rsid w:val="005F0702"/>
    <w:rsid w:val="005F0AE9"/>
    <w:rsid w:val="005F207D"/>
    <w:rsid w:val="005F245F"/>
    <w:rsid w:val="005F3011"/>
    <w:rsid w:val="005F3A68"/>
    <w:rsid w:val="005F3BA0"/>
    <w:rsid w:val="005F4102"/>
    <w:rsid w:val="005F455E"/>
    <w:rsid w:val="005F49BD"/>
    <w:rsid w:val="005F5138"/>
    <w:rsid w:val="005F5B11"/>
    <w:rsid w:val="005F6B42"/>
    <w:rsid w:val="005F7FED"/>
    <w:rsid w:val="00600B04"/>
    <w:rsid w:val="00600B9A"/>
    <w:rsid w:val="0060226A"/>
    <w:rsid w:val="00602D47"/>
    <w:rsid w:val="006035FF"/>
    <w:rsid w:val="00604EB7"/>
    <w:rsid w:val="006050E2"/>
    <w:rsid w:val="00605320"/>
    <w:rsid w:val="00605608"/>
    <w:rsid w:val="00605AD6"/>
    <w:rsid w:val="00605B7B"/>
    <w:rsid w:val="00606150"/>
    <w:rsid w:val="00606AE9"/>
    <w:rsid w:val="00606CD6"/>
    <w:rsid w:val="0060717C"/>
    <w:rsid w:val="006078A3"/>
    <w:rsid w:val="00607A40"/>
    <w:rsid w:val="0061044B"/>
    <w:rsid w:val="006109D0"/>
    <w:rsid w:val="00610D34"/>
    <w:rsid w:val="00611308"/>
    <w:rsid w:val="006116AF"/>
    <w:rsid w:val="00611D2F"/>
    <w:rsid w:val="00612B8A"/>
    <w:rsid w:val="00613CD7"/>
    <w:rsid w:val="00614C76"/>
    <w:rsid w:val="00616D24"/>
    <w:rsid w:val="00617D5D"/>
    <w:rsid w:val="00620136"/>
    <w:rsid w:val="0062023B"/>
    <w:rsid w:val="00621753"/>
    <w:rsid w:val="006218D8"/>
    <w:rsid w:val="006224F4"/>
    <w:rsid w:val="006242CC"/>
    <w:rsid w:val="00627191"/>
    <w:rsid w:val="00627475"/>
    <w:rsid w:val="00631A26"/>
    <w:rsid w:val="00631CA0"/>
    <w:rsid w:val="006325EB"/>
    <w:rsid w:val="00633A23"/>
    <w:rsid w:val="0063426E"/>
    <w:rsid w:val="00634447"/>
    <w:rsid w:val="00634D4A"/>
    <w:rsid w:val="00634F21"/>
    <w:rsid w:val="006358E3"/>
    <w:rsid w:val="00635A99"/>
    <w:rsid w:val="0063745F"/>
    <w:rsid w:val="00637FD1"/>
    <w:rsid w:val="00640CAD"/>
    <w:rsid w:val="006425F2"/>
    <w:rsid w:val="00644EF1"/>
    <w:rsid w:val="006454D9"/>
    <w:rsid w:val="00646092"/>
    <w:rsid w:val="00646B3D"/>
    <w:rsid w:val="00646BE1"/>
    <w:rsid w:val="0064708B"/>
    <w:rsid w:val="006508DB"/>
    <w:rsid w:val="00651501"/>
    <w:rsid w:val="00651A4B"/>
    <w:rsid w:val="00651C3F"/>
    <w:rsid w:val="00651E86"/>
    <w:rsid w:val="0065206D"/>
    <w:rsid w:val="00653546"/>
    <w:rsid w:val="0065384C"/>
    <w:rsid w:val="00653A5C"/>
    <w:rsid w:val="00653AF1"/>
    <w:rsid w:val="006550CE"/>
    <w:rsid w:val="00656A21"/>
    <w:rsid w:val="00656B57"/>
    <w:rsid w:val="00656E2D"/>
    <w:rsid w:val="006570A0"/>
    <w:rsid w:val="006611C6"/>
    <w:rsid w:val="00661DBC"/>
    <w:rsid w:val="00661FB1"/>
    <w:rsid w:val="006625A6"/>
    <w:rsid w:val="00662614"/>
    <w:rsid w:val="00662648"/>
    <w:rsid w:val="00663B2D"/>
    <w:rsid w:val="0066600C"/>
    <w:rsid w:val="006668C1"/>
    <w:rsid w:val="00667016"/>
    <w:rsid w:val="0066706B"/>
    <w:rsid w:val="00667657"/>
    <w:rsid w:val="0067027E"/>
    <w:rsid w:val="00671103"/>
    <w:rsid w:val="006716D8"/>
    <w:rsid w:val="006719ED"/>
    <w:rsid w:val="0067278D"/>
    <w:rsid w:val="00672AB2"/>
    <w:rsid w:val="00674FC4"/>
    <w:rsid w:val="00675384"/>
    <w:rsid w:val="00677204"/>
    <w:rsid w:val="00684547"/>
    <w:rsid w:val="006850E2"/>
    <w:rsid w:val="00685AF5"/>
    <w:rsid w:val="00686184"/>
    <w:rsid w:val="006861F1"/>
    <w:rsid w:val="0068669F"/>
    <w:rsid w:val="00691881"/>
    <w:rsid w:val="0069211C"/>
    <w:rsid w:val="00692534"/>
    <w:rsid w:val="00693B29"/>
    <w:rsid w:val="00693CF2"/>
    <w:rsid w:val="006955F8"/>
    <w:rsid w:val="0069749D"/>
    <w:rsid w:val="006975E2"/>
    <w:rsid w:val="006A0AE6"/>
    <w:rsid w:val="006A1119"/>
    <w:rsid w:val="006A1854"/>
    <w:rsid w:val="006A1CA5"/>
    <w:rsid w:val="006A3602"/>
    <w:rsid w:val="006A45A3"/>
    <w:rsid w:val="006A4762"/>
    <w:rsid w:val="006A544D"/>
    <w:rsid w:val="006A5B1B"/>
    <w:rsid w:val="006B1E21"/>
    <w:rsid w:val="006B2F40"/>
    <w:rsid w:val="006B3A75"/>
    <w:rsid w:val="006B46FB"/>
    <w:rsid w:val="006B55A1"/>
    <w:rsid w:val="006B5702"/>
    <w:rsid w:val="006B57A1"/>
    <w:rsid w:val="006B790A"/>
    <w:rsid w:val="006B7D67"/>
    <w:rsid w:val="006C1287"/>
    <w:rsid w:val="006C1C6F"/>
    <w:rsid w:val="006C2298"/>
    <w:rsid w:val="006C3118"/>
    <w:rsid w:val="006C53A5"/>
    <w:rsid w:val="006C5B3D"/>
    <w:rsid w:val="006C5FFF"/>
    <w:rsid w:val="006C604B"/>
    <w:rsid w:val="006C692C"/>
    <w:rsid w:val="006C7A18"/>
    <w:rsid w:val="006D0635"/>
    <w:rsid w:val="006D1050"/>
    <w:rsid w:val="006D1298"/>
    <w:rsid w:val="006D19F0"/>
    <w:rsid w:val="006D30B2"/>
    <w:rsid w:val="006D452F"/>
    <w:rsid w:val="006D52B6"/>
    <w:rsid w:val="006D56D1"/>
    <w:rsid w:val="006D573A"/>
    <w:rsid w:val="006D5E59"/>
    <w:rsid w:val="006E0D8A"/>
    <w:rsid w:val="006E15B2"/>
    <w:rsid w:val="006E1893"/>
    <w:rsid w:val="006E45B4"/>
    <w:rsid w:val="006E4896"/>
    <w:rsid w:val="006E4C67"/>
    <w:rsid w:val="006E5278"/>
    <w:rsid w:val="006E5945"/>
    <w:rsid w:val="006E6363"/>
    <w:rsid w:val="006E6B59"/>
    <w:rsid w:val="006E74BF"/>
    <w:rsid w:val="006F0BEB"/>
    <w:rsid w:val="006F12A8"/>
    <w:rsid w:val="006F1535"/>
    <w:rsid w:val="006F4EAD"/>
    <w:rsid w:val="006F5A5C"/>
    <w:rsid w:val="0070013A"/>
    <w:rsid w:val="007019C0"/>
    <w:rsid w:val="00701AFA"/>
    <w:rsid w:val="007025D6"/>
    <w:rsid w:val="00702CE8"/>
    <w:rsid w:val="0070339C"/>
    <w:rsid w:val="007050E0"/>
    <w:rsid w:val="00706DD2"/>
    <w:rsid w:val="007103A4"/>
    <w:rsid w:val="0071083F"/>
    <w:rsid w:val="007108E1"/>
    <w:rsid w:val="00712A24"/>
    <w:rsid w:val="00712EE3"/>
    <w:rsid w:val="00713350"/>
    <w:rsid w:val="00714A43"/>
    <w:rsid w:val="00714BD4"/>
    <w:rsid w:val="00715895"/>
    <w:rsid w:val="007179A2"/>
    <w:rsid w:val="00720049"/>
    <w:rsid w:val="007224AA"/>
    <w:rsid w:val="0072390C"/>
    <w:rsid w:val="00724576"/>
    <w:rsid w:val="0072473A"/>
    <w:rsid w:val="00726CD4"/>
    <w:rsid w:val="00727F34"/>
    <w:rsid w:val="00730FA3"/>
    <w:rsid w:val="00733613"/>
    <w:rsid w:val="00734F07"/>
    <w:rsid w:val="00734FA0"/>
    <w:rsid w:val="00735966"/>
    <w:rsid w:val="00736003"/>
    <w:rsid w:val="00736712"/>
    <w:rsid w:val="00736A4F"/>
    <w:rsid w:val="00737966"/>
    <w:rsid w:val="00740238"/>
    <w:rsid w:val="00741052"/>
    <w:rsid w:val="00741A5C"/>
    <w:rsid w:val="007422F4"/>
    <w:rsid w:val="00742E45"/>
    <w:rsid w:val="00743160"/>
    <w:rsid w:val="007445CA"/>
    <w:rsid w:val="007451A9"/>
    <w:rsid w:val="00747D5D"/>
    <w:rsid w:val="00747EA5"/>
    <w:rsid w:val="00750C15"/>
    <w:rsid w:val="0075141C"/>
    <w:rsid w:val="007524B8"/>
    <w:rsid w:val="007531D5"/>
    <w:rsid w:val="00753B5B"/>
    <w:rsid w:val="00756DB8"/>
    <w:rsid w:val="00756E02"/>
    <w:rsid w:val="007572AE"/>
    <w:rsid w:val="007573BC"/>
    <w:rsid w:val="007577BF"/>
    <w:rsid w:val="0076018C"/>
    <w:rsid w:val="0076375E"/>
    <w:rsid w:val="00764727"/>
    <w:rsid w:val="00764794"/>
    <w:rsid w:val="00765490"/>
    <w:rsid w:val="00765B0F"/>
    <w:rsid w:val="0076646E"/>
    <w:rsid w:val="0076675A"/>
    <w:rsid w:val="00767BA0"/>
    <w:rsid w:val="00770A7C"/>
    <w:rsid w:val="007711AE"/>
    <w:rsid w:val="00771B1F"/>
    <w:rsid w:val="007721E5"/>
    <w:rsid w:val="00772C32"/>
    <w:rsid w:val="00772CB7"/>
    <w:rsid w:val="0077334A"/>
    <w:rsid w:val="00773624"/>
    <w:rsid w:val="00773DA9"/>
    <w:rsid w:val="00773E0F"/>
    <w:rsid w:val="007746BB"/>
    <w:rsid w:val="00775DCF"/>
    <w:rsid w:val="007770B6"/>
    <w:rsid w:val="00777B0C"/>
    <w:rsid w:val="00777BF9"/>
    <w:rsid w:val="00777E69"/>
    <w:rsid w:val="00780213"/>
    <w:rsid w:val="0078040C"/>
    <w:rsid w:val="00781964"/>
    <w:rsid w:val="00783054"/>
    <w:rsid w:val="0078441F"/>
    <w:rsid w:val="00784E8F"/>
    <w:rsid w:val="00784FD0"/>
    <w:rsid w:val="00785222"/>
    <w:rsid w:val="00786299"/>
    <w:rsid w:val="00786FA7"/>
    <w:rsid w:val="0078792A"/>
    <w:rsid w:val="0079002B"/>
    <w:rsid w:val="00790EEE"/>
    <w:rsid w:val="0079112E"/>
    <w:rsid w:val="00791905"/>
    <w:rsid w:val="007928D1"/>
    <w:rsid w:val="007956E6"/>
    <w:rsid w:val="007959DD"/>
    <w:rsid w:val="00795C52"/>
    <w:rsid w:val="00796104"/>
    <w:rsid w:val="00797EB2"/>
    <w:rsid w:val="007A00F0"/>
    <w:rsid w:val="007A1093"/>
    <w:rsid w:val="007A1761"/>
    <w:rsid w:val="007A204F"/>
    <w:rsid w:val="007A3423"/>
    <w:rsid w:val="007A3465"/>
    <w:rsid w:val="007A36D9"/>
    <w:rsid w:val="007A7A97"/>
    <w:rsid w:val="007A7F76"/>
    <w:rsid w:val="007B055B"/>
    <w:rsid w:val="007B0C7B"/>
    <w:rsid w:val="007B151F"/>
    <w:rsid w:val="007B194F"/>
    <w:rsid w:val="007B3418"/>
    <w:rsid w:val="007B39A6"/>
    <w:rsid w:val="007B46D6"/>
    <w:rsid w:val="007B5843"/>
    <w:rsid w:val="007B67AD"/>
    <w:rsid w:val="007B6E60"/>
    <w:rsid w:val="007B7635"/>
    <w:rsid w:val="007C1C57"/>
    <w:rsid w:val="007C3FFC"/>
    <w:rsid w:val="007C4B0E"/>
    <w:rsid w:val="007C4B4A"/>
    <w:rsid w:val="007C52BA"/>
    <w:rsid w:val="007C6921"/>
    <w:rsid w:val="007C6976"/>
    <w:rsid w:val="007C7627"/>
    <w:rsid w:val="007D03E9"/>
    <w:rsid w:val="007D1022"/>
    <w:rsid w:val="007D19AB"/>
    <w:rsid w:val="007D1BAE"/>
    <w:rsid w:val="007D1DD6"/>
    <w:rsid w:val="007D522B"/>
    <w:rsid w:val="007D53FE"/>
    <w:rsid w:val="007D635B"/>
    <w:rsid w:val="007D76BD"/>
    <w:rsid w:val="007D79B5"/>
    <w:rsid w:val="007D7A98"/>
    <w:rsid w:val="007E070D"/>
    <w:rsid w:val="007E1B5C"/>
    <w:rsid w:val="007E1C7D"/>
    <w:rsid w:val="007E24A4"/>
    <w:rsid w:val="007E39FA"/>
    <w:rsid w:val="007E3C8F"/>
    <w:rsid w:val="007E497B"/>
    <w:rsid w:val="007E4C33"/>
    <w:rsid w:val="007E4C5B"/>
    <w:rsid w:val="007E6841"/>
    <w:rsid w:val="007E6FC1"/>
    <w:rsid w:val="007F004C"/>
    <w:rsid w:val="007F2B6A"/>
    <w:rsid w:val="007F372C"/>
    <w:rsid w:val="007F3B3D"/>
    <w:rsid w:val="007F438D"/>
    <w:rsid w:val="007F4610"/>
    <w:rsid w:val="007F5B14"/>
    <w:rsid w:val="007F63AF"/>
    <w:rsid w:val="007F6D84"/>
    <w:rsid w:val="007F7CD6"/>
    <w:rsid w:val="007F7DBD"/>
    <w:rsid w:val="007F7FEF"/>
    <w:rsid w:val="0080193E"/>
    <w:rsid w:val="00801EE4"/>
    <w:rsid w:val="0080228B"/>
    <w:rsid w:val="00802F81"/>
    <w:rsid w:val="00804E80"/>
    <w:rsid w:val="0080662A"/>
    <w:rsid w:val="00806D1F"/>
    <w:rsid w:val="008078A1"/>
    <w:rsid w:val="00807CD3"/>
    <w:rsid w:val="00810094"/>
    <w:rsid w:val="00810389"/>
    <w:rsid w:val="00811899"/>
    <w:rsid w:val="00813FF3"/>
    <w:rsid w:val="00815996"/>
    <w:rsid w:val="00815D2F"/>
    <w:rsid w:val="00815D8B"/>
    <w:rsid w:val="00816583"/>
    <w:rsid w:val="008165A6"/>
    <w:rsid w:val="0081696F"/>
    <w:rsid w:val="008174A1"/>
    <w:rsid w:val="00820648"/>
    <w:rsid w:val="00820892"/>
    <w:rsid w:val="00821737"/>
    <w:rsid w:val="00821ACD"/>
    <w:rsid w:val="00821FE9"/>
    <w:rsid w:val="0082271E"/>
    <w:rsid w:val="00822B0D"/>
    <w:rsid w:val="008237FB"/>
    <w:rsid w:val="00824629"/>
    <w:rsid w:val="00827777"/>
    <w:rsid w:val="00827995"/>
    <w:rsid w:val="00827C77"/>
    <w:rsid w:val="0083099C"/>
    <w:rsid w:val="00831864"/>
    <w:rsid w:val="00832680"/>
    <w:rsid w:val="00834272"/>
    <w:rsid w:val="008345D1"/>
    <w:rsid w:val="00834EB6"/>
    <w:rsid w:val="00836AF0"/>
    <w:rsid w:val="00836ECA"/>
    <w:rsid w:val="00837359"/>
    <w:rsid w:val="008402AB"/>
    <w:rsid w:val="008402E3"/>
    <w:rsid w:val="008409B3"/>
    <w:rsid w:val="00840BA8"/>
    <w:rsid w:val="008411B0"/>
    <w:rsid w:val="00841EAA"/>
    <w:rsid w:val="008429D5"/>
    <w:rsid w:val="00842CC4"/>
    <w:rsid w:val="00842D13"/>
    <w:rsid w:val="0084311F"/>
    <w:rsid w:val="00843E4D"/>
    <w:rsid w:val="00844673"/>
    <w:rsid w:val="00845AF4"/>
    <w:rsid w:val="008467ED"/>
    <w:rsid w:val="0084733C"/>
    <w:rsid w:val="0085056A"/>
    <w:rsid w:val="008507BC"/>
    <w:rsid w:val="0085087E"/>
    <w:rsid w:val="00851D91"/>
    <w:rsid w:val="00851EB3"/>
    <w:rsid w:val="00854C15"/>
    <w:rsid w:val="00854CD1"/>
    <w:rsid w:val="00854E1C"/>
    <w:rsid w:val="00856474"/>
    <w:rsid w:val="008571B3"/>
    <w:rsid w:val="00860490"/>
    <w:rsid w:val="0086075A"/>
    <w:rsid w:val="00861ACA"/>
    <w:rsid w:val="00862131"/>
    <w:rsid w:val="00862E4D"/>
    <w:rsid w:val="0086365F"/>
    <w:rsid w:val="00863C6E"/>
    <w:rsid w:val="00864707"/>
    <w:rsid w:val="008652E0"/>
    <w:rsid w:val="00866433"/>
    <w:rsid w:val="00866EBE"/>
    <w:rsid w:val="00867651"/>
    <w:rsid w:val="008708AA"/>
    <w:rsid w:val="00871576"/>
    <w:rsid w:val="008719C9"/>
    <w:rsid w:val="00872C20"/>
    <w:rsid w:val="00874482"/>
    <w:rsid w:val="0087549E"/>
    <w:rsid w:val="0087666E"/>
    <w:rsid w:val="008768BF"/>
    <w:rsid w:val="00876D59"/>
    <w:rsid w:val="0087737A"/>
    <w:rsid w:val="008819EE"/>
    <w:rsid w:val="00881C42"/>
    <w:rsid w:val="008822E4"/>
    <w:rsid w:val="00882C6F"/>
    <w:rsid w:val="00883194"/>
    <w:rsid w:val="0088633C"/>
    <w:rsid w:val="00886BAF"/>
    <w:rsid w:val="00886BD5"/>
    <w:rsid w:val="00886F8D"/>
    <w:rsid w:val="00887A60"/>
    <w:rsid w:val="00887EEE"/>
    <w:rsid w:val="008908B2"/>
    <w:rsid w:val="0089388A"/>
    <w:rsid w:val="00894033"/>
    <w:rsid w:val="00894BC5"/>
    <w:rsid w:val="008959A4"/>
    <w:rsid w:val="00895C3F"/>
    <w:rsid w:val="00896586"/>
    <w:rsid w:val="00896F35"/>
    <w:rsid w:val="00897A41"/>
    <w:rsid w:val="008A08FA"/>
    <w:rsid w:val="008A0B96"/>
    <w:rsid w:val="008A1940"/>
    <w:rsid w:val="008A1EF7"/>
    <w:rsid w:val="008A2B56"/>
    <w:rsid w:val="008A3914"/>
    <w:rsid w:val="008A3F66"/>
    <w:rsid w:val="008A3F71"/>
    <w:rsid w:val="008A577D"/>
    <w:rsid w:val="008A5FF0"/>
    <w:rsid w:val="008A64C6"/>
    <w:rsid w:val="008B1278"/>
    <w:rsid w:val="008B1E6B"/>
    <w:rsid w:val="008B4222"/>
    <w:rsid w:val="008B4242"/>
    <w:rsid w:val="008B4336"/>
    <w:rsid w:val="008B480B"/>
    <w:rsid w:val="008B4EDB"/>
    <w:rsid w:val="008B6581"/>
    <w:rsid w:val="008B72F7"/>
    <w:rsid w:val="008C29CF"/>
    <w:rsid w:val="008C5135"/>
    <w:rsid w:val="008C58DF"/>
    <w:rsid w:val="008C5A47"/>
    <w:rsid w:val="008C5EB0"/>
    <w:rsid w:val="008C693C"/>
    <w:rsid w:val="008C6D89"/>
    <w:rsid w:val="008D04CB"/>
    <w:rsid w:val="008D0EA9"/>
    <w:rsid w:val="008D1006"/>
    <w:rsid w:val="008D24F9"/>
    <w:rsid w:val="008D2DA9"/>
    <w:rsid w:val="008D32F3"/>
    <w:rsid w:val="008D33C0"/>
    <w:rsid w:val="008D47A9"/>
    <w:rsid w:val="008D563C"/>
    <w:rsid w:val="008D5667"/>
    <w:rsid w:val="008D6854"/>
    <w:rsid w:val="008D7582"/>
    <w:rsid w:val="008D7DA3"/>
    <w:rsid w:val="008E183D"/>
    <w:rsid w:val="008E2DBA"/>
    <w:rsid w:val="008E2F3A"/>
    <w:rsid w:val="008E4A37"/>
    <w:rsid w:val="008E51C1"/>
    <w:rsid w:val="008E54CE"/>
    <w:rsid w:val="008E5F51"/>
    <w:rsid w:val="008E6CC4"/>
    <w:rsid w:val="008E7411"/>
    <w:rsid w:val="008E7DDB"/>
    <w:rsid w:val="008F0653"/>
    <w:rsid w:val="008F16A2"/>
    <w:rsid w:val="008F20B5"/>
    <w:rsid w:val="008F2365"/>
    <w:rsid w:val="008F5543"/>
    <w:rsid w:val="008F5876"/>
    <w:rsid w:val="008F690E"/>
    <w:rsid w:val="008F7A79"/>
    <w:rsid w:val="008F7D99"/>
    <w:rsid w:val="008F7E27"/>
    <w:rsid w:val="00900818"/>
    <w:rsid w:val="009014E8"/>
    <w:rsid w:val="00901A5D"/>
    <w:rsid w:val="00903BD3"/>
    <w:rsid w:val="009041D4"/>
    <w:rsid w:val="00905A93"/>
    <w:rsid w:val="00906045"/>
    <w:rsid w:val="0090605B"/>
    <w:rsid w:val="00906928"/>
    <w:rsid w:val="009074E6"/>
    <w:rsid w:val="0091022C"/>
    <w:rsid w:val="00912E1C"/>
    <w:rsid w:val="00913043"/>
    <w:rsid w:val="00913DFF"/>
    <w:rsid w:val="00914E14"/>
    <w:rsid w:val="00915AEF"/>
    <w:rsid w:val="00916920"/>
    <w:rsid w:val="00916D95"/>
    <w:rsid w:val="00917ADE"/>
    <w:rsid w:val="00917BD5"/>
    <w:rsid w:val="00917CCE"/>
    <w:rsid w:val="00917D38"/>
    <w:rsid w:val="00921866"/>
    <w:rsid w:val="00922EE0"/>
    <w:rsid w:val="00924475"/>
    <w:rsid w:val="0092481B"/>
    <w:rsid w:val="00924E14"/>
    <w:rsid w:val="009262D0"/>
    <w:rsid w:val="009262D2"/>
    <w:rsid w:val="0092654B"/>
    <w:rsid w:val="00926A71"/>
    <w:rsid w:val="00926F3F"/>
    <w:rsid w:val="00930031"/>
    <w:rsid w:val="0093051F"/>
    <w:rsid w:val="00930FEE"/>
    <w:rsid w:val="0093178C"/>
    <w:rsid w:val="00931C30"/>
    <w:rsid w:val="00932DC8"/>
    <w:rsid w:val="00932E38"/>
    <w:rsid w:val="0093418C"/>
    <w:rsid w:val="009342A7"/>
    <w:rsid w:val="0093451C"/>
    <w:rsid w:val="00934E40"/>
    <w:rsid w:val="00937540"/>
    <w:rsid w:val="00940BE8"/>
    <w:rsid w:val="00940C69"/>
    <w:rsid w:val="00940D8F"/>
    <w:rsid w:val="00941FE3"/>
    <w:rsid w:val="0094220F"/>
    <w:rsid w:val="00942F61"/>
    <w:rsid w:val="0094385E"/>
    <w:rsid w:val="009439B9"/>
    <w:rsid w:val="0094590F"/>
    <w:rsid w:val="00945A07"/>
    <w:rsid w:val="009502AE"/>
    <w:rsid w:val="0095043A"/>
    <w:rsid w:val="0095126D"/>
    <w:rsid w:val="0095153B"/>
    <w:rsid w:val="0095168B"/>
    <w:rsid w:val="009526EE"/>
    <w:rsid w:val="00953467"/>
    <w:rsid w:val="00955479"/>
    <w:rsid w:val="00956695"/>
    <w:rsid w:val="009576E6"/>
    <w:rsid w:val="00957FD3"/>
    <w:rsid w:val="00960B67"/>
    <w:rsid w:val="00960DAC"/>
    <w:rsid w:val="00960F07"/>
    <w:rsid w:val="00961E7D"/>
    <w:rsid w:val="00963C46"/>
    <w:rsid w:val="00963DEA"/>
    <w:rsid w:val="00963E87"/>
    <w:rsid w:val="00964A17"/>
    <w:rsid w:val="00966A06"/>
    <w:rsid w:val="00967A02"/>
    <w:rsid w:val="00971CBE"/>
    <w:rsid w:val="00971F5A"/>
    <w:rsid w:val="00973B49"/>
    <w:rsid w:val="00973E18"/>
    <w:rsid w:val="0097477C"/>
    <w:rsid w:val="00974BB5"/>
    <w:rsid w:val="00975C6C"/>
    <w:rsid w:val="009766AD"/>
    <w:rsid w:val="00976894"/>
    <w:rsid w:val="00981228"/>
    <w:rsid w:val="009816BF"/>
    <w:rsid w:val="009824F2"/>
    <w:rsid w:val="00982537"/>
    <w:rsid w:val="009832B5"/>
    <w:rsid w:val="0098362D"/>
    <w:rsid w:val="00985B90"/>
    <w:rsid w:val="00985E34"/>
    <w:rsid w:val="009903F8"/>
    <w:rsid w:val="00990424"/>
    <w:rsid w:val="009907DB"/>
    <w:rsid w:val="0099109B"/>
    <w:rsid w:val="009924B9"/>
    <w:rsid w:val="00992884"/>
    <w:rsid w:val="009931C1"/>
    <w:rsid w:val="0099391A"/>
    <w:rsid w:val="00994E90"/>
    <w:rsid w:val="009959BD"/>
    <w:rsid w:val="009A0983"/>
    <w:rsid w:val="009A17FB"/>
    <w:rsid w:val="009A1E76"/>
    <w:rsid w:val="009A3254"/>
    <w:rsid w:val="009A42E2"/>
    <w:rsid w:val="009A47DA"/>
    <w:rsid w:val="009A5FDD"/>
    <w:rsid w:val="009A5FFA"/>
    <w:rsid w:val="009A63B1"/>
    <w:rsid w:val="009A68F2"/>
    <w:rsid w:val="009A69E1"/>
    <w:rsid w:val="009A6D35"/>
    <w:rsid w:val="009A770E"/>
    <w:rsid w:val="009B00C4"/>
    <w:rsid w:val="009B0917"/>
    <w:rsid w:val="009B0D4F"/>
    <w:rsid w:val="009B1AF4"/>
    <w:rsid w:val="009B2923"/>
    <w:rsid w:val="009B3C80"/>
    <w:rsid w:val="009B412E"/>
    <w:rsid w:val="009B557F"/>
    <w:rsid w:val="009B600D"/>
    <w:rsid w:val="009B77C8"/>
    <w:rsid w:val="009C2D8C"/>
    <w:rsid w:val="009C4430"/>
    <w:rsid w:val="009C678C"/>
    <w:rsid w:val="009C6B23"/>
    <w:rsid w:val="009D03C5"/>
    <w:rsid w:val="009D2B87"/>
    <w:rsid w:val="009D2EF1"/>
    <w:rsid w:val="009D54F8"/>
    <w:rsid w:val="009D6BC3"/>
    <w:rsid w:val="009E0DB4"/>
    <w:rsid w:val="009E0DD3"/>
    <w:rsid w:val="009E17E8"/>
    <w:rsid w:val="009E1807"/>
    <w:rsid w:val="009E1BDE"/>
    <w:rsid w:val="009E2E69"/>
    <w:rsid w:val="009E2FE9"/>
    <w:rsid w:val="009E36DB"/>
    <w:rsid w:val="009E3BAE"/>
    <w:rsid w:val="009E7A7C"/>
    <w:rsid w:val="009E7FE1"/>
    <w:rsid w:val="009F0179"/>
    <w:rsid w:val="009F1ADB"/>
    <w:rsid w:val="009F1B8A"/>
    <w:rsid w:val="009F1C85"/>
    <w:rsid w:val="009F2743"/>
    <w:rsid w:val="009F2922"/>
    <w:rsid w:val="009F45F7"/>
    <w:rsid w:val="009F55D4"/>
    <w:rsid w:val="00A0238F"/>
    <w:rsid w:val="00A0355A"/>
    <w:rsid w:val="00A03720"/>
    <w:rsid w:val="00A04833"/>
    <w:rsid w:val="00A05C67"/>
    <w:rsid w:val="00A06F69"/>
    <w:rsid w:val="00A075B8"/>
    <w:rsid w:val="00A10ABE"/>
    <w:rsid w:val="00A10C7C"/>
    <w:rsid w:val="00A121E9"/>
    <w:rsid w:val="00A12219"/>
    <w:rsid w:val="00A12598"/>
    <w:rsid w:val="00A141BE"/>
    <w:rsid w:val="00A14361"/>
    <w:rsid w:val="00A15B2E"/>
    <w:rsid w:val="00A16622"/>
    <w:rsid w:val="00A17330"/>
    <w:rsid w:val="00A20C3A"/>
    <w:rsid w:val="00A23BD2"/>
    <w:rsid w:val="00A24363"/>
    <w:rsid w:val="00A2441C"/>
    <w:rsid w:val="00A25A67"/>
    <w:rsid w:val="00A25B2F"/>
    <w:rsid w:val="00A261BB"/>
    <w:rsid w:val="00A2643E"/>
    <w:rsid w:val="00A2755B"/>
    <w:rsid w:val="00A27A43"/>
    <w:rsid w:val="00A31E74"/>
    <w:rsid w:val="00A32CB3"/>
    <w:rsid w:val="00A3328F"/>
    <w:rsid w:val="00A3468E"/>
    <w:rsid w:val="00A35357"/>
    <w:rsid w:val="00A35C61"/>
    <w:rsid w:val="00A35EEB"/>
    <w:rsid w:val="00A368FF"/>
    <w:rsid w:val="00A37DB7"/>
    <w:rsid w:val="00A40A41"/>
    <w:rsid w:val="00A41D17"/>
    <w:rsid w:val="00A4204A"/>
    <w:rsid w:val="00A4376D"/>
    <w:rsid w:val="00A437B4"/>
    <w:rsid w:val="00A44450"/>
    <w:rsid w:val="00A447B2"/>
    <w:rsid w:val="00A44875"/>
    <w:rsid w:val="00A46F19"/>
    <w:rsid w:val="00A47E46"/>
    <w:rsid w:val="00A50F9E"/>
    <w:rsid w:val="00A54D82"/>
    <w:rsid w:val="00A57037"/>
    <w:rsid w:val="00A576F5"/>
    <w:rsid w:val="00A608D8"/>
    <w:rsid w:val="00A61D52"/>
    <w:rsid w:val="00A62AC2"/>
    <w:rsid w:val="00A62B98"/>
    <w:rsid w:val="00A65216"/>
    <w:rsid w:val="00A6584C"/>
    <w:rsid w:val="00A67432"/>
    <w:rsid w:val="00A70706"/>
    <w:rsid w:val="00A70E8D"/>
    <w:rsid w:val="00A71360"/>
    <w:rsid w:val="00A71C32"/>
    <w:rsid w:val="00A72195"/>
    <w:rsid w:val="00A73980"/>
    <w:rsid w:val="00A73EDF"/>
    <w:rsid w:val="00A74804"/>
    <w:rsid w:val="00A74F2F"/>
    <w:rsid w:val="00A75900"/>
    <w:rsid w:val="00A75B61"/>
    <w:rsid w:val="00A76079"/>
    <w:rsid w:val="00A7631F"/>
    <w:rsid w:val="00A768F5"/>
    <w:rsid w:val="00A77427"/>
    <w:rsid w:val="00A77453"/>
    <w:rsid w:val="00A80D0F"/>
    <w:rsid w:val="00A80F52"/>
    <w:rsid w:val="00A80F87"/>
    <w:rsid w:val="00A81741"/>
    <w:rsid w:val="00A827A4"/>
    <w:rsid w:val="00A832BC"/>
    <w:rsid w:val="00A83A6D"/>
    <w:rsid w:val="00A83B8E"/>
    <w:rsid w:val="00A83D96"/>
    <w:rsid w:val="00A83FE8"/>
    <w:rsid w:val="00A842B3"/>
    <w:rsid w:val="00A84603"/>
    <w:rsid w:val="00A84BDD"/>
    <w:rsid w:val="00A85122"/>
    <w:rsid w:val="00A85EB3"/>
    <w:rsid w:val="00A86335"/>
    <w:rsid w:val="00A86BA8"/>
    <w:rsid w:val="00A9051B"/>
    <w:rsid w:val="00A90926"/>
    <w:rsid w:val="00A92484"/>
    <w:rsid w:val="00A93871"/>
    <w:rsid w:val="00A95308"/>
    <w:rsid w:val="00A966A9"/>
    <w:rsid w:val="00A96C1F"/>
    <w:rsid w:val="00AA09F3"/>
    <w:rsid w:val="00AA0E0C"/>
    <w:rsid w:val="00AA261A"/>
    <w:rsid w:val="00AA43B3"/>
    <w:rsid w:val="00AA445C"/>
    <w:rsid w:val="00AA4D48"/>
    <w:rsid w:val="00AA5A75"/>
    <w:rsid w:val="00AA77F4"/>
    <w:rsid w:val="00AB0E27"/>
    <w:rsid w:val="00AB2030"/>
    <w:rsid w:val="00AB2192"/>
    <w:rsid w:val="00AB24A8"/>
    <w:rsid w:val="00AB264F"/>
    <w:rsid w:val="00AB3ABB"/>
    <w:rsid w:val="00AB3F0F"/>
    <w:rsid w:val="00AB3F92"/>
    <w:rsid w:val="00AB44AB"/>
    <w:rsid w:val="00AB584B"/>
    <w:rsid w:val="00AB5D1A"/>
    <w:rsid w:val="00AB6703"/>
    <w:rsid w:val="00AB700C"/>
    <w:rsid w:val="00AB71AC"/>
    <w:rsid w:val="00AB7C61"/>
    <w:rsid w:val="00AC02EB"/>
    <w:rsid w:val="00AC0E44"/>
    <w:rsid w:val="00AC124F"/>
    <w:rsid w:val="00AC21D0"/>
    <w:rsid w:val="00AC267A"/>
    <w:rsid w:val="00AC2A83"/>
    <w:rsid w:val="00AC2D79"/>
    <w:rsid w:val="00AC3FC6"/>
    <w:rsid w:val="00AC4AE9"/>
    <w:rsid w:val="00AC5321"/>
    <w:rsid w:val="00AC6558"/>
    <w:rsid w:val="00AC71D5"/>
    <w:rsid w:val="00AC760E"/>
    <w:rsid w:val="00AC78AB"/>
    <w:rsid w:val="00AD0909"/>
    <w:rsid w:val="00AD111A"/>
    <w:rsid w:val="00AD1DFA"/>
    <w:rsid w:val="00AD24D2"/>
    <w:rsid w:val="00AD33A3"/>
    <w:rsid w:val="00AD3FAC"/>
    <w:rsid w:val="00AD4354"/>
    <w:rsid w:val="00AD712D"/>
    <w:rsid w:val="00AE083D"/>
    <w:rsid w:val="00AE0AE1"/>
    <w:rsid w:val="00AE1292"/>
    <w:rsid w:val="00AE1694"/>
    <w:rsid w:val="00AE1851"/>
    <w:rsid w:val="00AE1FD1"/>
    <w:rsid w:val="00AE2179"/>
    <w:rsid w:val="00AE242E"/>
    <w:rsid w:val="00AE31B4"/>
    <w:rsid w:val="00AE38D6"/>
    <w:rsid w:val="00AE3F9B"/>
    <w:rsid w:val="00AE4253"/>
    <w:rsid w:val="00AE45CC"/>
    <w:rsid w:val="00AE4F1C"/>
    <w:rsid w:val="00AE52E5"/>
    <w:rsid w:val="00AE5687"/>
    <w:rsid w:val="00AE742F"/>
    <w:rsid w:val="00AF06CF"/>
    <w:rsid w:val="00AF0D9F"/>
    <w:rsid w:val="00AF1AC8"/>
    <w:rsid w:val="00AF209C"/>
    <w:rsid w:val="00AF2835"/>
    <w:rsid w:val="00AF2A94"/>
    <w:rsid w:val="00AF3A49"/>
    <w:rsid w:val="00AF4EA5"/>
    <w:rsid w:val="00AF66D6"/>
    <w:rsid w:val="00B002DC"/>
    <w:rsid w:val="00B00F28"/>
    <w:rsid w:val="00B01176"/>
    <w:rsid w:val="00B02867"/>
    <w:rsid w:val="00B029AF"/>
    <w:rsid w:val="00B03AAA"/>
    <w:rsid w:val="00B04184"/>
    <w:rsid w:val="00B0488B"/>
    <w:rsid w:val="00B04C5D"/>
    <w:rsid w:val="00B05415"/>
    <w:rsid w:val="00B05A17"/>
    <w:rsid w:val="00B063C3"/>
    <w:rsid w:val="00B06BDB"/>
    <w:rsid w:val="00B06CF3"/>
    <w:rsid w:val="00B07C3D"/>
    <w:rsid w:val="00B07D8C"/>
    <w:rsid w:val="00B1036D"/>
    <w:rsid w:val="00B113D0"/>
    <w:rsid w:val="00B11668"/>
    <w:rsid w:val="00B11FE1"/>
    <w:rsid w:val="00B12627"/>
    <w:rsid w:val="00B12980"/>
    <w:rsid w:val="00B12C6B"/>
    <w:rsid w:val="00B13655"/>
    <w:rsid w:val="00B13822"/>
    <w:rsid w:val="00B139AF"/>
    <w:rsid w:val="00B13A2D"/>
    <w:rsid w:val="00B13E3C"/>
    <w:rsid w:val="00B14603"/>
    <w:rsid w:val="00B15658"/>
    <w:rsid w:val="00B171DC"/>
    <w:rsid w:val="00B1740F"/>
    <w:rsid w:val="00B17BE0"/>
    <w:rsid w:val="00B17F5B"/>
    <w:rsid w:val="00B20413"/>
    <w:rsid w:val="00B209C9"/>
    <w:rsid w:val="00B21A51"/>
    <w:rsid w:val="00B227A8"/>
    <w:rsid w:val="00B23515"/>
    <w:rsid w:val="00B24CD1"/>
    <w:rsid w:val="00B251A0"/>
    <w:rsid w:val="00B2564D"/>
    <w:rsid w:val="00B2670A"/>
    <w:rsid w:val="00B26E29"/>
    <w:rsid w:val="00B308D6"/>
    <w:rsid w:val="00B30CB6"/>
    <w:rsid w:val="00B3127D"/>
    <w:rsid w:val="00B31584"/>
    <w:rsid w:val="00B32B3A"/>
    <w:rsid w:val="00B34537"/>
    <w:rsid w:val="00B35106"/>
    <w:rsid w:val="00B353BD"/>
    <w:rsid w:val="00B378EE"/>
    <w:rsid w:val="00B4201A"/>
    <w:rsid w:val="00B428B3"/>
    <w:rsid w:val="00B429AF"/>
    <w:rsid w:val="00B440ED"/>
    <w:rsid w:val="00B44166"/>
    <w:rsid w:val="00B45332"/>
    <w:rsid w:val="00B4537E"/>
    <w:rsid w:val="00B45C4A"/>
    <w:rsid w:val="00B4672B"/>
    <w:rsid w:val="00B471FD"/>
    <w:rsid w:val="00B47C35"/>
    <w:rsid w:val="00B50DF1"/>
    <w:rsid w:val="00B525E2"/>
    <w:rsid w:val="00B526DC"/>
    <w:rsid w:val="00B52E69"/>
    <w:rsid w:val="00B52FB7"/>
    <w:rsid w:val="00B533FF"/>
    <w:rsid w:val="00B548B0"/>
    <w:rsid w:val="00B55271"/>
    <w:rsid w:val="00B55346"/>
    <w:rsid w:val="00B55F1C"/>
    <w:rsid w:val="00B5635B"/>
    <w:rsid w:val="00B573DD"/>
    <w:rsid w:val="00B601F6"/>
    <w:rsid w:val="00B6115C"/>
    <w:rsid w:val="00B61236"/>
    <w:rsid w:val="00B61BB2"/>
    <w:rsid w:val="00B62C59"/>
    <w:rsid w:val="00B63258"/>
    <w:rsid w:val="00B6343E"/>
    <w:rsid w:val="00B6345C"/>
    <w:rsid w:val="00B63C0D"/>
    <w:rsid w:val="00B6450A"/>
    <w:rsid w:val="00B648A3"/>
    <w:rsid w:val="00B652ED"/>
    <w:rsid w:val="00B65A8F"/>
    <w:rsid w:val="00B666E2"/>
    <w:rsid w:val="00B676FC"/>
    <w:rsid w:val="00B67D31"/>
    <w:rsid w:val="00B70909"/>
    <w:rsid w:val="00B71A9E"/>
    <w:rsid w:val="00B7259E"/>
    <w:rsid w:val="00B7554C"/>
    <w:rsid w:val="00B75DA1"/>
    <w:rsid w:val="00B75EAF"/>
    <w:rsid w:val="00B75FFB"/>
    <w:rsid w:val="00B77195"/>
    <w:rsid w:val="00B77D7F"/>
    <w:rsid w:val="00B81671"/>
    <w:rsid w:val="00B82362"/>
    <w:rsid w:val="00B8264A"/>
    <w:rsid w:val="00B829E0"/>
    <w:rsid w:val="00B82C9B"/>
    <w:rsid w:val="00B83784"/>
    <w:rsid w:val="00B8482B"/>
    <w:rsid w:val="00B848FE"/>
    <w:rsid w:val="00B84DC9"/>
    <w:rsid w:val="00B8527E"/>
    <w:rsid w:val="00B85674"/>
    <w:rsid w:val="00B85D2A"/>
    <w:rsid w:val="00B86449"/>
    <w:rsid w:val="00B91CB8"/>
    <w:rsid w:val="00B91F93"/>
    <w:rsid w:val="00B91FB2"/>
    <w:rsid w:val="00B9418E"/>
    <w:rsid w:val="00B94C7D"/>
    <w:rsid w:val="00B9516F"/>
    <w:rsid w:val="00B97EFA"/>
    <w:rsid w:val="00BA0814"/>
    <w:rsid w:val="00BA28C4"/>
    <w:rsid w:val="00BA34C8"/>
    <w:rsid w:val="00BA37DB"/>
    <w:rsid w:val="00BA4638"/>
    <w:rsid w:val="00BA5A22"/>
    <w:rsid w:val="00BA764E"/>
    <w:rsid w:val="00BA7853"/>
    <w:rsid w:val="00BB0115"/>
    <w:rsid w:val="00BB26C7"/>
    <w:rsid w:val="00BB373B"/>
    <w:rsid w:val="00BB694F"/>
    <w:rsid w:val="00BB69BA"/>
    <w:rsid w:val="00BB6E3D"/>
    <w:rsid w:val="00BC00A8"/>
    <w:rsid w:val="00BC072E"/>
    <w:rsid w:val="00BC0A8B"/>
    <w:rsid w:val="00BC15F1"/>
    <w:rsid w:val="00BC2F8E"/>
    <w:rsid w:val="00BC3D1F"/>
    <w:rsid w:val="00BC454B"/>
    <w:rsid w:val="00BC48F2"/>
    <w:rsid w:val="00BC56C7"/>
    <w:rsid w:val="00BC6297"/>
    <w:rsid w:val="00BC6428"/>
    <w:rsid w:val="00BD0209"/>
    <w:rsid w:val="00BD061A"/>
    <w:rsid w:val="00BD289E"/>
    <w:rsid w:val="00BD3D93"/>
    <w:rsid w:val="00BD5787"/>
    <w:rsid w:val="00BD5F7D"/>
    <w:rsid w:val="00BD7C70"/>
    <w:rsid w:val="00BE0257"/>
    <w:rsid w:val="00BE033B"/>
    <w:rsid w:val="00BE1516"/>
    <w:rsid w:val="00BE27D8"/>
    <w:rsid w:val="00BE29E6"/>
    <w:rsid w:val="00BE3F79"/>
    <w:rsid w:val="00BE47DA"/>
    <w:rsid w:val="00BE4EE2"/>
    <w:rsid w:val="00BE5CCF"/>
    <w:rsid w:val="00BE5FEE"/>
    <w:rsid w:val="00BE60F6"/>
    <w:rsid w:val="00BE646C"/>
    <w:rsid w:val="00BE6CD3"/>
    <w:rsid w:val="00BE74A0"/>
    <w:rsid w:val="00BF0489"/>
    <w:rsid w:val="00BF099E"/>
    <w:rsid w:val="00BF326C"/>
    <w:rsid w:val="00BF4B41"/>
    <w:rsid w:val="00BF4E62"/>
    <w:rsid w:val="00BF4EEE"/>
    <w:rsid w:val="00BF5A68"/>
    <w:rsid w:val="00BF6244"/>
    <w:rsid w:val="00BF62AA"/>
    <w:rsid w:val="00BF6E5F"/>
    <w:rsid w:val="00C004D8"/>
    <w:rsid w:val="00C0147C"/>
    <w:rsid w:val="00C01B84"/>
    <w:rsid w:val="00C03C3F"/>
    <w:rsid w:val="00C05700"/>
    <w:rsid w:val="00C05AF3"/>
    <w:rsid w:val="00C06F1E"/>
    <w:rsid w:val="00C10E4D"/>
    <w:rsid w:val="00C114AF"/>
    <w:rsid w:val="00C121AC"/>
    <w:rsid w:val="00C15185"/>
    <w:rsid w:val="00C15577"/>
    <w:rsid w:val="00C1572C"/>
    <w:rsid w:val="00C1681F"/>
    <w:rsid w:val="00C22258"/>
    <w:rsid w:val="00C24374"/>
    <w:rsid w:val="00C26DD1"/>
    <w:rsid w:val="00C27912"/>
    <w:rsid w:val="00C3321D"/>
    <w:rsid w:val="00C33A50"/>
    <w:rsid w:val="00C33B7B"/>
    <w:rsid w:val="00C33D5D"/>
    <w:rsid w:val="00C3483F"/>
    <w:rsid w:val="00C354D7"/>
    <w:rsid w:val="00C35BA8"/>
    <w:rsid w:val="00C35CAE"/>
    <w:rsid w:val="00C3698B"/>
    <w:rsid w:val="00C37555"/>
    <w:rsid w:val="00C37CCF"/>
    <w:rsid w:val="00C41E07"/>
    <w:rsid w:val="00C440FA"/>
    <w:rsid w:val="00C44E9B"/>
    <w:rsid w:val="00C461C5"/>
    <w:rsid w:val="00C50290"/>
    <w:rsid w:val="00C50336"/>
    <w:rsid w:val="00C50F02"/>
    <w:rsid w:val="00C51BDC"/>
    <w:rsid w:val="00C52217"/>
    <w:rsid w:val="00C52BFE"/>
    <w:rsid w:val="00C5321F"/>
    <w:rsid w:val="00C54BC9"/>
    <w:rsid w:val="00C61745"/>
    <w:rsid w:val="00C6184E"/>
    <w:rsid w:val="00C61B03"/>
    <w:rsid w:val="00C62572"/>
    <w:rsid w:val="00C62BC2"/>
    <w:rsid w:val="00C63B8B"/>
    <w:rsid w:val="00C65489"/>
    <w:rsid w:val="00C65605"/>
    <w:rsid w:val="00C65E97"/>
    <w:rsid w:val="00C704AB"/>
    <w:rsid w:val="00C70542"/>
    <w:rsid w:val="00C71889"/>
    <w:rsid w:val="00C722B1"/>
    <w:rsid w:val="00C72456"/>
    <w:rsid w:val="00C727B1"/>
    <w:rsid w:val="00C7283F"/>
    <w:rsid w:val="00C74101"/>
    <w:rsid w:val="00C74546"/>
    <w:rsid w:val="00C758C5"/>
    <w:rsid w:val="00C775AD"/>
    <w:rsid w:val="00C80114"/>
    <w:rsid w:val="00C8013F"/>
    <w:rsid w:val="00C8042B"/>
    <w:rsid w:val="00C826E0"/>
    <w:rsid w:val="00C82CED"/>
    <w:rsid w:val="00C830C1"/>
    <w:rsid w:val="00C83AC2"/>
    <w:rsid w:val="00C84548"/>
    <w:rsid w:val="00C8570B"/>
    <w:rsid w:val="00C85C9F"/>
    <w:rsid w:val="00C86612"/>
    <w:rsid w:val="00C86899"/>
    <w:rsid w:val="00C86CAE"/>
    <w:rsid w:val="00C909F4"/>
    <w:rsid w:val="00C90ACF"/>
    <w:rsid w:val="00C91072"/>
    <w:rsid w:val="00C929D6"/>
    <w:rsid w:val="00C930EB"/>
    <w:rsid w:val="00C93392"/>
    <w:rsid w:val="00C93567"/>
    <w:rsid w:val="00C94C5D"/>
    <w:rsid w:val="00C956F5"/>
    <w:rsid w:val="00C9658F"/>
    <w:rsid w:val="00C974C0"/>
    <w:rsid w:val="00C9779C"/>
    <w:rsid w:val="00C978EE"/>
    <w:rsid w:val="00C97DF1"/>
    <w:rsid w:val="00C97F06"/>
    <w:rsid w:val="00CA06A6"/>
    <w:rsid w:val="00CA1A3B"/>
    <w:rsid w:val="00CA323E"/>
    <w:rsid w:val="00CA3406"/>
    <w:rsid w:val="00CA3A6B"/>
    <w:rsid w:val="00CA4CC5"/>
    <w:rsid w:val="00CA581F"/>
    <w:rsid w:val="00CA5DB8"/>
    <w:rsid w:val="00CA7995"/>
    <w:rsid w:val="00CB01EC"/>
    <w:rsid w:val="00CB024E"/>
    <w:rsid w:val="00CB0872"/>
    <w:rsid w:val="00CB126F"/>
    <w:rsid w:val="00CB156F"/>
    <w:rsid w:val="00CB3339"/>
    <w:rsid w:val="00CB3A16"/>
    <w:rsid w:val="00CB4064"/>
    <w:rsid w:val="00CB64B0"/>
    <w:rsid w:val="00CB7E1C"/>
    <w:rsid w:val="00CC141A"/>
    <w:rsid w:val="00CC1742"/>
    <w:rsid w:val="00CC1F2A"/>
    <w:rsid w:val="00CC2A2A"/>
    <w:rsid w:val="00CC2CCC"/>
    <w:rsid w:val="00CC5264"/>
    <w:rsid w:val="00CC6D39"/>
    <w:rsid w:val="00CC7722"/>
    <w:rsid w:val="00CC7A22"/>
    <w:rsid w:val="00CD04D8"/>
    <w:rsid w:val="00CD163A"/>
    <w:rsid w:val="00CD2852"/>
    <w:rsid w:val="00CD3133"/>
    <w:rsid w:val="00CD34AE"/>
    <w:rsid w:val="00CD3DDE"/>
    <w:rsid w:val="00CD42DB"/>
    <w:rsid w:val="00CD5D61"/>
    <w:rsid w:val="00CD641D"/>
    <w:rsid w:val="00CE0463"/>
    <w:rsid w:val="00CE08AF"/>
    <w:rsid w:val="00CE111A"/>
    <w:rsid w:val="00CE158E"/>
    <w:rsid w:val="00CE3F38"/>
    <w:rsid w:val="00CE6720"/>
    <w:rsid w:val="00CE6D70"/>
    <w:rsid w:val="00CF113B"/>
    <w:rsid w:val="00CF116B"/>
    <w:rsid w:val="00CF1398"/>
    <w:rsid w:val="00CF16B0"/>
    <w:rsid w:val="00CF1A10"/>
    <w:rsid w:val="00CF1FD8"/>
    <w:rsid w:val="00CF2704"/>
    <w:rsid w:val="00CF2E06"/>
    <w:rsid w:val="00CF2F98"/>
    <w:rsid w:val="00CF2FA5"/>
    <w:rsid w:val="00CF3C6E"/>
    <w:rsid w:val="00CF4779"/>
    <w:rsid w:val="00CF4EAB"/>
    <w:rsid w:val="00CF4FD2"/>
    <w:rsid w:val="00CF5FB4"/>
    <w:rsid w:val="00CF685F"/>
    <w:rsid w:val="00D006C1"/>
    <w:rsid w:val="00D010C1"/>
    <w:rsid w:val="00D01894"/>
    <w:rsid w:val="00D01FA2"/>
    <w:rsid w:val="00D025B1"/>
    <w:rsid w:val="00D02603"/>
    <w:rsid w:val="00D042A5"/>
    <w:rsid w:val="00D067CC"/>
    <w:rsid w:val="00D0682E"/>
    <w:rsid w:val="00D10B91"/>
    <w:rsid w:val="00D112D9"/>
    <w:rsid w:val="00D11B0E"/>
    <w:rsid w:val="00D12A63"/>
    <w:rsid w:val="00D136D6"/>
    <w:rsid w:val="00D13B28"/>
    <w:rsid w:val="00D16C8E"/>
    <w:rsid w:val="00D1762B"/>
    <w:rsid w:val="00D20AFF"/>
    <w:rsid w:val="00D20E36"/>
    <w:rsid w:val="00D21083"/>
    <w:rsid w:val="00D21776"/>
    <w:rsid w:val="00D217A0"/>
    <w:rsid w:val="00D21AFD"/>
    <w:rsid w:val="00D21B28"/>
    <w:rsid w:val="00D22A02"/>
    <w:rsid w:val="00D23D11"/>
    <w:rsid w:val="00D266EE"/>
    <w:rsid w:val="00D267DF"/>
    <w:rsid w:val="00D26CBA"/>
    <w:rsid w:val="00D27CEC"/>
    <w:rsid w:val="00D27EEB"/>
    <w:rsid w:val="00D30145"/>
    <w:rsid w:val="00D301B9"/>
    <w:rsid w:val="00D31EFA"/>
    <w:rsid w:val="00D324F3"/>
    <w:rsid w:val="00D32BA6"/>
    <w:rsid w:val="00D331BE"/>
    <w:rsid w:val="00D33D9C"/>
    <w:rsid w:val="00D34000"/>
    <w:rsid w:val="00D34160"/>
    <w:rsid w:val="00D34AE0"/>
    <w:rsid w:val="00D35109"/>
    <w:rsid w:val="00D360BA"/>
    <w:rsid w:val="00D369E5"/>
    <w:rsid w:val="00D3718C"/>
    <w:rsid w:val="00D41559"/>
    <w:rsid w:val="00D42325"/>
    <w:rsid w:val="00D427B5"/>
    <w:rsid w:val="00D430F6"/>
    <w:rsid w:val="00D436A8"/>
    <w:rsid w:val="00D43F55"/>
    <w:rsid w:val="00D448A0"/>
    <w:rsid w:val="00D44E6B"/>
    <w:rsid w:val="00D457E5"/>
    <w:rsid w:val="00D45874"/>
    <w:rsid w:val="00D47225"/>
    <w:rsid w:val="00D520D6"/>
    <w:rsid w:val="00D52293"/>
    <w:rsid w:val="00D525CF"/>
    <w:rsid w:val="00D53BA8"/>
    <w:rsid w:val="00D54F2F"/>
    <w:rsid w:val="00D5514A"/>
    <w:rsid w:val="00D567DD"/>
    <w:rsid w:val="00D5718B"/>
    <w:rsid w:val="00D627EA"/>
    <w:rsid w:val="00D62962"/>
    <w:rsid w:val="00D62D86"/>
    <w:rsid w:val="00D63E59"/>
    <w:rsid w:val="00D63EFE"/>
    <w:rsid w:val="00D652B8"/>
    <w:rsid w:val="00D65C5D"/>
    <w:rsid w:val="00D664F4"/>
    <w:rsid w:val="00D66E69"/>
    <w:rsid w:val="00D67024"/>
    <w:rsid w:val="00D7000F"/>
    <w:rsid w:val="00D71BC7"/>
    <w:rsid w:val="00D721AB"/>
    <w:rsid w:val="00D72276"/>
    <w:rsid w:val="00D741B7"/>
    <w:rsid w:val="00D74318"/>
    <w:rsid w:val="00D76212"/>
    <w:rsid w:val="00D76A14"/>
    <w:rsid w:val="00D76B43"/>
    <w:rsid w:val="00D774AE"/>
    <w:rsid w:val="00D777BA"/>
    <w:rsid w:val="00D80EDE"/>
    <w:rsid w:val="00D80FD8"/>
    <w:rsid w:val="00D8282C"/>
    <w:rsid w:val="00D84205"/>
    <w:rsid w:val="00D84FAD"/>
    <w:rsid w:val="00D8571B"/>
    <w:rsid w:val="00D85A2B"/>
    <w:rsid w:val="00D86209"/>
    <w:rsid w:val="00D8752F"/>
    <w:rsid w:val="00D87869"/>
    <w:rsid w:val="00D87DFE"/>
    <w:rsid w:val="00D87E81"/>
    <w:rsid w:val="00D901AB"/>
    <w:rsid w:val="00D90CEF"/>
    <w:rsid w:val="00D90D0C"/>
    <w:rsid w:val="00D91458"/>
    <w:rsid w:val="00D919E8"/>
    <w:rsid w:val="00D91FB2"/>
    <w:rsid w:val="00D943DC"/>
    <w:rsid w:val="00D954F3"/>
    <w:rsid w:val="00D958CD"/>
    <w:rsid w:val="00D95FCD"/>
    <w:rsid w:val="00D96A7B"/>
    <w:rsid w:val="00DA108C"/>
    <w:rsid w:val="00DA11CD"/>
    <w:rsid w:val="00DA2850"/>
    <w:rsid w:val="00DA2E07"/>
    <w:rsid w:val="00DA4AE6"/>
    <w:rsid w:val="00DA66BA"/>
    <w:rsid w:val="00DA6778"/>
    <w:rsid w:val="00DB1948"/>
    <w:rsid w:val="00DB1E3C"/>
    <w:rsid w:val="00DB39C6"/>
    <w:rsid w:val="00DB464E"/>
    <w:rsid w:val="00DB57A0"/>
    <w:rsid w:val="00DB57E3"/>
    <w:rsid w:val="00DB62D7"/>
    <w:rsid w:val="00DB6739"/>
    <w:rsid w:val="00DB6A40"/>
    <w:rsid w:val="00DC07C6"/>
    <w:rsid w:val="00DC1D06"/>
    <w:rsid w:val="00DC20E9"/>
    <w:rsid w:val="00DC3579"/>
    <w:rsid w:val="00DC37A4"/>
    <w:rsid w:val="00DC3F68"/>
    <w:rsid w:val="00DC4A4F"/>
    <w:rsid w:val="00DC4DDF"/>
    <w:rsid w:val="00DC5CBD"/>
    <w:rsid w:val="00DC5D91"/>
    <w:rsid w:val="00DC6C02"/>
    <w:rsid w:val="00DD14F8"/>
    <w:rsid w:val="00DD2C0B"/>
    <w:rsid w:val="00DD3FD4"/>
    <w:rsid w:val="00DD48EF"/>
    <w:rsid w:val="00DD4A4E"/>
    <w:rsid w:val="00DD4CD5"/>
    <w:rsid w:val="00DD4CEF"/>
    <w:rsid w:val="00DD4E6C"/>
    <w:rsid w:val="00DD4EB3"/>
    <w:rsid w:val="00DD5665"/>
    <w:rsid w:val="00DD6381"/>
    <w:rsid w:val="00DD7C47"/>
    <w:rsid w:val="00DE010B"/>
    <w:rsid w:val="00DE0593"/>
    <w:rsid w:val="00DE07D5"/>
    <w:rsid w:val="00DE12B0"/>
    <w:rsid w:val="00DE2628"/>
    <w:rsid w:val="00DE4046"/>
    <w:rsid w:val="00DE4515"/>
    <w:rsid w:val="00DE5A76"/>
    <w:rsid w:val="00DE6734"/>
    <w:rsid w:val="00DE7036"/>
    <w:rsid w:val="00DE7AFB"/>
    <w:rsid w:val="00DE7C89"/>
    <w:rsid w:val="00DF0DAC"/>
    <w:rsid w:val="00DF3388"/>
    <w:rsid w:val="00DF3D0A"/>
    <w:rsid w:val="00DF4085"/>
    <w:rsid w:val="00DF50DA"/>
    <w:rsid w:val="00DF629D"/>
    <w:rsid w:val="00DF6542"/>
    <w:rsid w:val="00DF6F8B"/>
    <w:rsid w:val="00DF7281"/>
    <w:rsid w:val="00DF78B9"/>
    <w:rsid w:val="00DF7C27"/>
    <w:rsid w:val="00DF7C7C"/>
    <w:rsid w:val="00E00A93"/>
    <w:rsid w:val="00E02F14"/>
    <w:rsid w:val="00E048C1"/>
    <w:rsid w:val="00E04BB4"/>
    <w:rsid w:val="00E05ACD"/>
    <w:rsid w:val="00E05BF1"/>
    <w:rsid w:val="00E06A3D"/>
    <w:rsid w:val="00E06BC3"/>
    <w:rsid w:val="00E100CC"/>
    <w:rsid w:val="00E117FE"/>
    <w:rsid w:val="00E11D1B"/>
    <w:rsid w:val="00E12DC3"/>
    <w:rsid w:val="00E137F2"/>
    <w:rsid w:val="00E13CEC"/>
    <w:rsid w:val="00E15BC2"/>
    <w:rsid w:val="00E16463"/>
    <w:rsid w:val="00E16C19"/>
    <w:rsid w:val="00E170AD"/>
    <w:rsid w:val="00E219B9"/>
    <w:rsid w:val="00E22024"/>
    <w:rsid w:val="00E2224B"/>
    <w:rsid w:val="00E239A7"/>
    <w:rsid w:val="00E23EA8"/>
    <w:rsid w:val="00E2471D"/>
    <w:rsid w:val="00E27A85"/>
    <w:rsid w:val="00E3059C"/>
    <w:rsid w:val="00E31345"/>
    <w:rsid w:val="00E31683"/>
    <w:rsid w:val="00E336EA"/>
    <w:rsid w:val="00E337A0"/>
    <w:rsid w:val="00E33821"/>
    <w:rsid w:val="00E36C73"/>
    <w:rsid w:val="00E36C7F"/>
    <w:rsid w:val="00E370A2"/>
    <w:rsid w:val="00E375C0"/>
    <w:rsid w:val="00E37659"/>
    <w:rsid w:val="00E377C1"/>
    <w:rsid w:val="00E37C6F"/>
    <w:rsid w:val="00E40933"/>
    <w:rsid w:val="00E41123"/>
    <w:rsid w:val="00E434A6"/>
    <w:rsid w:val="00E43D40"/>
    <w:rsid w:val="00E4411F"/>
    <w:rsid w:val="00E44201"/>
    <w:rsid w:val="00E442B3"/>
    <w:rsid w:val="00E444A9"/>
    <w:rsid w:val="00E44B98"/>
    <w:rsid w:val="00E45B76"/>
    <w:rsid w:val="00E45D66"/>
    <w:rsid w:val="00E47360"/>
    <w:rsid w:val="00E47EEA"/>
    <w:rsid w:val="00E50DA9"/>
    <w:rsid w:val="00E51763"/>
    <w:rsid w:val="00E51FE4"/>
    <w:rsid w:val="00E524EC"/>
    <w:rsid w:val="00E54A4B"/>
    <w:rsid w:val="00E54D04"/>
    <w:rsid w:val="00E559D1"/>
    <w:rsid w:val="00E5604B"/>
    <w:rsid w:val="00E56E03"/>
    <w:rsid w:val="00E57ACB"/>
    <w:rsid w:val="00E57AF5"/>
    <w:rsid w:val="00E57C3B"/>
    <w:rsid w:val="00E57C52"/>
    <w:rsid w:val="00E6003C"/>
    <w:rsid w:val="00E60577"/>
    <w:rsid w:val="00E60989"/>
    <w:rsid w:val="00E619AE"/>
    <w:rsid w:val="00E61C94"/>
    <w:rsid w:val="00E6254D"/>
    <w:rsid w:val="00E6391D"/>
    <w:rsid w:val="00E656CF"/>
    <w:rsid w:val="00E65E7C"/>
    <w:rsid w:val="00E665CC"/>
    <w:rsid w:val="00E66919"/>
    <w:rsid w:val="00E67959"/>
    <w:rsid w:val="00E67D8C"/>
    <w:rsid w:val="00E70260"/>
    <w:rsid w:val="00E71B19"/>
    <w:rsid w:val="00E71E0B"/>
    <w:rsid w:val="00E72137"/>
    <w:rsid w:val="00E72A17"/>
    <w:rsid w:val="00E730D5"/>
    <w:rsid w:val="00E7348D"/>
    <w:rsid w:val="00E734A5"/>
    <w:rsid w:val="00E74CD1"/>
    <w:rsid w:val="00E7559D"/>
    <w:rsid w:val="00E755F3"/>
    <w:rsid w:val="00E75F40"/>
    <w:rsid w:val="00E77667"/>
    <w:rsid w:val="00E77A82"/>
    <w:rsid w:val="00E77D28"/>
    <w:rsid w:val="00E77EDE"/>
    <w:rsid w:val="00E802C4"/>
    <w:rsid w:val="00E802C9"/>
    <w:rsid w:val="00E80617"/>
    <w:rsid w:val="00E80F37"/>
    <w:rsid w:val="00E8110D"/>
    <w:rsid w:val="00E85A18"/>
    <w:rsid w:val="00E86C5C"/>
    <w:rsid w:val="00E86F44"/>
    <w:rsid w:val="00E875D6"/>
    <w:rsid w:val="00E87ABF"/>
    <w:rsid w:val="00E87F0F"/>
    <w:rsid w:val="00E909DE"/>
    <w:rsid w:val="00E90C92"/>
    <w:rsid w:val="00E93E32"/>
    <w:rsid w:val="00E94E7F"/>
    <w:rsid w:val="00E955E4"/>
    <w:rsid w:val="00E96672"/>
    <w:rsid w:val="00E97DD7"/>
    <w:rsid w:val="00E97F3D"/>
    <w:rsid w:val="00EA0669"/>
    <w:rsid w:val="00EA42AD"/>
    <w:rsid w:val="00EA482B"/>
    <w:rsid w:val="00EA5987"/>
    <w:rsid w:val="00EA5F35"/>
    <w:rsid w:val="00EA61FB"/>
    <w:rsid w:val="00EA6843"/>
    <w:rsid w:val="00EA6A1A"/>
    <w:rsid w:val="00EB25BD"/>
    <w:rsid w:val="00EB273C"/>
    <w:rsid w:val="00EB2AFA"/>
    <w:rsid w:val="00EB2D22"/>
    <w:rsid w:val="00EB3906"/>
    <w:rsid w:val="00EB3F85"/>
    <w:rsid w:val="00EB6D0A"/>
    <w:rsid w:val="00EB75CE"/>
    <w:rsid w:val="00EC0AFE"/>
    <w:rsid w:val="00EC14A2"/>
    <w:rsid w:val="00EC14E8"/>
    <w:rsid w:val="00EC1641"/>
    <w:rsid w:val="00EC1CD8"/>
    <w:rsid w:val="00EC27CE"/>
    <w:rsid w:val="00EC317A"/>
    <w:rsid w:val="00EC35FF"/>
    <w:rsid w:val="00EC38B7"/>
    <w:rsid w:val="00EC43D0"/>
    <w:rsid w:val="00EC44D0"/>
    <w:rsid w:val="00EC593F"/>
    <w:rsid w:val="00EC597A"/>
    <w:rsid w:val="00EC5B63"/>
    <w:rsid w:val="00EC7023"/>
    <w:rsid w:val="00EC7832"/>
    <w:rsid w:val="00ED0D9A"/>
    <w:rsid w:val="00ED7608"/>
    <w:rsid w:val="00EE0B65"/>
    <w:rsid w:val="00EE1090"/>
    <w:rsid w:val="00EE250C"/>
    <w:rsid w:val="00EE2542"/>
    <w:rsid w:val="00EE267B"/>
    <w:rsid w:val="00EE545A"/>
    <w:rsid w:val="00EE5A0E"/>
    <w:rsid w:val="00EE6DB8"/>
    <w:rsid w:val="00EE7532"/>
    <w:rsid w:val="00EF000B"/>
    <w:rsid w:val="00EF061E"/>
    <w:rsid w:val="00EF1771"/>
    <w:rsid w:val="00EF2178"/>
    <w:rsid w:val="00EF217F"/>
    <w:rsid w:val="00EF2469"/>
    <w:rsid w:val="00EF28F7"/>
    <w:rsid w:val="00EF2D12"/>
    <w:rsid w:val="00EF31F1"/>
    <w:rsid w:val="00EF357F"/>
    <w:rsid w:val="00EF4D0F"/>
    <w:rsid w:val="00EF6C1E"/>
    <w:rsid w:val="00EF79C5"/>
    <w:rsid w:val="00F00420"/>
    <w:rsid w:val="00F006B0"/>
    <w:rsid w:val="00F01455"/>
    <w:rsid w:val="00F014B4"/>
    <w:rsid w:val="00F01526"/>
    <w:rsid w:val="00F02E56"/>
    <w:rsid w:val="00F0307D"/>
    <w:rsid w:val="00F039A8"/>
    <w:rsid w:val="00F03F64"/>
    <w:rsid w:val="00F04A0B"/>
    <w:rsid w:val="00F05881"/>
    <w:rsid w:val="00F05C17"/>
    <w:rsid w:val="00F0604F"/>
    <w:rsid w:val="00F10519"/>
    <w:rsid w:val="00F10DC3"/>
    <w:rsid w:val="00F11367"/>
    <w:rsid w:val="00F118E3"/>
    <w:rsid w:val="00F133F6"/>
    <w:rsid w:val="00F1368F"/>
    <w:rsid w:val="00F1460E"/>
    <w:rsid w:val="00F14FF3"/>
    <w:rsid w:val="00F217B0"/>
    <w:rsid w:val="00F219BC"/>
    <w:rsid w:val="00F22C5F"/>
    <w:rsid w:val="00F22DE8"/>
    <w:rsid w:val="00F23F8C"/>
    <w:rsid w:val="00F24AF6"/>
    <w:rsid w:val="00F24CE0"/>
    <w:rsid w:val="00F26002"/>
    <w:rsid w:val="00F261D9"/>
    <w:rsid w:val="00F303F7"/>
    <w:rsid w:val="00F316B5"/>
    <w:rsid w:val="00F31B9F"/>
    <w:rsid w:val="00F322EA"/>
    <w:rsid w:val="00F32DAF"/>
    <w:rsid w:val="00F354CE"/>
    <w:rsid w:val="00F36C52"/>
    <w:rsid w:val="00F3706C"/>
    <w:rsid w:val="00F37425"/>
    <w:rsid w:val="00F37600"/>
    <w:rsid w:val="00F37F99"/>
    <w:rsid w:val="00F4048A"/>
    <w:rsid w:val="00F41548"/>
    <w:rsid w:val="00F42254"/>
    <w:rsid w:val="00F44191"/>
    <w:rsid w:val="00F44632"/>
    <w:rsid w:val="00F44641"/>
    <w:rsid w:val="00F4541A"/>
    <w:rsid w:val="00F4561B"/>
    <w:rsid w:val="00F456BE"/>
    <w:rsid w:val="00F474AE"/>
    <w:rsid w:val="00F506A5"/>
    <w:rsid w:val="00F5111F"/>
    <w:rsid w:val="00F51571"/>
    <w:rsid w:val="00F519F1"/>
    <w:rsid w:val="00F52378"/>
    <w:rsid w:val="00F5237E"/>
    <w:rsid w:val="00F52D4F"/>
    <w:rsid w:val="00F531F2"/>
    <w:rsid w:val="00F538E0"/>
    <w:rsid w:val="00F53E06"/>
    <w:rsid w:val="00F540C2"/>
    <w:rsid w:val="00F54461"/>
    <w:rsid w:val="00F554C9"/>
    <w:rsid w:val="00F55DCF"/>
    <w:rsid w:val="00F56285"/>
    <w:rsid w:val="00F56AD2"/>
    <w:rsid w:val="00F56D01"/>
    <w:rsid w:val="00F56D39"/>
    <w:rsid w:val="00F57372"/>
    <w:rsid w:val="00F6074D"/>
    <w:rsid w:val="00F629AA"/>
    <w:rsid w:val="00F62AAA"/>
    <w:rsid w:val="00F62B1C"/>
    <w:rsid w:val="00F63621"/>
    <w:rsid w:val="00F63D9D"/>
    <w:rsid w:val="00F64009"/>
    <w:rsid w:val="00F645E7"/>
    <w:rsid w:val="00F648A4"/>
    <w:rsid w:val="00F668EB"/>
    <w:rsid w:val="00F66964"/>
    <w:rsid w:val="00F66CCD"/>
    <w:rsid w:val="00F67CA7"/>
    <w:rsid w:val="00F67F6E"/>
    <w:rsid w:val="00F7036C"/>
    <w:rsid w:val="00F70424"/>
    <w:rsid w:val="00F7065E"/>
    <w:rsid w:val="00F713AB"/>
    <w:rsid w:val="00F73125"/>
    <w:rsid w:val="00F7317C"/>
    <w:rsid w:val="00F73A37"/>
    <w:rsid w:val="00F7458E"/>
    <w:rsid w:val="00F7675E"/>
    <w:rsid w:val="00F76BA8"/>
    <w:rsid w:val="00F77964"/>
    <w:rsid w:val="00F805CF"/>
    <w:rsid w:val="00F817E8"/>
    <w:rsid w:val="00F82024"/>
    <w:rsid w:val="00F82B4E"/>
    <w:rsid w:val="00F86109"/>
    <w:rsid w:val="00F86938"/>
    <w:rsid w:val="00F86A25"/>
    <w:rsid w:val="00F87086"/>
    <w:rsid w:val="00F902F7"/>
    <w:rsid w:val="00F91465"/>
    <w:rsid w:val="00F92147"/>
    <w:rsid w:val="00F9217C"/>
    <w:rsid w:val="00F926F6"/>
    <w:rsid w:val="00F936D7"/>
    <w:rsid w:val="00F93939"/>
    <w:rsid w:val="00F93E06"/>
    <w:rsid w:val="00F94C1D"/>
    <w:rsid w:val="00F94E51"/>
    <w:rsid w:val="00F95D6A"/>
    <w:rsid w:val="00F9667E"/>
    <w:rsid w:val="00F966F2"/>
    <w:rsid w:val="00F972BF"/>
    <w:rsid w:val="00F973E9"/>
    <w:rsid w:val="00F9757E"/>
    <w:rsid w:val="00F979AE"/>
    <w:rsid w:val="00F97EF8"/>
    <w:rsid w:val="00FA0B60"/>
    <w:rsid w:val="00FA0CFD"/>
    <w:rsid w:val="00FA0F4F"/>
    <w:rsid w:val="00FA0FC6"/>
    <w:rsid w:val="00FA13BA"/>
    <w:rsid w:val="00FA1979"/>
    <w:rsid w:val="00FA2EAF"/>
    <w:rsid w:val="00FA2F03"/>
    <w:rsid w:val="00FA3B9B"/>
    <w:rsid w:val="00FA3F84"/>
    <w:rsid w:val="00FA5704"/>
    <w:rsid w:val="00FA6911"/>
    <w:rsid w:val="00FB00F8"/>
    <w:rsid w:val="00FB0720"/>
    <w:rsid w:val="00FB0A9D"/>
    <w:rsid w:val="00FB0BCF"/>
    <w:rsid w:val="00FB264F"/>
    <w:rsid w:val="00FB39D0"/>
    <w:rsid w:val="00FB486B"/>
    <w:rsid w:val="00FB62DC"/>
    <w:rsid w:val="00FC00D9"/>
    <w:rsid w:val="00FC0447"/>
    <w:rsid w:val="00FC0572"/>
    <w:rsid w:val="00FC1EFA"/>
    <w:rsid w:val="00FC1FD6"/>
    <w:rsid w:val="00FC224C"/>
    <w:rsid w:val="00FC2EB3"/>
    <w:rsid w:val="00FC3CC7"/>
    <w:rsid w:val="00FC41AE"/>
    <w:rsid w:val="00FC63F8"/>
    <w:rsid w:val="00FC6D70"/>
    <w:rsid w:val="00FC77BC"/>
    <w:rsid w:val="00FD0638"/>
    <w:rsid w:val="00FD08BD"/>
    <w:rsid w:val="00FD0D58"/>
    <w:rsid w:val="00FD1CE6"/>
    <w:rsid w:val="00FD2022"/>
    <w:rsid w:val="00FD3BE0"/>
    <w:rsid w:val="00FD4AAE"/>
    <w:rsid w:val="00FD4DAF"/>
    <w:rsid w:val="00FD541E"/>
    <w:rsid w:val="00FD67FD"/>
    <w:rsid w:val="00FD6EC2"/>
    <w:rsid w:val="00FD78BB"/>
    <w:rsid w:val="00FE07E6"/>
    <w:rsid w:val="00FE177D"/>
    <w:rsid w:val="00FE1C48"/>
    <w:rsid w:val="00FE2355"/>
    <w:rsid w:val="00FE2BC9"/>
    <w:rsid w:val="00FE3BB2"/>
    <w:rsid w:val="00FE456C"/>
    <w:rsid w:val="00FE5A2F"/>
    <w:rsid w:val="00FE5CE4"/>
    <w:rsid w:val="00FE60D3"/>
    <w:rsid w:val="00FE6E8D"/>
    <w:rsid w:val="00FE72CE"/>
    <w:rsid w:val="00FE7B2C"/>
    <w:rsid w:val="00FF437B"/>
    <w:rsid w:val="00FF534B"/>
    <w:rsid w:val="00FF54A6"/>
    <w:rsid w:val="00FF57EB"/>
    <w:rsid w:val="00FF5A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DB2F0"/>
  <w15:docId w15:val="{A8A55705-5A89-41DF-AA85-92F74C897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C284E"/>
    <w:rPr>
      <w:sz w:val="28"/>
      <w:szCs w:val="28"/>
    </w:rPr>
  </w:style>
  <w:style w:type="paragraph" w:styleId="Heading1">
    <w:name w:val="heading 1"/>
    <w:basedOn w:val="Normal"/>
    <w:link w:val="Heading1Char"/>
    <w:autoRedefine/>
    <w:uiPriority w:val="9"/>
    <w:qFormat/>
    <w:rsid w:val="00966A06"/>
    <w:pPr>
      <w:widowControl w:val="0"/>
      <w:tabs>
        <w:tab w:val="left" w:pos="851"/>
      </w:tabs>
      <w:spacing w:before="120" w:line="264" w:lineRule="auto"/>
      <w:ind w:firstLine="567"/>
      <w:jc w:val="both"/>
      <w:outlineLvl w:val="0"/>
    </w:pPr>
    <w:rPr>
      <w:b/>
      <w:bCs/>
      <w:color w:val="000000" w:themeColor="text1"/>
      <w:kern w:val="36"/>
    </w:rPr>
  </w:style>
  <w:style w:type="paragraph" w:styleId="Heading2">
    <w:name w:val="heading 2"/>
    <w:basedOn w:val="Normal"/>
    <w:next w:val="Normal"/>
    <w:link w:val="Heading2Char"/>
    <w:autoRedefine/>
    <w:uiPriority w:val="9"/>
    <w:unhideWhenUsed/>
    <w:qFormat/>
    <w:rsid w:val="00966A06"/>
    <w:pPr>
      <w:widowControl w:val="0"/>
      <w:spacing w:before="120" w:line="264" w:lineRule="auto"/>
      <w:ind w:firstLine="567"/>
      <w:contextualSpacing/>
      <w:jc w:val="both"/>
      <w:outlineLvl w:val="1"/>
    </w:pPr>
    <w:rPr>
      <w:color w:val="000000" w:themeColor="text1"/>
      <w:szCs w:val="26"/>
    </w:rPr>
  </w:style>
  <w:style w:type="paragraph" w:styleId="Heading3">
    <w:name w:val="heading 3"/>
    <w:basedOn w:val="Normal"/>
    <w:next w:val="Normal"/>
    <w:link w:val="Heading3Char"/>
    <w:uiPriority w:val="9"/>
    <w:unhideWhenUsed/>
    <w:qFormat/>
    <w:rsid w:val="00966A06"/>
    <w:pPr>
      <w:widowControl w:val="0"/>
      <w:spacing w:before="120" w:line="264" w:lineRule="auto"/>
      <w:ind w:firstLine="567"/>
      <w:contextualSpacing/>
      <w:jc w:val="both"/>
      <w:outlineLvl w:val="2"/>
    </w:pPr>
    <w:rPr>
      <w:i/>
      <w:iCs/>
      <w:color w:val="000000" w:themeColor="text1"/>
    </w:rPr>
  </w:style>
  <w:style w:type="paragraph" w:styleId="Heading9">
    <w:name w:val="heading 9"/>
    <w:basedOn w:val="Normal"/>
    <w:next w:val="Normal"/>
    <w:qFormat/>
    <w:rsid w:val="000E2C77"/>
    <w:pPr>
      <w:spacing w:before="240" w:after="60"/>
      <w:jc w:val="both"/>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0E2C77"/>
    <w:pPr>
      <w:jc w:val="center"/>
    </w:pPr>
    <w:rPr>
      <w:rFonts w:ascii=".VnTimeH" w:hAnsi=".VnTimeH" w:cs=".VnTimeH"/>
      <w:b/>
      <w:bCs/>
    </w:rPr>
  </w:style>
  <w:style w:type="table" w:styleId="TableGrid">
    <w:name w:val="Table Grid"/>
    <w:basedOn w:val="TableNormal"/>
    <w:rsid w:val="000E2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0E2C77"/>
    <w:pPr>
      <w:tabs>
        <w:tab w:val="center" w:pos="4320"/>
        <w:tab w:val="right" w:pos="8640"/>
      </w:tabs>
    </w:pPr>
    <w:rPr>
      <w:sz w:val="24"/>
      <w:szCs w:val="24"/>
    </w:rPr>
  </w:style>
  <w:style w:type="character" w:styleId="PageNumber">
    <w:name w:val="page number"/>
    <w:basedOn w:val="DefaultParagraphFont"/>
    <w:rsid w:val="000E2C77"/>
  </w:style>
  <w:style w:type="paragraph" w:customStyle="1" w:styleId="Char">
    <w:name w:val="Char"/>
    <w:basedOn w:val="Normal"/>
    <w:semiHidden/>
    <w:rsid w:val="000E2C77"/>
    <w:pPr>
      <w:spacing w:after="160" w:line="240" w:lineRule="exact"/>
    </w:pPr>
    <w:rPr>
      <w:rFonts w:ascii="Arial" w:hAnsi="Arial" w:cs="Arial"/>
      <w:sz w:val="22"/>
      <w:szCs w:val="22"/>
    </w:rPr>
  </w:style>
  <w:style w:type="paragraph" w:customStyle="1" w:styleId="Char1">
    <w:name w:val="Char1"/>
    <w:basedOn w:val="Normal"/>
    <w:rsid w:val="009C2D8C"/>
    <w:pPr>
      <w:spacing w:after="160" w:line="240" w:lineRule="exact"/>
    </w:pPr>
    <w:rPr>
      <w:rFonts w:ascii="Arial" w:hAnsi="Arial" w:cs="Arial"/>
      <w:sz w:val="22"/>
      <w:szCs w:val="22"/>
    </w:rPr>
  </w:style>
  <w:style w:type="paragraph" w:styleId="Footer">
    <w:name w:val="footer"/>
    <w:basedOn w:val="Normal"/>
    <w:link w:val="FooterChar"/>
    <w:uiPriority w:val="99"/>
    <w:rsid w:val="009C2D8C"/>
    <w:pPr>
      <w:tabs>
        <w:tab w:val="center" w:pos="4320"/>
        <w:tab w:val="right" w:pos="8640"/>
      </w:tabs>
    </w:pPr>
  </w:style>
  <w:style w:type="paragraph" w:customStyle="1" w:styleId="CharCharCharCharCharChar1CharCharCharCharCharCharCharCharCharCharCharCharCharCharChar">
    <w:name w:val="Char Char Char Char Char Char1 Char Char Char Char Char Char Char Char Char Char Char Char Char Char Char"/>
    <w:basedOn w:val="Normal"/>
    <w:semiHidden/>
    <w:rsid w:val="00715895"/>
    <w:pPr>
      <w:spacing w:after="160" w:line="240" w:lineRule="exact"/>
    </w:pPr>
    <w:rPr>
      <w:rFonts w:ascii="Arial" w:hAnsi="Arial" w:cs="Arial"/>
      <w:sz w:val="22"/>
      <w:szCs w:val="22"/>
    </w:rPr>
  </w:style>
  <w:style w:type="paragraph" w:customStyle="1" w:styleId="CharCharCharChar">
    <w:name w:val="Char Char Char Char"/>
    <w:basedOn w:val="Normal"/>
    <w:rsid w:val="005B4C42"/>
    <w:pPr>
      <w:spacing w:after="160" w:line="240" w:lineRule="exact"/>
    </w:pPr>
    <w:rPr>
      <w:rFonts w:ascii="Verdana" w:hAnsi="Verdana"/>
      <w:sz w:val="20"/>
      <w:szCs w:val="20"/>
    </w:rPr>
  </w:style>
  <w:style w:type="character" w:customStyle="1" w:styleId="SubtitleChar">
    <w:name w:val="Subtitle Char"/>
    <w:link w:val="Subtitle"/>
    <w:rsid w:val="00B6450A"/>
    <w:rPr>
      <w:rFonts w:ascii=".VnTimeH" w:hAnsi=".VnTimeH" w:cs=".VnTimeH"/>
      <w:b/>
      <w:bCs/>
      <w:sz w:val="28"/>
      <w:szCs w:val="28"/>
    </w:rPr>
  </w:style>
  <w:style w:type="character" w:customStyle="1" w:styleId="HeaderChar">
    <w:name w:val="Header Char"/>
    <w:basedOn w:val="DefaultParagraphFont"/>
    <w:link w:val="Header"/>
    <w:uiPriority w:val="99"/>
    <w:rsid w:val="00E56E03"/>
    <w:rPr>
      <w:sz w:val="24"/>
      <w:szCs w:val="24"/>
    </w:rPr>
  </w:style>
  <w:style w:type="character" w:customStyle="1" w:styleId="FooterChar">
    <w:name w:val="Footer Char"/>
    <w:basedOn w:val="DefaultParagraphFont"/>
    <w:link w:val="Footer"/>
    <w:uiPriority w:val="99"/>
    <w:rsid w:val="00E56E03"/>
    <w:rPr>
      <w:sz w:val="28"/>
      <w:szCs w:val="28"/>
    </w:rPr>
  </w:style>
  <w:style w:type="paragraph" w:styleId="ListParagraph">
    <w:name w:val="List Paragraph"/>
    <w:aliases w:val="Paragraph,Thang2,Bullet 1,bullet 2,Heading 1.1,bullet 1,bullet,List Paragraph11,List Paragraph12,List Paragraph2,List Paragraph111,ANNEX,List Paragraph1,Bullets,References,List Paragraph (numbered (a)),Gạch đầu dòng,ko,b1,List Paragraph 1"/>
    <w:basedOn w:val="Normal"/>
    <w:link w:val="ListParagraphChar"/>
    <w:uiPriority w:val="34"/>
    <w:qFormat/>
    <w:rsid w:val="00573516"/>
    <w:pPr>
      <w:ind w:left="720"/>
      <w:contextualSpacing/>
    </w:pPr>
  </w:style>
  <w:style w:type="character" w:customStyle="1" w:styleId="Bodytext2">
    <w:name w:val="Body text (2)_"/>
    <w:link w:val="Bodytext20"/>
    <w:uiPriority w:val="99"/>
    <w:rsid w:val="00646BE1"/>
    <w:rPr>
      <w:sz w:val="26"/>
      <w:szCs w:val="26"/>
      <w:shd w:val="clear" w:color="auto" w:fill="FFFFFF"/>
    </w:rPr>
  </w:style>
  <w:style w:type="paragraph" w:customStyle="1" w:styleId="Bodytext20">
    <w:name w:val="Body text (2)"/>
    <w:basedOn w:val="Normal"/>
    <w:link w:val="Bodytext2"/>
    <w:uiPriority w:val="99"/>
    <w:rsid w:val="00646BE1"/>
    <w:pPr>
      <w:widowControl w:val="0"/>
      <w:shd w:val="clear" w:color="auto" w:fill="FFFFFF"/>
      <w:spacing w:before="60" w:after="60" w:line="288" w:lineRule="exact"/>
      <w:jc w:val="both"/>
    </w:pPr>
    <w:rPr>
      <w:sz w:val="26"/>
      <w:szCs w:val="26"/>
    </w:rPr>
  </w:style>
  <w:style w:type="paragraph" w:styleId="Caption">
    <w:name w:val="caption"/>
    <w:basedOn w:val="Normal"/>
    <w:next w:val="Normal"/>
    <w:qFormat/>
    <w:rsid w:val="007F2B6A"/>
    <w:pPr>
      <w:jc w:val="center"/>
    </w:pPr>
    <w:rPr>
      <w:rFonts w:ascii="VNtimes new roman" w:hAnsi="VNtimes new roman"/>
      <w:b/>
      <w:sz w:val="32"/>
      <w:szCs w:val="20"/>
    </w:rPr>
  </w:style>
  <w:style w:type="paragraph" w:styleId="BodyText">
    <w:name w:val="Body Text"/>
    <w:basedOn w:val="Normal"/>
    <w:link w:val="BodyTextChar"/>
    <w:qFormat/>
    <w:rsid w:val="007F2B6A"/>
    <w:pPr>
      <w:jc w:val="center"/>
    </w:pPr>
    <w:rPr>
      <w:rFonts w:ascii="VNtimes new roman" w:hAnsi="VNtimes new roman"/>
      <w:b/>
      <w:i/>
      <w:szCs w:val="20"/>
    </w:rPr>
  </w:style>
  <w:style w:type="character" w:customStyle="1" w:styleId="BodyTextChar">
    <w:name w:val="Body Text Char"/>
    <w:basedOn w:val="DefaultParagraphFont"/>
    <w:link w:val="BodyText"/>
    <w:rsid w:val="007F2B6A"/>
    <w:rPr>
      <w:rFonts w:ascii="VNtimes new roman" w:hAnsi="VNtimes new roman"/>
      <w:b/>
      <w:i/>
      <w:sz w:val="28"/>
    </w:rPr>
  </w:style>
  <w:style w:type="paragraph" w:styleId="BalloonText">
    <w:name w:val="Balloon Text"/>
    <w:basedOn w:val="Normal"/>
    <w:link w:val="BalloonTextChar"/>
    <w:uiPriority w:val="99"/>
    <w:semiHidden/>
    <w:unhideWhenUsed/>
    <w:rsid w:val="00960DAC"/>
    <w:rPr>
      <w:rFonts w:ascii="Tahoma" w:hAnsi="Tahoma" w:cs="Tahoma"/>
      <w:sz w:val="16"/>
      <w:szCs w:val="16"/>
    </w:rPr>
  </w:style>
  <w:style w:type="character" w:customStyle="1" w:styleId="BalloonTextChar">
    <w:name w:val="Balloon Text Char"/>
    <w:basedOn w:val="DefaultParagraphFont"/>
    <w:link w:val="BalloonText"/>
    <w:uiPriority w:val="99"/>
    <w:semiHidden/>
    <w:rsid w:val="00960DAC"/>
    <w:rPr>
      <w:rFonts w:ascii="Tahoma" w:hAnsi="Tahoma" w:cs="Tahoma"/>
      <w:sz w:val="16"/>
      <w:szCs w:val="16"/>
    </w:rPr>
  </w:style>
  <w:style w:type="paragraph" w:customStyle="1" w:styleId="body">
    <w:name w:val="body"/>
    <w:basedOn w:val="Normal"/>
    <w:rsid w:val="006C604B"/>
    <w:pPr>
      <w:widowControl w:val="0"/>
      <w:spacing w:before="120" w:after="120" w:line="340" w:lineRule="atLeast"/>
      <w:ind w:firstLine="720"/>
      <w:jc w:val="both"/>
    </w:pPr>
    <w:rPr>
      <w:lang w:val="nl-NL"/>
    </w:rPr>
  </w:style>
  <w:style w:type="paragraph" w:customStyle="1" w:styleId="1">
    <w:name w:val="1"/>
    <w:basedOn w:val="Normal"/>
    <w:rsid w:val="006C604B"/>
    <w:pPr>
      <w:widowControl w:val="0"/>
      <w:spacing w:before="160" w:after="120" w:line="340" w:lineRule="atLeast"/>
      <w:ind w:firstLine="720"/>
      <w:jc w:val="both"/>
    </w:pPr>
    <w:rPr>
      <w:rFonts w:ascii="Times New Roman Bold" w:hAnsi="Times New Roman Bold"/>
      <w:b/>
      <w:lang w:val="it-IT"/>
    </w:rPr>
  </w:style>
  <w:style w:type="paragraph" w:styleId="Revision">
    <w:name w:val="Revision"/>
    <w:hidden/>
    <w:uiPriority w:val="99"/>
    <w:semiHidden/>
    <w:rsid w:val="00426C2D"/>
    <w:rPr>
      <w:sz w:val="28"/>
      <w:szCs w:val="28"/>
    </w:rPr>
  </w:style>
  <w:style w:type="character" w:styleId="FootnoteReference">
    <w:name w:val="footnote reference"/>
    <w:aliases w:val="Footnote,Ref,de nota al pie,Footnote text + 13 pt,Footnote text,ftref,(NECG) Footnote Reference,16 Point,Superscript 6 Point,Footnote + Arial,10 pt,Black,SUPERS,Footnote dich,fr,Footnote Text1,BearingPoint,Footnote Text11, BVI fnr,Re"/>
    <w:link w:val="BVIfnrCarCar"/>
    <w:uiPriority w:val="99"/>
    <w:unhideWhenUsed/>
    <w:qFormat/>
    <w:rsid w:val="00BB694F"/>
    <w:rPr>
      <w:vertAlign w:val="superscript"/>
    </w:rPr>
  </w:style>
  <w:style w:type="paragraph" w:customStyle="1" w:styleId="BVIfnrCarCar">
    <w:name w:val="BVI fnr Car Car"/>
    <w:aliases w:val="BVI fnr Car,BVI fnr Car Car Car Car Char"/>
    <w:basedOn w:val="Normal"/>
    <w:link w:val="FootnoteReference"/>
    <w:uiPriority w:val="99"/>
    <w:qFormat/>
    <w:rsid w:val="00BB694F"/>
    <w:pPr>
      <w:spacing w:after="160" w:line="240" w:lineRule="exact"/>
    </w:pPr>
    <w:rPr>
      <w:sz w:val="20"/>
      <w:szCs w:val="20"/>
      <w:vertAlign w:val="superscript"/>
    </w:rPr>
  </w:style>
  <w:style w:type="paragraph" w:styleId="FootnoteText">
    <w:name w:val="footnote text"/>
    <w:aliases w:val="ft,(NECG) Footnote Text,Footnote Text Char Char Char Char Char,Footnote Text Char Char Char Char Char Char Ch,Footnote Text Char Char,Footnote Text Char1 Char Char,Footnote Text Char Char Char Char,fn,Footnote Text Char Tegn Char,fn caf"/>
    <w:basedOn w:val="Normal"/>
    <w:link w:val="FootnoteTextChar1"/>
    <w:unhideWhenUsed/>
    <w:qFormat/>
    <w:rsid w:val="00BB694F"/>
    <w:rPr>
      <w:rFonts w:eastAsia="Calibri"/>
      <w:sz w:val="20"/>
      <w:szCs w:val="20"/>
      <w:lang w:val="vi-VN"/>
    </w:rPr>
  </w:style>
  <w:style w:type="character" w:customStyle="1" w:styleId="FootnoteTextChar">
    <w:name w:val="Footnote Text Char"/>
    <w:aliases w:val="single space Char,fn Char"/>
    <w:basedOn w:val="DefaultParagraphFont"/>
    <w:qFormat/>
    <w:rsid w:val="00BB694F"/>
  </w:style>
  <w:style w:type="character" w:customStyle="1" w:styleId="FootnoteTextChar1">
    <w:name w:val="Footnote Text Char1"/>
    <w:aliases w:val="ft Char,(NECG) Footnote Text Char,Footnote Text Char Char Char Char Char Char,Footnote Text Char Char Char Char Char Char Ch Char,Footnote Text Char Char Char,Footnote Text Char1 Char Char Char,Footnote Text Char Char Char Char Char1"/>
    <w:link w:val="FootnoteText"/>
    <w:uiPriority w:val="99"/>
    <w:rsid w:val="00BB694F"/>
    <w:rPr>
      <w:rFonts w:eastAsia="Calibri"/>
      <w:lang w:val="vi-VN"/>
    </w:rPr>
  </w:style>
  <w:style w:type="character" w:styleId="CommentReference">
    <w:name w:val="annotation reference"/>
    <w:basedOn w:val="DefaultParagraphFont"/>
    <w:semiHidden/>
    <w:unhideWhenUsed/>
    <w:rsid w:val="00CF1FD8"/>
    <w:rPr>
      <w:sz w:val="16"/>
      <w:szCs w:val="16"/>
    </w:rPr>
  </w:style>
  <w:style w:type="paragraph" w:styleId="CommentText">
    <w:name w:val="annotation text"/>
    <w:basedOn w:val="Normal"/>
    <w:link w:val="CommentTextChar"/>
    <w:semiHidden/>
    <w:unhideWhenUsed/>
    <w:rsid w:val="00CF1FD8"/>
    <w:rPr>
      <w:sz w:val="20"/>
      <w:szCs w:val="20"/>
    </w:rPr>
  </w:style>
  <w:style w:type="character" w:customStyle="1" w:styleId="CommentTextChar">
    <w:name w:val="Comment Text Char"/>
    <w:basedOn w:val="DefaultParagraphFont"/>
    <w:link w:val="CommentText"/>
    <w:semiHidden/>
    <w:rsid w:val="00CF1FD8"/>
  </w:style>
  <w:style w:type="paragraph" w:styleId="CommentSubject">
    <w:name w:val="annotation subject"/>
    <w:basedOn w:val="CommentText"/>
    <w:next w:val="CommentText"/>
    <w:link w:val="CommentSubjectChar"/>
    <w:semiHidden/>
    <w:unhideWhenUsed/>
    <w:rsid w:val="00CF1FD8"/>
    <w:rPr>
      <w:b/>
      <w:bCs/>
    </w:rPr>
  </w:style>
  <w:style w:type="character" w:customStyle="1" w:styleId="CommentSubjectChar">
    <w:name w:val="Comment Subject Char"/>
    <w:basedOn w:val="CommentTextChar"/>
    <w:link w:val="CommentSubject"/>
    <w:semiHidden/>
    <w:rsid w:val="00CF1FD8"/>
    <w:rPr>
      <w:b/>
      <w:bCs/>
    </w:rPr>
  </w:style>
  <w:style w:type="character" w:customStyle="1" w:styleId="Heading1Char">
    <w:name w:val="Heading 1 Char"/>
    <w:basedOn w:val="DefaultParagraphFont"/>
    <w:link w:val="Heading1"/>
    <w:uiPriority w:val="9"/>
    <w:rsid w:val="00966A06"/>
    <w:rPr>
      <w:b/>
      <w:bCs/>
      <w:color w:val="000000" w:themeColor="text1"/>
      <w:kern w:val="36"/>
      <w:sz w:val="28"/>
      <w:szCs w:val="28"/>
    </w:rPr>
  </w:style>
  <w:style w:type="character" w:customStyle="1" w:styleId="Heading2Char">
    <w:name w:val="Heading 2 Char"/>
    <w:basedOn w:val="DefaultParagraphFont"/>
    <w:link w:val="Heading2"/>
    <w:uiPriority w:val="9"/>
    <w:rsid w:val="00966A06"/>
    <w:rPr>
      <w:color w:val="000000" w:themeColor="text1"/>
      <w:sz w:val="28"/>
      <w:szCs w:val="26"/>
    </w:rPr>
  </w:style>
  <w:style w:type="character" w:customStyle="1" w:styleId="Heading3Char">
    <w:name w:val="Heading 3 Char"/>
    <w:basedOn w:val="DefaultParagraphFont"/>
    <w:link w:val="Heading3"/>
    <w:uiPriority w:val="9"/>
    <w:rsid w:val="00966A06"/>
    <w:rPr>
      <w:i/>
      <w:iCs/>
      <w:color w:val="000000" w:themeColor="text1"/>
      <w:sz w:val="28"/>
      <w:szCs w:val="28"/>
    </w:rPr>
  </w:style>
  <w:style w:type="paragraph" w:styleId="EndnoteText">
    <w:name w:val="endnote text"/>
    <w:basedOn w:val="Normal"/>
    <w:link w:val="EndnoteTextChar"/>
    <w:unhideWhenUsed/>
    <w:rsid w:val="00966A06"/>
    <w:pPr>
      <w:spacing w:after="200" w:line="276" w:lineRule="auto"/>
    </w:pPr>
    <w:rPr>
      <w:rFonts w:eastAsia="Calibri"/>
      <w:sz w:val="20"/>
      <w:szCs w:val="20"/>
    </w:rPr>
  </w:style>
  <w:style w:type="character" w:customStyle="1" w:styleId="EndnoteTextChar">
    <w:name w:val="Endnote Text Char"/>
    <w:basedOn w:val="DefaultParagraphFont"/>
    <w:link w:val="EndnoteText"/>
    <w:rsid w:val="00966A06"/>
    <w:rPr>
      <w:rFonts w:eastAsia="Calibri"/>
    </w:rPr>
  </w:style>
  <w:style w:type="character" w:styleId="EndnoteReference">
    <w:name w:val="endnote reference"/>
    <w:unhideWhenUsed/>
    <w:rsid w:val="00966A06"/>
    <w:rPr>
      <w:vertAlign w:val="superscript"/>
    </w:rPr>
  </w:style>
  <w:style w:type="paragraph" w:customStyle="1" w:styleId="h1">
    <w:name w:val="h1"/>
    <w:basedOn w:val="Normal"/>
    <w:uiPriority w:val="99"/>
    <w:rsid w:val="00966A06"/>
    <w:pPr>
      <w:ind w:firstLine="567"/>
      <w:jc w:val="both"/>
    </w:pPr>
    <w:rPr>
      <w:rFonts w:ascii=".VnTime" w:hAnsi=".VnTime"/>
      <w:sz w:val="26"/>
      <w:szCs w:val="20"/>
      <w:lang w:val="en-GB"/>
    </w:rPr>
  </w:style>
  <w:style w:type="paragraph" w:customStyle="1" w:styleId="Body1">
    <w:name w:val="Body 1"/>
    <w:rsid w:val="00966A06"/>
    <w:pPr>
      <w:outlineLvl w:val="0"/>
    </w:pPr>
    <w:rPr>
      <w:rFonts w:eastAsia="Arial Unicode MS"/>
      <w:color w:val="000000"/>
      <w:sz w:val="28"/>
      <w:u w:color="000000"/>
    </w:rPr>
  </w:style>
  <w:style w:type="paragraph" w:customStyle="1" w:styleId="Normal1">
    <w:name w:val="Normal1"/>
    <w:rsid w:val="00966A06"/>
    <w:rPr>
      <w:rFonts w:ascii="Arial" w:eastAsia="Arial" w:hAnsi="Arial" w:cs="Arial"/>
      <w:color w:val="000000"/>
      <w:sz w:val="26"/>
      <w:lang w:val="vi-VN" w:eastAsia="vi-VN"/>
    </w:rPr>
  </w:style>
  <w:style w:type="character" w:customStyle="1" w:styleId="ListParagraphChar">
    <w:name w:val="List Paragraph Char"/>
    <w:aliases w:val="Paragraph Char,Thang2 Char,Bullet 1 Char,bullet 2 Char,Heading 1.1 Char,bullet 1 Char,bullet Char,List Paragraph11 Char,List Paragraph12 Char,List Paragraph2 Char,List Paragraph111 Char,ANNEX Char,List Paragraph1 Char,Bullets Char"/>
    <w:link w:val="ListParagraph"/>
    <w:uiPriority w:val="34"/>
    <w:qFormat/>
    <w:locked/>
    <w:rsid w:val="00966A06"/>
    <w:rPr>
      <w:sz w:val="28"/>
      <w:szCs w:val="28"/>
    </w:rPr>
  </w:style>
  <w:style w:type="paragraph" w:customStyle="1" w:styleId="Ku">
    <w:name w:val="Ku"/>
    <w:basedOn w:val="Normal"/>
    <w:link w:val="KuChar"/>
    <w:rsid w:val="00966A06"/>
    <w:pPr>
      <w:widowControl w:val="0"/>
      <w:spacing w:before="40" w:after="40" w:line="252" w:lineRule="auto"/>
      <w:ind w:firstLine="567"/>
      <w:jc w:val="both"/>
    </w:pPr>
    <w:rPr>
      <w:szCs w:val="26"/>
    </w:rPr>
  </w:style>
  <w:style w:type="character" w:customStyle="1" w:styleId="KuChar">
    <w:name w:val="Ku Char"/>
    <w:link w:val="Ku"/>
    <w:locked/>
    <w:rsid w:val="00966A06"/>
    <w:rPr>
      <w:sz w:val="28"/>
      <w:szCs w:val="26"/>
    </w:rPr>
  </w:style>
  <w:style w:type="character" w:customStyle="1" w:styleId="BodyTextChar1">
    <w:name w:val="Body Text Char1"/>
    <w:uiPriority w:val="99"/>
    <w:semiHidden/>
    <w:rsid w:val="00966A06"/>
    <w:rPr>
      <w:sz w:val="22"/>
      <w:szCs w:val="22"/>
    </w:rPr>
  </w:style>
  <w:style w:type="paragraph" w:customStyle="1" w:styleId="Default">
    <w:name w:val="Default"/>
    <w:rsid w:val="00966A06"/>
    <w:pPr>
      <w:autoSpaceDE w:val="0"/>
      <w:autoSpaceDN w:val="0"/>
      <w:adjustRightInd w:val="0"/>
    </w:pPr>
    <w:rPr>
      <w:color w:val="000000"/>
      <w:sz w:val="24"/>
      <w:szCs w:val="24"/>
    </w:rPr>
  </w:style>
  <w:style w:type="paragraph" w:styleId="NormalWeb">
    <w:name w:val="Normal (Web)"/>
    <w:basedOn w:val="Normal"/>
    <w:link w:val="NormalWebChar"/>
    <w:uiPriority w:val="99"/>
    <w:unhideWhenUsed/>
    <w:rsid w:val="00966A06"/>
    <w:pPr>
      <w:spacing w:before="100" w:beforeAutospacing="1" w:after="100" w:afterAutospacing="1"/>
    </w:pPr>
    <w:rPr>
      <w:sz w:val="24"/>
      <w:szCs w:val="24"/>
    </w:rPr>
  </w:style>
  <w:style w:type="character" w:customStyle="1" w:styleId="text">
    <w:name w:val="text"/>
    <w:basedOn w:val="DefaultParagraphFont"/>
    <w:rsid w:val="00966A06"/>
  </w:style>
  <w:style w:type="character" w:customStyle="1" w:styleId="card-send-timesendtime">
    <w:name w:val="card-send-time__sendtime"/>
    <w:basedOn w:val="DefaultParagraphFont"/>
    <w:rsid w:val="00966A06"/>
  </w:style>
  <w:style w:type="character" w:customStyle="1" w:styleId="Vnbnnidung2">
    <w:name w:val="Văn bản nội dung (2)_"/>
    <w:basedOn w:val="DefaultParagraphFont"/>
    <w:link w:val="Vnbnnidung20"/>
    <w:rsid w:val="00966A06"/>
    <w:rPr>
      <w:sz w:val="26"/>
      <w:szCs w:val="26"/>
      <w:shd w:val="clear" w:color="auto" w:fill="FFFFFF"/>
    </w:rPr>
  </w:style>
  <w:style w:type="paragraph" w:customStyle="1" w:styleId="Vnbnnidung20">
    <w:name w:val="Văn bản nội dung (2)"/>
    <w:basedOn w:val="Normal"/>
    <w:link w:val="Vnbnnidung2"/>
    <w:rsid w:val="00966A06"/>
    <w:pPr>
      <w:widowControl w:val="0"/>
      <w:shd w:val="clear" w:color="auto" w:fill="FFFFFF"/>
      <w:spacing w:before="720" w:after="720" w:line="0" w:lineRule="atLeast"/>
    </w:pPr>
    <w:rPr>
      <w:sz w:val="26"/>
      <w:szCs w:val="26"/>
    </w:rPr>
  </w:style>
  <w:style w:type="character" w:styleId="Strong">
    <w:name w:val="Strong"/>
    <w:basedOn w:val="DefaultParagraphFont"/>
    <w:uiPriority w:val="22"/>
    <w:qFormat/>
    <w:rsid w:val="00966A06"/>
    <w:rPr>
      <w:b/>
      <w:bCs/>
    </w:rPr>
  </w:style>
  <w:style w:type="character" w:customStyle="1" w:styleId="NormalWebChar">
    <w:name w:val="Normal (Web) Char"/>
    <w:link w:val="NormalWeb"/>
    <w:uiPriority w:val="99"/>
    <w:rsid w:val="00966A06"/>
    <w:rPr>
      <w:sz w:val="24"/>
      <w:szCs w:val="24"/>
    </w:rPr>
  </w:style>
  <w:style w:type="character" w:customStyle="1" w:styleId="fontstyle01">
    <w:name w:val="fontstyle01"/>
    <w:rsid w:val="00966A06"/>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053816">
      <w:bodyDiv w:val="1"/>
      <w:marLeft w:val="0"/>
      <w:marRight w:val="0"/>
      <w:marTop w:val="0"/>
      <w:marBottom w:val="0"/>
      <w:divBdr>
        <w:top w:val="none" w:sz="0" w:space="0" w:color="auto"/>
        <w:left w:val="none" w:sz="0" w:space="0" w:color="auto"/>
        <w:bottom w:val="none" w:sz="0" w:space="0" w:color="auto"/>
        <w:right w:val="none" w:sz="0" w:space="0" w:color="auto"/>
      </w:divBdr>
    </w:div>
    <w:div w:id="980697867">
      <w:bodyDiv w:val="1"/>
      <w:marLeft w:val="0"/>
      <w:marRight w:val="0"/>
      <w:marTop w:val="0"/>
      <w:marBottom w:val="0"/>
      <w:divBdr>
        <w:top w:val="none" w:sz="0" w:space="0" w:color="auto"/>
        <w:left w:val="none" w:sz="0" w:space="0" w:color="auto"/>
        <w:bottom w:val="none" w:sz="0" w:space="0" w:color="auto"/>
        <w:right w:val="none" w:sz="0" w:space="0" w:color="auto"/>
      </w:divBdr>
      <w:divsChild>
        <w:div w:id="306710206">
          <w:marLeft w:val="0"/>
          <w:marRight w:val="0"/>
          <w:marTop w:val="0"/>
          <w:marBottom w:val="0"/>
          <w:divBdr>
            <w:top w:val="none" w:sz="0" w:space="0" w:color="auto"/>
            <w:left w:val="none" w:sz="0" w:space="0" w:color="auto"/>
            <w:bottom w:val="none" w:sz="0" w:space="0" w:color="auto"/>
            <w:right w:val="none" w:sz="0" w:space="0" w:color="auto"/>
          </w:divBdr>
        </w:div>
        <w:div w:id="912474012">
          <w:marLeft w:val="0"/>
          <w:marRight w:val="0"/>
          <w:marTop w:val="0"/>
          <w:marBottom w:val="0"/>
          <w:divBdr>
            <w:top w:val="none" w:sz="0" w:space="0" w:color="auto"/>
            <w:left w:val="none" w:sz="0" w:space="0" w:color="auto"/>
            <w:bottom w:val="none" w:sz="0" w:space="0" w:color="auto"/>
            <w:right w:val="none" w:sz="0" w:space="0" w:color="auto"/>
          </w:divBdr>
        </w:div>
        <w:div w:id="1144078290">
          <w:marLeft w:val="0"/>
          <w:marRight w:val="0"/>
          <w:marTop w:val="0"/>
          <w:marBottom w:val="0"/>
          <w:divBdr>
            <w:top w:val="none" w:sz="0" w:space="0" w:color="auto"/>
            <w:left w:val="none" w:sz="0" w:space="0" w:color="auto"/>
            <w:bottom w:val="none" w:sz="0" w:space="0" w:color="auto"/>
            <w:right w:val="none" w:sz="0" w:space="0" w:color="auto"/>
          </w:divBdr>
        </w:div>
        <w:div w:id="1202286074">
          <w:marLeft w:val="0"/>
          <w:marRight w:val="0"/>
          <w:marTop w:val="0"/>
          <w:marBottom w:val="0"/>
          <w:divBdr>
            <w:top w:val="none" w:sz="0" w:space="0" w:color="auto"/>
            <w:left w:val="none" w:sz="0" w:space="0" w:color="auto"/>
            <w:bottom w:val="none" w:sz="0" w:space="0" w:color="auto"/>
            <w:right w:val="none" w:sz="0" w:space="0" w:color="auto"/>
          </w:divBdr>
          <w:divsChild>
            <w:div w:id="779641161">
              <w:marLeft w:val="2250"/>
              <w:marRight w:val="0"/>
              <w:marTop w:val="0"/>
              <w:marBottom w:val="0"/>
              <w:divBdr>
                <w:top w:val="none" w:sz="0" w:space="0" w:color="auto"/>
                <w:left w:val="none" w:sz="0" w:space="0" w:color="auto"/>
                <w:bottom w:val="none" w:sz="0" w:space="0" w:color="auto"/>
                <w:right w:val="none" w:sz="0" w:space="0" w:color="auto"/>
              </w:divBdr>
            </w:div>
            <w:div w:id="1897739886">
              <w:marLeft w:val="0"/>
              <w:marRight w:val="0"/>
              <w:marTop w:val="0"/>
              <w:marBottom w:val="0"/>
              <w:divBdr>
                <w:top w:val="none" w:sz="0" w:space="0" w:color="auto"/>
                <w:left w:val="none" w:sz="0" w:space="0" w:color="auto"/>
                <w:bottom w:val="none" w:sz="0" w:space="0" w:color="auto"/>
                <w:right w:val="none" w:sz="0" w:space="0" w:color="auto"/>
              </w:divBdr>
            </w:div>
          </w:divsChild>
        </w:div>
        <w:div w:id="1296639329">
          <w:marLeft w:val="0"/>
          <w:marRight w:val="0"/>
          <w:marTop w:val="0"/>
          <w:marBottom w:val="0"/>
          <w:divBdr>
            <w:top w:val="none" w:sz="0" w:space="0" w:color="auto"/>
            <w:left w:val="none" w:sz="0" w:space="0" w:color="auto"/>
            <w:bottom w:val="none" w:sz="0" w:space="0" w:color="auto"/>
            <w:right w:val="none" w:sz="0" w:space="0" w:color="auto"/>
          </w:divBdr>
          <w:divsChild>
            <w:div w:id="207036704">
              <w:marLeft w:val="0"/>
              <w:marRight w:val="0"/>
              <w:marTop w:val="0"/>
              <w:marBottom w:val="0"/>
              <w:divBdr>
                <w:top w:val="none" w:sz="0" w:space="0" w:color="auto"/>
                <w:left w:val="none" w:sz="0" w:space="0" w:color="auto"/>
                <w:bottom w:val="none" w:sz="0" w:space="0" w:color="auto"/>
                <w:right w:val="none" w:sz="0" w:space="0" w:color="auto"/>
              </w:divBdr>
            </w:div>
            <w:div w:id="1686665907">
              <w:marLeft w:val="0"/>
              <w:marRight w:val="0"/>
              <w:marTop w:val="0"/>
              <w:marBottom w:val="0"/>
              <w:divBdr>
                <w:top w:val="none" w:sz="0" w:space="0" w:color="auto"/>
                <w:left w:val="none" w:sz="0" w:space="0" w:color="auto"/>
                <w:bottom w:val="none" w:sz="0" w:space="0" w:color="auto"/>
                <w:right w:val="none" w:sz="0" w:space="0" w:color="auto"/>
              </w:divBdr>
            </w:div>
          </w:divsChild>
        </w:div>
        <w:div w:id="1671441786">
          <w:marLeft w:val="0"/>
          <w:marRight w:val="0"/>
          <w:marTop w:val="0"/>
          <w:marBottom w:val="0"/>
          <w:divBdr>
            <w:top w:val="none" w:sz="0" w:space="0" w:color="auto"/>
            <w:left w:val="none" w:sz="0" w:space="0" w:color="auto"/>
            <w:bottom w:val="none" w:sz="0" w:space="0" w:color="auto"/>
            <w:right w:val="none" w:sz="0" w:space="0" w:color="auto"/>
          </w:divBdr>
          <w:divsChild>
            <w:div w:id="253244806">
              <w:marLeft w:val="2250"/>
              <w:marRight w:val="0"/>
              <w:marTop w:val="0"/>
              <w:marBottom w:val="0"/>
              <w:divBdr>
                <w:top w:val="none" w:sz="0" w:space="0" w:color="auto"/>
                <w:left w:val="none" w:sz="0" w:space="0" w:color="auto"/>
                <w:bottom w:val="none" w:sz="0" w:space="0" w:color="auto"/>
                <w:right w:val="none" w:sz="0" w:space="0" w:color="auto"/>
              </w:divBdr>
            </w:div>
          </w:divsChild>
        </w:div>
        <w:div w:id="2096003081">
          <w:marLeft w:val="0"/>
          <w:marRight w:val="0"/>
          <w:marTop w:val="0"/>
          <w:marBottom w:val="0"/>
          <w:divBdr>
            <w:top w:val="none" w:sz="0" w:space="0" w:color="auto"/>
            <w:left w:val="none" w:sz="0" w:space="0" w:color="auto"/>
            <w:bottom w:val="none" w:sz="0" w:space="0" w:color="auto"/>
            <w:right w:val="none" w:sz="0" w:space="0" w:color="auto"/>
          </w:divBdr>
        </w:div>
      </w:divsChild>
    </w:div>
    <w:div w:id="1474710003">
      <w:bodyDiv w:val="1"/>
      <w:marLeft w:val="0"/>
      <w:marRight w:val="0"/>
      <w:marTop w:val="0"/>
      <w:marBottom w:val="0"/>
      <w:divBdr>
        <w:top w:val="none" w:sz="0" w:space="0" w:color="auto"/>
        <w:left w:val="none" w:sz="0" w:space="0" w:color="auto"/>
        <w:bottom w:val="none" w:sz="0" w:space="0" w:color="auto"/>
        <w:right w:val="none" w:sz="0" w:space="0" w:color="auto"/>
      </w:divBdr>
    </w:div>
    <w:div w:id="20119822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2\Owner\LOCALS~1\Temp\notesA4A7F6\QD%20tang%20Co%20thi%20dua%20C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155A6D-4D4F-4B45-864A-89584E96E7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8B5B732-0BF9-4D2E-ABC2-B16F932F2EE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1C06ED-62E0-4BBA-9D4A-444BACE303AE}">
  <ds:schemaRefs>
    <ds:schemaRef ds:uri="http://schemas.microsoft.com/sharepoint/v3/contenttype/forms"/>
  </ds:schemaRefs>
</ds:datastoreItem>
</file>

<file path=customXml/itemProps4.xml><?xml version="1.0" encoding="utf-8"?>
<ds:datastoreItem xmlns:ds="http://schemas.openxmlformats.org/officeDocument/2006/customXml" ds:itemID="{7B037AF8-E127-4802-9EAF-D649EF8D6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QD tang Co thi dua CP.dot</Template>
  <TotalTime>18</TotalTime>
  <Pages>1</Pages>
  <Words>3838</Words>
  <Characters>21879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THỦ TƯỚNG CHÍNH PHỦ</vt:lpstr>
    </vt:vector>
  </TitlesOfParts>
  <Company>HOME</Company>
  <LinksUpToDate>false</LinksUpToDate>
  <CharactersWithSpaces>25666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THỦ TƯỚNG CHÍNH PHỦ</dc:title>
  <dc:subject/>
  <dc:creator>msLe</dc:creator>
  <cp:keywords/>
  <dc:description/>
  <cp:lastModifiedBy>user1</cp:lastModifiedBy>
  <cp:revision>18</cp:revision>
  <cp:lastPrinted>2024-06-17T01:31:00Z</cp:lastPrinted>
  <dcterms:created xsi:type="dcterms:W3CDTF">2024-08-19T04:14:00Z</dcterms:created>
  <dcterms:modified xsi:type="dcterms:W3CDTF">2024-08-19T05:04:00Z</dcterms:modified>
</cp:coreProperties>
</file>